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5E21EB" w14:textId="4E263D5A" w:rsidR="00A8682B" w:rsidRPr="005715BA" w:rsidRDefault="00A8682B" w:rsidP="002F0E3B">
      <w:pPr>
        <w:pStyle w:val="Title"/>
        <w:spacing w:after="360"/>
        <w:rPr>
          <w:rFonts w:ascii="Avenir Heavy" w:hAnsi="Avenir Heavy" w:cs="Arial"/>
          <w:b w:val="0"/>
          <w:bCs w:val="0"/>
          <w:color w:val="262626" w:themeColor="text1" w:themeTint="D9"/>
          <w:szCs w:val="28"/>
        </w:rPr>
      </w:pPr>
      <w:r>
        <w:rPr>
          <w:rFonts w:ascii="Avenir Heavy" w:hAnsi="Avenir Heavy" w:cs="Arial"/>
          <w:b w:val="0"/>
          <w:bCs w:val="0"/>
          <w:noProof/>
          <w:color w:val="262626" w:themeColor="text1" w:themeTint="D9"/>
          <w:szCs w:val="28"/>
        </w:rPr>
        <mc:AlternateContent>
          <mc:Choice Requires="wps">
            <w:drawing>
              <wp:anchor distT="0" distB="0" distL="114300" distR="114300" simplePos="0" relativeHeight="251652096" behindDoc="0" locked="0" layoutInCell="1" allowOverlap="1" wp14:anchorId="47CB9886" wp14:editId="4916DC2A">
                <wp:simplePos x="0" y="0"/>
                <wp:positionH relativeFrom="column">
                  <wp:posOffset>28575</wp:posOffset>
                </wp:positionH>
                <wp:positionV relativeFrom="paragraph">
                  <wp:posOffset>236423</wp:posOffset>
                </wp:positionV>
                <wp:extent cx="5865495" cy="0"/>
                <wp:effectExtent l="0" t="0" r="14605" b="12700"/>
                <wp:wrapNone/>
                <wp:docPr id="4" name="Straight Connector 4"/>
                <wp:cNvGraphicFramePr/>
                <a:graphic xmlns:a="http://schemas.openxmlformats.org/drawingml/2006/main">
                  <a:graphicData uri="http://schemas.microsoft.com/office/word/2010/wordprocessingShape">
                    <wps:wsp>
                      <wps:cNvCnPr/>
                      <wps:spPr>
                        <a:xfrm>
                          <a:off x="0" y="0"/>
                          <a:ext cx="586549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43AB238" id="Straight Connector 4" o:spid="_x0000_s1026" style="position:absolute;z-index:251652096;visibility:visible;mso-wrap-style:square;mso-wrap-distance-left:9pt;mso-wrap-distance-top:0;mso-wrap-distance-right:9pt;mso-wrap-distance-bottom:0;mso-position-horizontal:absolute;mso-position-horizontal-relative:text;mso-position-vertical:absolute;mso-position-vertical-relative:text" from="2.25pt,18.6pt" to="464.1pt,18.6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" strokecolor="#4472c4 [3204]" strokeweight=".5pt">
                <v:stroke joinstyle="miter"/>
              </v:line>
            </w:pict>
          </mc:Fallback>
        </mc:AlternateContent>
      </w:r>
      <w:r w:rsidR="005715BA">
        <w:rPr>
          <w:rFonts w:ascii="Avenir Heavy" w:hAnsi="Avenir Heavy" w:cs="Arial"/>
          <w:b w:val="0"/>
          <w:bCs w:val="0"/>
          <w:noProof/>
          <w:color w:val="262626" w:themeColor="text1" w:themeTint="D9"/>
          <w:szCs w:val="28"/>
        </w:rPr>
        <mc:AlternateContent>
          <mc:Choice Requires="wps">
            <w:drawing>
              <wp:anchor distT="0" distB="0" distL="114300" distR="114300" simplePos="0" relativeHeight="251651072" behindDoc="0" locked="0" layoutInCell="1" allowOverlap="1" wp14:anchorId="7F25DD43" wp14:editId="02BDDEBE">
                <wp:simplePos x="0" y="0"/>
                <wp:positionH relativeFrom="column">
                  <wp:posOffset>-67945</wp:posOffset>
                </wp:positionH>
                <wp:positionV relativeFrom="paragraph">
                  <wp:posOffset>-306502</wp:posOffset>
                </wp:positionV>
                <wp:extent cx="5214026" cy="515566"/>
                <wp:effectExtent l="0" t="0" r="5715" b="5715"/>
                <wp:wrapNone/>
                <wp:docPr id="3" name="Text Box 3"/>
                <wp:cNvGraphicFramePr/>
                <a:graphic xmlns:a="http://schemas.openxmlformats.org/drawingml/2006/main">
                  <a:graphicData uri="http://schemas.microsoft.com/office/word/2010/wordprocessingShape">
                    <wps:wsp>
                      <wps:cNvSpPr txBox="1"/>
                      <wps:spPr>
                        <a:xfrm>
                          <a:off x="0" y="0"/>
                          <a:ext cx="5214026" cy="515566"/>
                        </a:xfrm>
                        <a:prstGeom prst="rect">
                          <a:avLst/>
                        </a:prstGeom>
                        <a:solidFill>
                          <a:schemeClr val="lt1"/>
                        </a:solidFill>
                        <a:ln w="3175">
                          <a:noFill/>
                        </a:ln>
                      </wps:spPr>
                      <wps:txbx>
                        <w:txbxContent>
                          <w:p w14:paraId="45F1FF8E" w14:textId="768AAFC2" w:rsidR="00F102F0" w:rsidRPr="002D35B2" w:rsidRDefault="00F102F0" w:rsidP="00F102F0">
                            <w:pPr>
                              <w:rPr>
                                <w:rFonts w:ascii="Aptos SemiBold" w:hAnsi="Aptos SemiBold"/>
                                <w:b/>
                                <w:bCs/>
                                <w:color w:val="4472C4" w:themeColor="accent1"/>
                                <w:sz w:val="32"/>
                                <w:szCs w:val="32"/>
                              </w:rPr>
                            </w:pPr>
                            <w:r w:rsidRPr="002D35B2">
                              <w:rPr>
                                <w:rFonts w:ascii="Aptos SemiBold" w:hAnsi="Aptos SemiBold" w:cs="Arial"/>
                                <w:b/>
                                <w:bCs/>
                                <w:color w:val="4472C4" w:themeColor="accent1"/>
                                <w:sz w:val="32"/>
                                <w:szCs w:val="32"/>
                              </w:rPr>
                              <w:t>JMP</w:t>
                            </w:r>
                            <w:r w:rsidRPr="002D35B2">
                              <w:rPr>
                                <w:rFonts w:ascii="Aptos SemiBold" w:hAnsi="Aptos SemiBold" w:cs="Arial"/>
                                <w:b/>
                                <w:bCs/>
                                <w:color w:val="4472C4" w:themeColor="accent1"/>
                                <w:sz w:val="32"/>
                                <w:szCs w:val="32"/>
                                <w:vertAlign w:val="superscript"/>
                              </w:rPr>
                              <w:t>®</w:t>
                            </w:r>
                            <w:r w:rsidRPr="002D35B2">
                              <w:rPr>
                                <w:rFonts w:ascii="Aptos SemiBold" w:hAnsi="Aptos SemiBold" w:cs="Arial"/>
                                <w:b/>
                                <w:bCs/>
                                <w:color w:val="4472C4" w:themeColor="accent1"/>
                                <w:sz w:val="32"/>
                                <w:szCs w:val="32"/>
                              </w:rPr>
                              <w:t xml:space="preserve"> </w:t>
                            </w:r>
                            <w:r w:rsidR="00FB3FD4" w:rsidRPr="002D35B2">
                              <w:rPr>
                                <w:rFonts w:ascii="Aptos SemiBold" w:hAnsi="Aptos SemiBold" w:cs="Arial"/>
                                <w:b/>
                                <w:bCs/>
                                <w:color w:val="4472C4" w:themeColor="accent1"/>
                                <w:sz w:val="32"/>
                                <w:szCs w:val="32"/>
                              </w:rPr>
                              <w:t>ENHANCED DATA</w:t>
                            </w:r>
                            <w:r w:rsidR="00E25F67" w:rsidRPr="002D35B2">
                              <w:rPr>
                                <w:rFonts w:ascii="Aptos SemiBold" w:hAnsi="Aptos SemiBold" w:cs="Arial"/>
                                <w:b/>
                                <w:bCs/>
                                <w:color w:val="4472C4" w:themeColor="accent1"/>
                                <w:sz w:val="32"/>
                                <w:szCs w:val="32"/>
                              </w:rPr>
                              <w:t xml:space="preserve"> </w:t>
                            </w:r>
                            <w:r w:rsidR="00FB3FD4" w:rsidRPr="002D35B2">
                              <w:rPr>
                                <w:rFonts w:ascii="Aptos SemiBold" w:hAnsi="Aptos SemiBold" w:cs="Arial"/>
                                <w:b/>
                                <w:bCs/>
                                <w:color w:val="4472C4" w:themeColor="accent1"/>
                                <w:sz w:val="32"/>
                                <w:szCs w:val="32"/>
                              </w:rPr>
                              <w:t>SET</w:t>
                            </w:r>
                          </w:p>
                          <w:p w14:paraId="1582F8E5" w14:textId="445D2F72" w:rsidR="005715BA" w:rsidRPr="005715BA" w:rsidRDefault="005715BA">
                            <w:pPr>
                              <w:rPr>
                                <w:rFonts w:ascii="Avenir" w:hAnsi="Avenir"/>
                                <w:color w:val="4472C4" w:themeColor="accent1"/>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25DD43" id="_x0000_t202" coordsize="21600,21600" o:spt="202" path="m,l,21600r21600,l21600,xe">
                <v:stroke joinstyle="miter"/>
                <v:path gradientshapeok="t" o:connecttype="rect"/>
              </v:shapetype>
              <v:shape id="Text Box 3" o:spid="_x0000_s1026" type="#_x0000_t202" style="position:absolute;margin-left:-5.35pt;margin-top:-24.15pt;width:410.55pt;height:40.6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" fillcolor="white [3201]" stroked="f" strokeweight=".25pt">
                <v:textbox>
                  <w:txbxContent>
                    <w:p w14:paraId="45F1FF8E" w14:textId="768AAFC2" w:rsidR="00F102F0" w:rsidRPr="002D35B2" w:rsidRDefault="00F102F0" w:rsidP="00F102F0">
                      <w:pPr>
                        <w:rPr>
                          <w:rFonts w:ascii="Aptos SemiBold" w:hAnsi="Aptos SemiBold"/>
                          <w:b/>
                          <w:bCs/>
                          <w:color w:val="4472C4" w:themeColor="accent1"/>
                          <w:sz w:val="32"/>
                          <w:szCs w:val="32"/>
                        </w:rPr>
                      </w:pPr>
                      <w:r w:rsidRPr="002D35B2">
                        <w:rPr>
                          <w:rFonts w:ascii="Aptos SemiBold" w:hAnsi="Aptos SemiBold" w:cs="Arial"/>
                          <w:b/>
                          <w:bCs/>
                          <w:color w:val="4472C4" w:themeColor="accent1"/>
                          <w:sz w:val="32"/>
                          <w:szCs w:val="32"/>
                        </w:rPr>
                        <w:t>JMP</w:t>
                      </w:r>
                      <w:r w:rsidRPr="002D35B2">
                        <w:rPr>
                          <w:rFonts w:ascii="Aptos SemiBold" w:hAnsi="Aptos SemiBold" w:cs="Arial"/>
                          <w:b/>
                          <w:bCs/>
                          <w:color w:val="4472C4" w:themeColor="accent1"/>
                          <w:sz w:val="32"/>
                          <w:szCs w:val="32"/>
                          <w:vertAlign w:val="superscript"/>
                        </w:rPr>
                        <w:t>®</w:t>
                      </w:r>
                      <w:r w:rsidRPr="002D35B2">
                        <w:rPr>
                          <w:rFonts w:ascii="Aptos SemiBold" w:hAnsi="Aptos SemiBold" w:cs="Arial"/>
                          <w:b/>
                          <w:bCs/>
                          <w:color w:val="4472C4" w:themeColor="accent1"/>
                          <w:sz w:val="32"/>
                          <w:szCs w:val="32"/>
                        </w:rPr>
                        <w:t xml:space="preserve"> </w:t>
                      </w:r>
                      <w:r w:rsidR="00FB3FD4" w:rsidRPr="002D35B2">
                        <w:rPr>
                          <w:rFonts w:ascii="Aptos SemiBold" w:hAnsi="Aptos SemiBold" w:cs="Arial"/>
                          <w:b/>
                          <w:bCs/>
                          <w:color w:val="4472C4" w:themeColor="accent1"/>
                          <w:sz w:val="32"/>
                          <w:szCs w:val="32"/>
                        </w:rPr>
                        <w:t>ENHANCED DATA</w:t>
                      </w:r>
                      <w:r w:rsidR="00E25F67" w:rsidRPr="002D35B2">
                        <w:rPr>
                          <w:rFonts w:ascii="Aptos SemiBold" w:hAnsi="Aptos SemiBold" w:cs="Arial"/>
                          <w:b/>
                          <w:bCs/>
                          <w:color w:val="4472C4" w:themeColor="accent1"/>
                          <w:sz w:val="32"/>
                          <w:szCs w:val="32"/>
                        </w:rPr>
                        <w:t xml:space="preserve"> </w:t>
                      </w:r>
                      <w:r w:rsidR="00FB3FD4" w:rsidRPr="002D35B2">
                        <w:rPr>
                          <w:rFonts w:ascii="Aptos SemiBold" w:hAnsi="Aptos SemiBold" w:cs="Arial"/>
                          <w:b/>
                          <w:bCs/>
                          <w:color w:val="4472C4" w:themeColor="accent1"/>
                          <w:sz w:val="32"/>
                          <w:szCs w:val="32"/>
                        </w:rPr>
                        <w:t>SET</w:t>
                      </w:r>
                    </w:p>
                    <w:p w14:paraId="1582F8E5" w14:textId="445D2F72" w:rsidR="005715BA" w:rsidRPr="005715BA" w:rsidRDefault="005715BA">
                      <w:pPr>
                        <w:rPr>
                          <w:rFonts w:ascii="Avenir" w:hAnsi="Avenir"/>
                          <w:color w:val="4472C4" w:themeColor="accent1"/>
                          <w:sz w:val="32"/>
                          <w:szCs w:val="32"/>
                        </w:rPr>
                      </w:pPr>
                    </w:p>
                  </w:txbxContent>
                </v:textbox>
              </v:shape>
            </w:pict>
          </mc:Fallback>
        </mc:AlternateContent>
      </w:r>
    </w:p>
    <w:p w14:paraId="190C42D0" w14:textId="58AABEC9" w:rsidR="00FD2D8D" w:rsidRPr="002D35B2" w:rsidRDefault="0082314D" w:rsidP="00FD2D8D">
      <w:pPr>
        <w:pStyle w:val="Title"/>
        <w:spacing w:after="360"/>
        <w:rPr>
          <w:rFonts w:ascii="Aptos SemiBold" w:hAnsi="Aptos SemiBold" w:cs="Calibri"/>
          <w:color w:val="262626" w:themeColor="text1" w:themeTint="D9"/>
          <w:szCs w:val="28"/>
        </w:rPr>
      </w:pPr>
      <w:r w:rsidRPr="0082314D">
        <w:rPr>
          <w:rFonts w:ascii="Aptos SemiBold" w:hAnsi="Aptos SemiBold" w:cs="Calibri"/>
          <w:b w:val="0"/>
          <w:bCs w:val="0"/>
          <w:color w:val="262626" w:themeColor="text1" w:themeTint="D9"/>
          <w:szCs w:val="28"/>
        </w:rPr>
        <w:t xml:space="preserve">DESIGNED EXPERIMENT </w:t>
      </w:r>
      <w:r w:rsidR="00E561EB">
        <w:rPr>
          <w:rFonts w:ascii="Aptos SemiBold" w:hAnsi="Aptos SemiBold" w:cs="Calibri"/>
          <w:b w:val="0"/>
          <w:bCs w:val="0"/>
          <w:color w:val="262626" w:themeColor="text1" w:themeTint="D9"/>
          <w:szCs w:val="28"/>
        </w:rPr>
        <w:t>FOR</w:t>
      </w:r>
      <w:r w:rsidRPr="0082314D">
        <w:rPr>
          <w:rFonts w:ascii="Aptos SemiBold" w:hAnsi="Aptos SemiBold" w:cs="Calibri"/>
          <w:b w:val="0"/>
          <w:bCs w:val="0"/>
          <w:color w:val="262626" w:themeColor="text1" w:themeTint="D9"/>
          <w:szCs w:val="28"/>
        </w:rPr>
        <w:t xml:space="preserve"> </w:t>
      </w:r>
      <w:r w:rsidR="00D34865">
        <w:rPr>
          <w:rFonts w:ascii="Aptos SemiBold" w:hAnsi="Aptos SemiBold" w:cs="Calibri"/>
          <w:b w:val="0"/>
          <w:bCs w:val="0"/>
          <w:color w:val="262626" w:themeColor="text1" w:themeTint="D9"/>
          <w:szCs w:val="28"/>
        </w:rPr>
        <w:t xml:space="preserve">A </w:t>
      </w:r>
      <w:r w:rsidRPr="0082314D">
        <w:rPr>
          <w:rFonts w:ascii="Aptos SemiBold" w:hAnsi="Aptos SemiBold" w:cs="Calibri"/>
          <w:b w:val="0"/>
          <w:bCs w:val="0"/>
          <w:color w:val="262626" w:themeColor="text1" w:themeTint="D9"/>
          <w:szCs w:val="28"/>
        </w:rPr>
        <w:t>SEMICONDUCTOR CHEMICAL VAPOR DEPOSITION PROCESS</w:t>
      </w:r>
    </w:p>
    <w:p w14:paraId="73E215C0" w14:textId="31EE9DFD" w:rsidR="00FD2D8D" w:rsidRPr="002D35B2" w:rsidRDefault="00FD2D8D" w:rsidP="005C4A6E">
      <w:pPr>
        <w:pStyle w:val="Title"/>
        <w:spacing w:after="120"/>
        <w:rPr>
          <w:rFonts w:ascii="Aptos SemiBold" w:hAnsi="Aptos SemiBold" w:cs="Calibri"/>
          <w:color w:val="262626" w:themeColor="text1" w:themeTint="D9"/>
          <w:sz w:val="22"/>
          <w:szCs w:val="22"/>
        </w:rPr>
      </w:pPr>
      <w:bookmarkStart w:id="0" w:name="OLE_LINK31"/>
      <w:bookmarkStart w:id="1" w:name="OLE_LINK32"/>
      <w:r w:rsidRPr="002D35B2">
        <w:rPr>
          <w:rFonts w:ascii="Aptos SemiBold" w:hAnsi="Aptos SemiBold" w:cs="Calibri"/>
          <w:color w:val="262626" w:themeColor="text1" w:themeTint="D9"/>
          <w:sz w:val="22"/>
          <w:szCs w:val="22"/>
        </w:rPr>
        <w:t>RELEVANT JMP PLATFORMS AND STATISTICAL TECHNIQUES</w:t>
      </w:r>
    </w:p>
    <w:p w14:paraId="105C7F3C" w14:textId="015DCA7E" w:rsidR="000E6492" w:rsidRDefault="000E6492" w:rsidP="00964790">
      <w:pPr>
        <w:autoSpaceDE w:val="0"/>
        <w:autoSpaceDN w:val="0"/>
        <w:adjustRightInd w:val="0"/>
        <w:spacing w:before="0" w:after="40"/>
        <w:ind w:left="1886" w:hanging="1886"/>
        <w:rPr>
          <w:rFonts w:ascii="Aptos" w:hAnsi="Aptos" w:cs="Calibri"/>
          <w:color w:val="262626" w:themeColor="text1" w:themeTint="D9"/>
          <w:sz w:val="22"/>
          <w:szCs w:val="22"/>
        </w:rPr>
      </w:pPr>
      <w:bookmarkStart w:id="2" w:name="OLE_LINK5"/>
      <w:r>
        <w:rPr>
          <w:rFonts w:ascii="Aptos" w:hAnsi="Aptos" w:cs="Calibri"/>
          <w:color w:val="262626" w:themeColor="text1" w:themeTint="D9"/>
          <w:sz w:val="22"/>
          <w:szCs w:val="22"/>
        </w:rPr>
        <w:t xml:space="preserve">Graph </w:t>
      </w:r>
      <w:proofErr w:type="gramStart"/>
      <w:r>
        <w:rPr>
          <w:rFonts w:ascii="Aptos" w:hAnsi="Aptos" w:cs="Calibri"/>
          <w:color w:val="262626" w:themeColor="text1" w:themeTint="D9"/>
          <w:sz w:val="22"/>
          <w:szCs w:val="22"/>
        </w:rPr>
        <w:t>Builder</w:t>
      </w:r>
      <w:r w:rsidRPr="002D35B2">
        <w:rPr>
          <w:rFonts w:ascii="Aptos" w:hAnsi="Aptos" w:cs="Calibri"/>
          <w:color w:val="262626" w:themeColor="text1" w:themeTint="D9"/>
          <w:sz w:val="22"/>
          <w:szCs w:val="22"/>
        </w:rPr>
        <w:t xml:space="preserve"> :</w:t>
      </w:r>
      <w:proofErr w:type="gramEnd"/>
      <w:r w:rsidRPr="00E84BA3">
        <w:rPr>
          <w:rFonts w:ascii="Calibri" w:hAnsi="Calibri" w:cs="Calibri"/>
          <w:color w:val="262626" w:themeColor="text1" w:themeTint="D9"/>
          <w:sz w:val="22"/>
          <w:szCs w:val="22"/>
        </w:rPr>
        <w:tab/>
      </w:r>
      <w:r>
        <w:rPr>
          <w:rFonts w:ascii="Aptos Light" w:hAnsi="Aptos Light" w:cs="Calibri"/>
          <w:color w:val="262626" w:themeColor="text1" w:themeTint="D9"/>
          <w:sz w:val="22"/>
          <w:szCs w:val="22"/>
        </w:rPr>
        <w:t xml:space="preserve">Comparative </w:t>
      </w:r>
      <w:proofErr w:type="spellStart"/>
      <w:r>
        <w:rPr>
          <w:rFonts w:ascii="Aptos Light" w:hAnsi="Aptos Light" w:cs="Calibri"/>
          <w:color w:val="262626" w:themeColor="text1" w:themeTint="D9"/>
          <w:sz w:val="22"/>
          <w:szCs w:val="22"/>
        </w:rPr>
        <w:t>Dotplot</w:t>
      </w:r>
      <w:r w:rsidR="0084710C">
        <w:rPr>
          <w:rFonts w:ascii="Aptos Light" w:hAnsi="Aptos Light" w:cs="Calibri"/>
          <w:color w:val="262626" w:themeColor="text1" w:themeTint="D9"/>
          <w:sz w:val="22"/>
          <w:szCs w:val="22"/>
        </w:rPr>
        <w:t>s</w:t>
      </w:r>
      <w:proofErr w:type="spellEnd"/>
      <w:r w:rsidR="0084710C">
        <w:rPr>
          <w:rFonts w:ascii="Aptos Light" w:hAnsi="Aptos Light" w:cs="Calibri"/>
          <w:color w:val="262626" w:themeColor="text1" w:themeTint="D9"/>
          <w:sz w:val="22"/>
          <w:szCs w:val="22"/>
        </w:rPr>
        <w:t xml:space="preserve"> and Line Graph</w:t>
      </w:r>
    </w:p>
    <w:p w14:paraId="76FAC7E7" w14:textId="3ECCB081" w:rsidR="0013690D" w:rsidRDefault="0082314D" w:rsidP="00964790">
      <w:pPr>
        <w:autoSpaceDE w:val="0"/>
        <w:autoSpaceDN w:val="0"/>
        <w:adjustRightInd w:val="0"/>
        <w:spacing w:before="0" w:after="40"/>
        <w:ind w:left="1886" w:hanging="1886"/>
        <w:rPr>
          <w:rFonts w:ascii="Aptos Light" w:hAnsi="Aptos Light" w:cs="Calibri"/>
          <w:color w:val="262626" w:themeColor="text1" w:themeTint="D9"/>
          <w:sz w:val="22"/>
          <w:szCs w:val="22"/>
        </w:rPr>
      </w:pPr>
      <w:r>
        <w:rPr>
          <w:rFonts w:ascii="Aptos" w:hAnsi="Aptos" w:cs="Calibri"/>
          <w:color w:val="262626" w:themeColor="text1" w:themeTint="D9"/>
          <w:sz w:val="22"/>
          <w:szCs w:val="22"/>
        </w:rPr>
        <w:t xml:space="preserve">Fit </w:t>
      </w:r>
      <w:proofErr w:type="gramStart"/>
      <w:r>
        <w:rPr>
          <w:rFonts w:ascii="Aptos" w:hAnsi="Aptos" w:cs="Calibri"/>
          <w:color w:val="262626" w:themeColor="text1" w:themeTint="D9"/>
          <w:sz w:val="22"/>
          <w:szCs w:val="22"/>
        </w:rPr>
        <w:t>Model</w:t>
      </w:r>
      <w:r w:rsidR="00184E3C" w:rsidRPr="002D35B2">
        <w:rPr>
          <w:rFonts w:ascii="Aptos" w:hAnsi="Aptos" w:cs="Calibri"/>
          <w:color w:val="262626" w:themeColor="text1" w:themeTint="D9"/>
          <w:sz w:val="22"/>
          <w:szCs w:val="22"/>
        </w:rPr>
        <w:t xml:space="preserve"> :</w:t>
      </w:r>
      <w:proofErr w:type="gramEnd"/>
      <w:r w:rsidR="00184E3C" w:rsidRPr="00E84BA3">
        <w:rPr>
          <w:rFonts w:ascii="Calibri" w:hAnsi="Calibri" w:cs="Calibri"/>
          <w:color w:val="262626" w:themeColor="text1" w:themeTint="D9"/>
          <w:sz w:val="22"/>
          <w:szCs w:val="22"/>
        </w:rPr>
        <w:tab/>
      </w:r>
      <w:bookmarkEnd w:id="2"/>
      <w:r w:rsidR="00095D3E">
        <w:rPr>
          <w:rFonts w:ascii="Aptos Light" w:hAnsi="Aptos Light" w:cs="Calibri"/>
          <w:color w:val="262626" w:themeColor="text1" w:themeTint="D9"/>
          <w:sz w:val="22"/>
          <w:szCs w:val="22"/>
        </w:rPr>
        <w:t>Factorial A</w:t>
      </w:r>
      <w:r>
        <w:rPr>
          <w:rFonts w:ascii="Aptos Light" w:hAnsi="Aptos Light" w:cs="Calibri"/>
          <w:color w:val="262626" w:themeColor="text1" w:themeTint="D9"/>
          <w:sz w:val="22"/>
          <w:szCs w:val="22"/>
        </w:rPr>
        <w:t xml:space="preserve">NOVA </w:t>
      </w:r>
      <w:proofErr w:type="gramStart"/>
      <w:r>
        <w:rPr>
          <w:rFonts w:ascii="Aptos Light" w:hAnsi="Aptos Light" w:cs="Calibri"/>
          <w:color w:val="262626" w:themeColor="text1" w:themeTint="D9"/>
          <w:sz w:val="22"/>
          <w:szCs w:val="22"/>
        </w:rPr>
        <w:t>Model</w:t>
      </w:r>
      <w:r w:rsidR="00095D3E">
        <w:rPr>
          <w:rFonts w:ascii="Aptos Light" w:hAnsi="Aptos Light" w:cs="Calibri"/>
          <w:color w:val="262626" w:themeColor="text1" w:themeTint="D9"/>
          <w:sz w:val="22"/>
          <w:szCs w:val="22"/>
        </w:rPr>
        <w:t>s</w:t>
      </w:r>
      <w:r w:rsidR="00F66AE2">
        <w:rPr>
          <w:rFonts w:ascii="Aptos Light" w:hAnsi="Aptos Light" w:cs="Calibri"/>
          <w:color w:val="262626" w:themeColor="text1" w:themeTint="D9"/>
          <w:sz w:val="22"/>
          <w:szCs w:val="22"/>
        </w:rPr>
        <w:t xml:space="preserve"> ,</w:t>
      </w:r>
      <w:proofErr w:type="gramEnd"/>
      <w:r w:rsidR="00F66AE2">
        <w:rPr>
          <w:rFonts w:ascii="Aptos Light" w:hAnsi="Aptos Light" w:cs="Calibri"/>
          <w:color w:val="262626" w:themeColor="text1" w:themeTint="D9"/>
          <w:sz w:val="22"/>
          <w:szCs w:val="22"/>
        </w:rPr>
        <w:t xml:space="preserve"> </w:t>
      </w:r>
      <w:r w:rsidR="00585EA6">
        <w:rPr>
          <w:rFonts w:ascii="Aptos Light" w:hAnsi="Aptos Light" w:cs="Calibri"/>
          <w:color w:val="262626" w:themeColor="text1" w:themeTint="D9"/>
          <w:sz w:val="22"/>
          <w:szCs w:val="22"/>
        </w:rPr>
        <w:t xml:space="preserve">Profilers, Model Diagnostics, </w:t>
      </w:r>
      <w:r w:rsidR="00F66AE2">
        <w:rPr>
          <w:rFonts w:ascii="Aptos Light" w:hAnsi="Aptos Light" w:cs="Calibri"/>
          <w:color w:val="262626" w:themeColor="text1" w:themeTint="D9"/>
          <w:sz w:val="22"/>
          <w:szCs w:val="22"/>
        </w:rPr>
        <w:t>Simulation</w:t>
      </w:r>
    </w:p>
    <w:p w14:paraId="75A6092A" w14:textId="459ECA82" w:rsidR="000E6492" w:rsidRDefault="000E6492" w:rsidP="000E6492">
      <w:pPr>
        <w:autoSpaceDE w:val="0"/>
        <w:autoSpaceDN w:val="0"/>
        <w:adjustRightInd w:val="0"/>
        <w:spacing w:before="0" w:after="40"/>
        <w:ind w:left="1886" w:hanging="1886"/>
        <w:rPr>
          <w:rFonts w:ascii="Aptos Light" w:hAnsi="Aptos Light" w:cs="Calibri"/>
          <w:color w:val="262626" w:themeColor="text1" w:themeTint="D9"/>
          <w:sz w:val="22"/>
          <w:szCs w:val="22"/>
        </w:rPr>
      </w:pPr>
      <w:proofErr w:type="gramStart"/>
      <w:r>
        <w:rPr>
          <w:rFonts w:ascii="Aptos" w:hAnsi="Aptos" w:cs="Calibri"/>
          <w:color w:val="262626" w:themeColor="text1" w:themeTint="D9"/>
          <w:sz w:val="22"/>
          <w:szCs w:val="22"/>
        </w:rPr>
        <w:t>Distribution</w:t>
      </w:r>
      <w:r w:rsidRPr="002D35B2">
        <w:rPr>
          <w:rFonts w:ascii="Aptos" w:hAnsi="Aptos" w:cs="Calibri"/>
          <w:color w:val="262626" w:themeColor="text1" w:themeTint="D9"/>
          <w:sz w:val="22"/>
          <w:szCs w:val="22"/>
        </w:rPr>
        <w:t xml:space="preserve"> :</w:t>
      </w:r>
      <w:proofErr w:type="gramEnd"/>
      <w:r w:rsidRPr="00E84BA3">
        <w:rPr>
          <w:rFonts w:ascii="Calibri" w:hAnsi="Calibri" w:cs="Calibri"/>
          <w:color w:val="262626" w:themeColor="text1" w:themeTint="D9"/>
          <w:sz w:val="22"/>
          <w:szCs w:val="22"/>
        </w:rPr>
        <w:tab/>
      </w:r>
      <w:r>
        <w:rPr>
          <w:rFonts w:ascii="Aptos Light" w:hAnsi="Aptos Light" w:cs="Calibri"/>
          <w:color w:val="262626" w:themeColor="text1" w:themeTint="D9"/>
          <w:sz w:val="22"/>
          <w:szCs w:val="22"/>
        </w:rPr>
        <w:t xml:space="preserve">Histograms, Summary Statistics, </w:t>
      </w:r>
      <w:r w:rsidR="00B375B9">
        <w:rPr>
          <w:rFonts w:ascii="Aptos Light" w:hAnsi="Aptos Light" w:cs="Calibri"/>
          <w:color w:val="262626" w:themeColor="text1" w:themeTint="D9"/>
          <w:sz w:val="22"/>
          <w:szCs w:val="22"/>
        </w:rPr>
        <w:t xml:space="preserve">Bar Chart/Freq Table, </w:t>
      </w:r>
      <w:r>
        <w:rPr>
          <w:rFonts w:ascii="Aptos Light" w:hAnsi="Aptos Light" w:cs="Calibri"/>
          <w:color w:val="262626" w:themeColor="text1" w:themeTint="D9"/>
          <w:sz w:val="22"/>
          <w:szCs w:val="22"/>
        </w:rPr>
        <w:t>Capability Analysis</w:t>
      </w:r>
    </w:p>
    <w:p w14:paraId="2D0E859D" w14:textId="02DF07A7" w:rsidR="00850EF0" w:rsidRDefault="00850EF0" w:rsidP="00850EF0">
      <w:pPr>
        <w:autoSpaceDE w:val="0"/>
        <w:autoSpaceDN w:val="0"/>
        <w:adjustRightInd w:val="0"/>
        <w:spacing w:before="0" w:after="40"/>
        <w:ind w:left="1886" w:hanging="1886"/>
        <w:rPr>
          <w:rFonts w:ascii="Aptos Light" w:hAnsi="Aptos Light" w:cs="Calibri"/>
          <w:color w:val="262626" w:themeColor="text1" w:themeTint="D9"/>
          <w:sz w:val="22"/>
          <w:szCs w:val="22"/>
        </w:rPr>
      </w:pPr>
      <w:r>
        <w:rPr>
          <w:rFonts w:ascii="Aptos" w:hAnsi="Aptos" w:cs="Calibri"/>
          <w:color w:val="262626" w:themeColor="text1" w:themeTint="D9"/>
          <w:sz w:val="22"/>
          <w:szCs w:val="22"/>
        </w:rPr>
        <w:t>Formula Editor</w:t>
      </w:r>
      <w:r w:rsidRPr="002D35B2">
        <w:rPr>
          <w:rFonts w:ascii="Aptos" w:hAnsi="Aptos" w:cs="Calibri"/>
          <w:color w:val="262626" w:themeColor="text1" w:themeTint="D9"/>
          <w:sz w:val="22"/>
          <w:szCs w:val="22"/>
        </w:rPr>
        <w:t>:</w:t>
      </w:r>
      <w:r w:rsidRPr="00E84BA3">
        <w:rPr>
          <w:rFonts w:ascii="Calibri" w:hAnsi="Calibri" w:cs="Calibri"/>
          <w:color w:val="262626" w:themeColor="text1" w:themeTint="D9"/>
          <w:sz w:val="22"/>
          <w:szCs w:val="22"/>
        </w:rPr>
        <w:tab/>
      </w:r>
      <w:r>
        <w:rPr>
          <w:rFonts w:ascii="Aptos Light" w:hAnsi="Aptos Light" w:cs="Calibri"/>
          <w:color w:val="262626" w:themeColor="text1" w:themeTint="D9"/>
          <w:sz w:val="22"/>
          <w:szCs w:val="22"/>
        </w:rPr>
        <w:t>Conditional if/then statement</w:t>
      </w:r>
    </w:p>
    <w:p w14:paraId="44347F90" w14:textId="77777777" w:rsidR="00850EF0" w:rsidRDefault="00850EF0" w:rsidP="000E6492">
      <w:pPr>
        <w:autoSpaceDE w:val="0"/>
        <w:autoSpaceDN w:val="0"/>
        <w:adjustRightInd w:val="0"/>
        <w:spacing w:before="0" w:after="40"/>
        <w:ind w:left="1886" w:hanging="1886"/>
        <w:rPr>
          <w:rFonts w:ascii="Aptos Light" w:hAnsi="Aptos Light" w:cs="Calibri"/>
          <w:color w:val="262626" w:themeColor="text1" w:themeTint="D9"/>
          <w:sz w:val="22"/>
          <w:szCs w:val="22"/>
        </w:rPr>
      </w:pPr>
    </w:p>
    <w:p w14:paraId="30A57117" w14:textId="77777777" w:rsidR="000E6492" w:rsidRDefault="000E6492" w:rsidP="00032826">
      <w:pPr>
        <w:autoSpaceDE w:val="0"/>
        <w:autoSpaceDN w:val="0"/>
        <w:adjustRightInd w:val="0"/>
        <w:spacing w:before="0" w:after="40"/>
        <w:rPr>
          <w:rFonts w:ascii="Aptos Light" w:hAnsi="Aptos Light" w:cs="Calibri"/>
          <w:color w:val="262626" w:themeColor="text1" w:themeTint="D9"/>
          <w:sz w:val="22"/>
          <w:szCs w:val="22"/>
        </w:rPr>
      </w:pPr>
    </w:p>
    <w:bookmarkEnd w:id="0"/>
    <w:bookmarkEnd w:id="1"/>
    <w:p w14:paraId="6D2F23A9" w14:textId="77777777" w:rsidR="00964790" w:rsidRPr="006C5343" w:rsidRDefault="00964790" w:rsidP="00FD2D8D">
      <w:pPr>
        <w:autoSpaceDE w:val="0"/>
        <w:autoSpaceDN w:val="0"/>
        <w:adjustRightInd w:val="0"/>
        <w:spacing w:before="0" w:after="80"/>
        <w:rPr>
          <w:rFonts w:ascii="Avenir Book" w:hAnsi="Avenir Book" w:cs="Avenir Book"/>
          <w:color w:val="262626" w:themeColor="text1" w:themeTint="D9"/>
          <w:sz w:val="22"/>
          <w:szCs w:val="22"/>
        </w:rPr>
      </w:pPr>
    </w:p>
    <w:p w14:paraId="296214F7" w14:textId="77777777" w:rsidR="00FD2D8D" w:rsidRPr="002D35B2" w:rsidRDefault="00FD2D8D" w:rsidP="00FD2D8D">
      <w:pPr>
        <w:pStyle w:val="Title"/>
        <w:spacing w:after="120"/>
        <w:rPr>
          <w:rFonts w:ascii="Aptos SemiBold" w:hAnsi="Aptos SemiBold" w:cs="Calibri"/>
          <w:color w:val="262626" w:themeColor="text1" w:themeTint="D9"/>
          <w:sz w:val="22"/>
          <w:szCs w:val="22"/>
        </w:rPr>
      </w:pPr>
      <w:bookmarkStart w:id="3" w:name="OLE_LINK33"/>
      <w:bookmarkStart w:id="4" w:name="OLE_LINK34"/>
      <w:r w:rsidRPr="002D35B2">
        <w:rPr>
          <w:rFonts w:ascii="Aptos SemiBold" w:hAnsi="Aptos SemiBold" w:cs="Calibri"/>
          <w:color w:val="262626" w:themeColor="text1" w:themeTint="D9"/>
          <w:sz w:val="22"/>
          <w:szCs w:val="22"/>
        </w:rPr>
        <w:t>PROBLEM STATEMENT</w:t>
      </w:r>
    </w:p>
    <w:bookmarkEnd w:id="3"/>
    <w:bookmarkEnd w:id="4"/>
    <w:p w14:paraId="06F2AC26" w14:textId="29DCB187" w:rsidR="002618D4" w:rsidRPr="0082314D" w:rsidRDefault="00C91A39" w:rsidP="00FD2D8D">
      <w:pPr>
        <w:autoSpaceDE w:val="0"/>
        <w:autoSpaceDN w:val="0"/>
        <w:adjustRightInd w:val="0"/>
        <w:spacing w:before="0" w:after="80"/>
        <w:rPr>
          <w:rFonts w:ascii="Aptos Light" w:hAnsi="Aptos Light" w:cs="Sarabun Light"/>
          <w:color w:val="262626" w:themeColor="text1" w:themeTint="D9"/>
          <w:sz w:val="22"/>
          <w:szCs w:val="22"/>
        </w:rPr>
      </w:pPr>
      <w:r>
        <w:rPr>
          <w:rFonts w:ascii="Aptos Light" w:hAnsi="Aptos Light" w:cs="Sarabun Light"/>
          <w:color w:val="262626" w:themeColor="text1" w:themeTint="D9"/>
          <w:sz w:val="22"/>
          <w:szCs w:val="22"/>
        </w:rPr>
        <w:t xml:space="preserve">Plasma-Enhanced </w:t>
      </w:r>
      <w:r w:rsidR="0082314D" w:rsidRPr="0082314D">
        <w:rPr>
          <w:rFonts w:ascii="Aptos Light" w:hAnsi="Aptos Light" w:cs="Sarabun Light"/>
          <w:color w:val="262626" w:themeColor="text1" w:themeTint="D9"/>
          <w:sz w:val="22"/>
          <w:szCs w:val="22"/>
        </w:rPr>
        <w:t>Chemical Vapor Deposition (</w:t>
      </w:r>
      <w:r>
        <w:rPr>
          <w:rFonts w:ascii="Aptos Light" w:hAnsi="Aptos Light" w:cs="Sarabun Light"/>
          <w:color w:val="262626" w:themeColor="text1" w:themeTint="D9"/>
          <w:sz w:val="22"/>
          <w:szCs w:val="22"/>
        </w:rPr>
        <w:t>PE</w:t>
      </w:r>
      <w:r w:rsidR="0082314D" w:rsidRPr="0082314D">
        <w:rPr>
          <w:rFonts w:ascii="Aptos Light" w:hAnsi="Aptos Light" w:cs="Sarabun Light"/>
          <w:color w:val="262626" w:themeColor="text1" w:themeTint="D9"/>
          <w:sz w:val="22"/>
          <w:szCs w:val="22"/>
        </w:rPr>
        <w:t xml:space="preserve">CVD) is an essential process in semiconductor fabrication. In a high-temperature </w:t>
      </w:r>
      <w:r>
        <w:rPr>
          <w:rFonts w:ascii="Aptos Light" w:hAnsi="Aptos Light" w:cs="Sarabun Light"/>
          <w:color w:val="262626" w:themeColor="text1" w:themeTint="D9"/>
          <w:sz w:val="22"/>
          <w:szCs w:val="22"/>
        </w:rPr>
        <w:t xml:space="preserve">PECVD </w:t>
      </w:r>
      <w:r w:rsidR="0082314D" w:rsidRPr="0082314D">
        <w:rPr>
          <w:rFonts w:ascii="Aptos Light" w:hAnsi="Aptos Light" w:cs="Sarabun Light"/>
          <w:color w:val="262626" w:themeColor="text1" w:themeTint="D9"/>
          <w:sz w:val="22"/>
          <w:szCs w:val="22"/>
        </w:rPr>
        <w:t>reactor</w:t>
      </w:r>
      <w:r w:rsidR="004531B8">
        <w:rPr>
          <w:rFonts w:ascii="Aptos Light" w:hAnsi="Aptos Light" w:cs="Sarabun Light"/>
          <w:color w:val="262626" w:themeColor="text1" w:themeTint="D9"/>
          <w:sz w:val="22"/>
          <w:szCs w:val="22"/>
        </w:rPr>
        <w:t xml:space="preserve"> furnace</w:t>
      </w:r>
      <w:r w:rsidR="0082314D" w:rsidRPr="0082314D">
        <w:rPr>
          <w:rFonts w:ascii="Aptos Light" w:hAnsi="Aptos Light" w:cs="Sarabun Light"/>
          <w:color w:val="262626" w:themeColor="text1" w:themeTint="D9"/>
          <w:sz w:val="22"/>
          <w:szCs w:val="22"/>
        </w:rPr>
        <w:t xml:space="preserve">, gaseous chemicals </w:t>
      </w:r>
      <w:r>
        <w:rPr>
          <w:rFonts w:ascii="Aptos Light" w:hAnsi="Aptos Light" w:cs="Sarabun Light"/>
          <w:color w:val="262626" w:themeColor="text1" w:themeTint="D9"/>
          <w:sz w:val="22"/>
          <w:szCs w:val="22"/>
        </w:rPr>
        <w:t xml:space="preserve">are added </w:t>
      </w:r>
      <w:r w:rsidRPr="0082314D">
        <w:rPr>
          <w:rFonts w:ascii="Aptos Light" w:hAnsi="Aptos Light" w:cs="Sarabun Light"/>
          <w:color w:val="262626" w:themeColor="text1" w:themeTint="D9"/>
          <w:sz w:val="22"/>
          <w:szCs w:val="22"/>
        </w:rPr>
        <w:t xml:space="preserve">to form </w:t>
      </w:r>
      <w:r>
        <w:rPr>
          <w:rFonts w:ascii="Aptos Light" w:hAnsi="Aptos Light" w:cs="Sarabun Light"/>
          <w:color w:val="262626" w:themeColor="text1" w:themeTint="D9"/>
          <w:sz w:val="22"/>
          <w:szCs w:val="22"/>
        </w:rPr>
        <w:t xml:space="preserve">a </w:t>
      </w:r>
      <w:r w:rsidRPr="0082314D">
        <w:rPr>
          <w:rFonts w:ascii="Aptos Light" w:hAnsi="Aptos Light" w:cs="Sarabun Light"/>
          <w:color w:val="262626" w:themeColor="text1" w:themeTint="D9"/>
          <w:sz w:val="22"/>
          <w:szCs w:val="22"/>
        </w:rPr>
        <w:t xml:space="preserve">solid film </w:t>
      </w:r>
      <w:r>
        <w:rPr>
          <w:rFonts w:ascii="Aptos Light" w:hAnsi="Aptos Light" w:cs="Sarabun Light"/>
          <w:color w:val="262626" w:themeColor="text1" w:themeTint="D9"/>
          <w:sz w:val="22"/>
          <w:szCs w:val="22"/>
        </w:rPr>
        <w:t>on the</w:t>
      </w:r>
      <w:r w:rsidR="0082314D" w:rsidRPr="0082314D">
        <w:rPr>
          <w:rFonts w:ascii="Aptos Light" w:hAnsi="Aptos Light" w:cs="Sarabun Light"/>
          <w:color w:val="262626" w:themeColor="text1" w:themeTint="D9"/>
          <w:sz w:val="22"/>
          <w:szCs w:val="22"/>
        </w:rPr>
        <w:t xml:space="preserve"> surface. </w:t>
      </w:r>
      <w:r w:rsidR="00692FC2">
        <w:rPr>
          <w:rFonts w:ascii="Aptos Light" w:hAnsi="Aptos Light" w:cs="Sarabun Light"/>
          <w:color w:val="262626" w:themeColor="text1" w:themeTint="D9"/>
          <w:sz w:val="22"/>
          <w:szCs w:val="22"/>
        </w:rPr>
        <w:t>Stable</w:t>
      </w:r>
      <w:r w:rsidR="0082314D" w:rsidRPr="0082314D">
        <w:rPr>
          <w:rFonts w:ascii="Aptos Light" w:hAnsi="Aptos Light" w:cs="Sarabun Light"/>
          <w:color w:val="262626" w:themeColor="text1" w:themeTint="D9"/>
          <w:sz w:val="22"/>
          <w:szCs w:val="22"/>
        </w:rPr>
        <w:t xml:space="preserve"> control of temperature, gas </w:t>
      </w:r>
      <w:r w:rsidR="007E5CDE">
        <w:rPr>
          <w:rFonts w:ascii="Aptos Light" w:hAnsi="Aptos Light" w:cs="Sarabun Light"/>
          <w:color w:val="262626" w:themeColor="text1" w:themeTint="D9"/>
          <w:sz w:val="22"/>
          <w:szCs w:val="22"/>
        </w:rPr>
        <w:t>flow</w:t>
      </w:r>
      <w:r w:rsidR="0082314D" w:rsidRPr="0082314D">
        <w:rPr>
          <w:rFonts w:ascii="Aptos Light" w:hAnsi="Aptos Light" w:cs="Sarabun Light"/>
          <w:color w:val="262626" w:themeColor="text1" w:themeTint="D9"/>
          <w:sz w:val="22"/>
          <w:szCs w:val="22"/>
        </w:rPr>
        <w:t xml:space="preserve">, </w:t>
      </w:r>
      <w:r w:rsidR="007E5CDE">
        <w:rPr>
          <w:rFonts w:ascii="Aptos Light" w:hAnsi="Aptos Light" w:cs="Sarabun Light"/>
          <w:color w:val="262626" w:themeColor="text1" w:themeTint="D9"/>
          <w:sz w:val="22"/>
          <w:szCs w:val="22"/>
        </w:rPr>
        <w:t xml:space="preserve">pressure, </w:t>
      </w:r>
      <w:r w:rsidR="00692FC2">
        <w:rPr>
          <w:rFonts w:ascii="Aptos Light" w:hAnsi="Aptos Light" w:cs="Sarabun Light"/>
          <w:color w:val="262626" w:themeColor="text1" w:themeTint="D9"/>
          <w:sz w:val="22"/>
          <w:szCs w:val="22"/>
        </w:rPr>
        <w:t>power, among other variables i</w:t>
      </w:r>
      <w:r w:rsidR="00692FC2" w:rsidRPr="00896361">
        <w:rPr>
          <w:rFonts w:ascii="Aptos Light" w:hAnsi="Aptos Light" w:cs="Sarabun Light"/>
          <w:color w:val="262626" w:themeColor="text1" w:themeTint="D9"/>
          <w:sz w:val="22"/>
          <w:szCs w:val="22"/>
        </w:rPr>
        <w:t>s essential for creating a film with</w:t>
      </w:r>
      <w:r w:rsidR="0082314D" w:rsidRPr="0082314D">
        <w:rPr>
          <w:rFonts w:ascii="Aptos Light" w:hAnsi="Aptos Light" w:cs="Sarabun Light"/>
          <w:color w:val="262626" w:themeColor="text1" w:themeTint="D9"/>
          <w:sz w:val="22"/>
          <w:szCs w:val="22"/>
        </w:rPr>
        <w:t xml:space="preserve"> </w:t>
      </w:r>
      <w:r w:rsidR="00692FC2">
        <w:rPr>
          <w:rFonts w:ascii="Aptos Light" w:hAnsi="Aptos Light" w:cs="Sarabun Light"/>
          <w:color w:val="262626" w:themeColor="text1" w:themeTint="D9"/>
          <w:sz w:val="22"/>
          <w:szCs w:val="22"/>
        </w:rPr>
        <w:t>consistent thickness to desired specifications.</w:t>
      </w:r>
      <w:r w:rsidR="004F3B4D">
        <w:rPr>
          <w:rFonts w:ascii="Aptos Light" w:hAnsi="Aptos Light" w:cs="Sarabun Light"/>
          <w:color w:val="262626" w:themeColor="text1" w:themeTint="D9"/>
          <w:sz w:val="22"/>
          <w:szCs w:val="22"/>
        </w:rPr>
        <w:t xml:space="preserve"> Figure 1 is a simplified schematic diagram of the process.</w:t>
      </w:r>
    </w:p>
    <w:p w14:paraId="1AB71672" w14:textId="2A00B0BD" w:rsidR="002618D4" w:rsidRDefault="004F3B4D" w:rsidP="00FD2D8D">
      <w:pPr>
        <w:autoSpaceDE w:val="0"/>
        <w:autoSpaceDN w:val="0"/>
        <w:adjustRightInd w:val="0"/>
        <w:spacing w:before="0" w:after="80"/>
        <w:rPr>
          <w:rFonts w:ascii="Avenir Book" w:hAnsi="Avenir Book" w:cs="Avenir Book"/>
          <w:color w:val="262626" w:themeColor="text1" w:themeTint="D9"/>
          <w:sz w:val="22"/>
          <w:szCs w:val="22"/>
        </w:rPr>
      </w:pPr>
      <w:r>
        <w:rPr>
          <w:rFonts w:ascii="Avenir Book" w:hAnsi="Avenir Book" w:cs="Avenir Book"/>
          <w:noProof/>
          <w:color w:val="262626" w:themeColor="text1" w:themeTint="D9"/>
          <w:sz w:val="22"/>
          <w:szCs w:val="22"/>
        </w:rPr>
        <w:drawing>
          <wp:anchor distT="0" distB="0" distL="114300" distR="114300" simplePos="0" relativeHeight="251742208" behindDoc="0" locked="0" layoutInCell="1" allowOverlap="1" wp14:anchorId="6BD325AF" wp14:editId="1FBCE678">
            <wp:simplePos x="0" y="0"/>
            <wp:positionH relativeFrom="column">
              <wp:posOffset>789044</wp:posOffset>
            </wp:positionH>
            <wp:positionV relativeFrom="paragraph">
              <wp:posOffset>19760</wp:posOffset>
            </wp:positionV>
            <wp:extent cx="4168140" cy="2801620"/>
            <wp:effectExtent l="0" t="0" r="0" b="5080"/>
            <wp:wrapNone/>
            <wp:docPr id="118994202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9942024" name="Picture 4"/>
                    <pic:cNvPicPr/>
                  </pic:nvPicPr>
                  <pic:blipFill rotWithShape="1">
                    <a:blip r:embed="rId8">
                      <a:extLst>
                        <a:ext uri="{28A0092B-C50C-407E-A947-70E740481C1C}">
                          <a14:useLocalDpi xmlns:a14="http://schemas.microsoft.com/office/drawing/2010/main" val="0"/>
                        </a:ext>
                      </a:extLst>
                    </a:blip>
                    <a:srcRect t="142" b="431"/>
                    <a:stretch/>
                  </pic:blipFill>
                  <pic:spPr bwMode="auto">
                    <a:xfrm>
                      <a:off x="0" y="0"/>
                      <a:ext cx="4168140" cy="280162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3102392" w14:textId="682D396B" w:rsidR="002618D4" w:rsidRDefault="002618D4" w:rsidP="00FD2D8D">
      <w:pPr>
        <w:autoSpaceDE w:val="0"/>
        <w:autoSpaceDN w:val="0"/>
        <w:adjustRightInd w:val="0"/>
        <w:spacing w:before="0" w:after="80"/>
        <w:rPr>
          <w:rFonts w:ascii="Avenir Book" w:hAnsi="Avenir Book" w:cs="Avenir Book"/>
          <w:color w:val="262626" w:themeColor="text1" w:themeTint="D9"/>
          <w:sz w:val="22"/>
          <w:szCs w:val="22"/>
        </w:rPr>
      </w:pPr>
    </w:p>
    <w:p w14:paraId="00B06B09" w14:textId="6D14E1AD" w:rsidR="002618D4" w:rsidRDefault="002618D4" w:rsidP="00FD2D8D">
      <w:pPr>
        <w:autoSpaceDE w:val="0"/>
        <w:autoSpaceDN w:val="0"/>
        <w:adjustRightInd w:val="0"/>
        <w:spacing w:before="0" w:after="80"/>
        <w:rPr>
          <w:rFonts w:ascii="Avenir Book" w:hAnsi="Avenir Book" w:cs="Avenir Book"/>
          <w:color w:val="262626" w:themeColor="text1" w:themeTint="D9"/>
          <w:sz w:val="22"/>
          <w:szCs w:val="22"/>
        </w:rPr>
      </w:pPr>
    </w:p>
    <w:p w14:paraId="23FEEB05" w14:textId="70D7047F" w:rsidR="002618D4" w:rsidRDefault="002618D4" w:rsidP="00FD2D8D">
      <w:pPr>
        <w:autoSpaceDE w:val="0"/>
        <w:autoSpaceDN w:val="0"/>
        <w:adjustRightInd w:val="0"/>
        <w:spacing w:before="0" w:after="80"/>
        <w:rPr>
          <w:rFonts w:ascii="Avenir Book" w:hAnsi="Avenir Book" w:cs="Avenir Book"/>
          <w:color w:val="262626" w:themeColor="text1" w:themeTint="D9"/>
          <w:sz w:val="22"/>
          <w:szCs w:val="22"/>
        </w:rPr>
      </w:pPr>
    </w:p>
    <w:p w14:paraId="637FF21A" w14:textId="77777777" w:rsidR="002D28C4" w:rsidRDefault="002D28C4" w:rsidP="00FD2D8D">
      <w:pPr>
        <w:autoSpaceDE w:val="0"/>
        <w:autoSpaceDN w:val="0"/>
        <w:adjustRightInd w:val="0"/>
        <w:spacing w:before="0" w:after="80"/>
        <w:rPr>
          <w:rFonts w:ascii="Avenir Book" w:hAnsi="Avenir Book" w:cs="Avenir Book"/>
          <w:color w:val="262626" w:themeColor="text1" w:themeTint="D9"/>
          <w:sz w:val="22"/>
          <w:szCs w:val="22"/>
        </w:rPr>
      </w:pPr>
    </w:p>
    <w:p w14:paraId="248CC158" w14:textId="697E2273" w:rsidR="002618D4" w:rsidRDefault="002618D4" w:rsidP="00FD2D8D">
      <w:pPr>
        <w:autoSpaceDE w:val="0"/>
        <w:autoSpaceDN w:val="0"/>
        <w:adjustRightInd w:val="0"/>
        <w:spacing w:before="0" w:after="80"/>
        <w:rPr>
          <w:rFonts w:ascii="Avenir Book" w:hAnsi="Avenir Book" w:cs="Avenir Book"/>
          <w:color w:val="262626" w:themeColor="text1" w:themeTint="D9"/>
          <w:sz w:val="22"/>
          <w:szCs w:val="22"/>
        </w:rPr>
      </w:pPr>
    </w:p>
    <w:p w14:paraId="67EA4F1B" w14:textId="77777777" w:rsidR="0082314D" w:rsidRDefault="0082314D" w:rsidP="00FD2D8D">
      <w:pPr>
        <w:autoSpaceDE w:val="0"/>
        <w:autoSpaceDN w:val="0"/>
        <w:adjustRightInd w:val="0"/>
        <w:spacing w:before="0" w:after="80"/>
        <w:rPr>
          <w:rFonts w:ascii="Avenir Book" w:hAnsi="Avenir Book" w:cs="Avenir Book"/>
          <w:color w:val="262626" w:themeColor="text1" w:themeTint="D9"/>
          <w:sz w:val="22"/>
          <w:szCs w:val="22"/>
        </w:rPr>
      </w:pPr>
    </w:p>
    <w:p w14:paraId="775B20EC" w14:textId="77777777" w:rsidR="0082314D" w:rsidRDefault="0082314D" w:rsidP="00FD2D8D">
      <w:pPr>
        <w:autoSpaceDE w:val="0"/>
        <w:autoSpaceDN w:val="0"/>
        <w:adjustRightInd w:val="0"/>
        <w:spacing w:before="0" w:after="80"/>
        <w:rPr>
          <w:rFonts w:ascii="Avenir Book" w:hAnsi="Avenir Book" w:cs="Avenir Book"/>
          <w:color w:val="262626" w:themeColor="text1" w:themeTint="D9"/>
          <w:sz w:val="22"/>
          <w:szCs w:val="22"/>
        </w:rPr>
      </w:pPr>
    </w:p>
    <w:p w14:paraId="03AED51D" w14:textId="77777777" w:rsidR="0082314D" w:rsidRDefault="0082314D" w:rsidP="00FD2D8D">
      <w:pPr>
        <w:autoSpaceDE w:val="0"/>
        <w:autoSpaceDN w:val="0"/>
        <w:adjustRightInd w:val="0"/>
        <w:spacing w:before="0" w:after="80"/>
        <w:rPr>
          <w:rFonts w:ascii="Avenir Book" w:hAnsi="Avenir Book" w:cs="Avenir Book"/>
          <w:color w:val="262626" w:themeColor="text1" w:themeTint="D9"/>
          <w:sz w:val="22"/>
          <w:szCs w:val="22"/>
        </w:rPr>
      </w:pPr>
    </w:p>
    <w:p w14:paraId="5CCBC3E5" w14:textId="77777777" w:rsidR="0082314D" w:rsidRDefault="0082314D" w:rsidP="00FD2D8D">
      <w:pPr>
        <w:autoSpaceDE w:val="0"/>
        <w:autoSpaceDN w:val="0"/>
        <w:adjustRightInd w:val="0"/>
        <w:spacing w:before="0" w:after="80"/>
        <w:rPr>
          <w:rFonts w:ascii="Avenir Book" w:hAnsi="Avenir Book" w:cs="Avenir Book"/>
          <w:color w:val="262626" w:themeColor="text1" w:themeTint="D9"/>
          <w:sz w:val="22"/>
          <w:szCs w:val="22"/>
        </w:rPr>
      </w:pPr>
    </w:p>
    <w:p w14:paraId="466B5D36" w14:textId="6A179BF5" w:rsidR="0082314D" w:rsidRDefault="004F3B4D" w:rsidP="00FD2D8D">
      <w:pPr>
        <w:autoSpaceDE w:val="0"/>
        <w:autoSpaceDN w:val="0"/>
        <w:adjustRightInd w:val="0"/>
        <w:spacing w:before="0" w:after="80"/>
        <w:rPr>
          <w:rFonts w:ascii="Avenir Book" w:hAnsi="Avenir Book" w:cs="Avenir Book"/>
          <w:color w:val="262626" w:themeColor="text1" w:themeTint="D9"/>
          <w:sz w:val="22"/>
          <w:szCs w:val="22"/>
        </w:rPr>
      </w:pPr>
      <w:r>
        <w:rPr>
          <w:rFonts w:ascii="Calibri Light" w:hAnsi="Calibri Light" w:cs="Calibri Light"/>
          <w:noProof/>
          <w:color w:val="262626" w:themeColor="text1" w:themeTint="D9"/>
          <w:sz w:val="22"/>
          <w:szCs w:val="22"/>
        </w:rPr>
        <mc:AlternateContent>
          <mc:Choice Requires="wps">
            <w:drawing>
              <wp:anchor distT="0" distB="0" distL="114300" distR="114300" simplePos="0" relativeHeight="251802624" behindDoc="0" locked="0" layoutInCell="1" allowOverlap="1" wp14:anchorId="2631B09F" wp14:editId="38558F41">
                <wp:simplePos x="0" y="0"/>
                <wp:positionH relativeFrom="column">
                  <wp:posOffset>827928</wp:posOffset>
                </wp:positionH>
                <wp:positionV relativeFrom="paragraph">
                  <wp:posOffset>200025</wp:posOffset>
                </wp:positionV>
                <wp:extent cx="1035050" cy="328295"/>
                <wp:effectExtent l="0" t="0" r="0" b="0"/>
                <wp:wrapNone/>
                <wp:docPr id="35078791" name="Text Box 24"/>
                <wp:cNvGraphicFramePr/>
                <a:graphic xmlns:a="http://schemas.openxmlformats.org/drawingml/2006/main">
                  <a:graphicData uri="http://schemas.microsoft.com/office/word/2010/wordprocessingShape">
                    <wps:wsp>
                      <wps:cNvSpPr txBox="1"/>
                      <wps:spPr>
                        <a:xfrm>
                          <a:off x="0" y="0"/>
                          <a:ext cx="1035050" cy="328295"/>
                        </a:xfrm>
                        <a:prstGeom prst="rect">
                          <a:avLst/>
                        </a:prstGeom>
                        <a:noFill/>
                        <a:ln w="6350">
                          <a:noFill/>
                        </a:ln>
                      </wps:spPr>
                      <wps:txbx>
                        <w:txbxContent>
                          <w:p w14:paraId="39B6F969" w14:textId="2717D8DA" w:rsidR="004F3B4D" w:rsidRPr="00D34865" w:rsidRDefault="004F3B4D" w:rsidP="004F3B4D">
                            <w:pPr>
                              <w:rPr>
                                <w:rFonts w:ascii="Aptos" w:hAnsi="Aptos"/>
                                <w:sz w:val="18"/>
                                <w:szCs w:val="18"/>
                              </w:rPr>
                            </w:pPr>
                            <w:r>
                              <w:rPr>
                                <w:rFonts w:ascii="Aptos" w:hAnsi="Aptos"/>
                                <w:sz w:val="18"/>
                                <w:szCs w:val="18"/>
                              </w:rPr>
                              <w:t>Figure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631B09F" id="Text Box 24" o:spid="_x0000_s1027" type="#_x0000_t202" style="position:absolute;margin-left:65.2pt;margin-top:15.75pt;width:81.5pt;height:25.85pt;z-index:2518026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" filled="f" stroked="f" strokeweight=".5pt">
                <v:textbox>
                  <w:txbxContent>
                    <w:p w14:paraId="39B6F969" w14:textId="2717D8DA" w:rsidR="004F3B4D" w:rsidRPr="00D34865" w:rsidRDefault="004F3B4D" w:rsidP="004F3B4D">
                      <w:pPr>
                        <w:rPr>
                          <w:rFonts w:ascii="Aptos" w:hAnsi="Aptos"/>
                          <w:sz w:val="18"/>
                          <w:szCs w:val="18"/>
                        </w:rPr>
                      </w:pPr>
                      <w:r>
                        <w:rPr>
                          <w:rFonts w:ascii="Aptos" w:hAnsi="Aptos"/>
                          <w:sz w:val="18"/>
                          <w:szCs w:val="18"/>
                        </w:rPr>
                        <w:t>Figure 1</w:t>
                      </w:r>
                    </w:p>
                  </w:txbxContent>
                </v:textbox>
              </v:shape>
            </w:pict>
          </mc:Fallback>
        </mc:AlternateContent>
      </w:r>
    </w:p>
    <w:p w14:paraId="28398930" w14:textId="450EF69C" w:rsidR="002618D4" w:rsidRDefault="002618D4" w:rsidP="00FD2D8D">
      <w:pPr>
        <w:autoSpaceDE w:val="0"/>
        <w:autoSpaceDN w:val="0"/>
        <w:adjustRightInd w:val="0"/>
        <w:spacing w:before="0" w:after="80"/>
        <w:rPr>
          <w:rFonts w:ascii="Avenir Book" w:hAnsi="Avenir Book" w:cs="Avenir Book"/>
          <w:color w:val="262626" w:themeColor="text1" w:themeTint="D9"/>
          <w:sz w:val="22"/>
          <w:szCs w:val="22"/>
        </w:rPr>
      </w:pPr>
    </w:p>
    <w:p w14:paraId="3B87F7C9" w14:textId="77777777" w:rsidR="004F3B4D" w:rsidRDefault="00BF6574" w:rsidP="00B33F03">
      <w:pPr>
        <w:autoSpaceDE w:val="0"/>
        <w:autoSpaceDN w:val="0"/>
        <w:adjustRightInd w:val="0"/>
        <w:spacing w:before="0" w:after="80"/>
        <w:rPr>
          <w:rFonts w:ascii="Aptos Light" w:hAnsi="Aptos Light" w:cs="Sarabun Light"/>
          <w:color w:val="262626" w:themeColor="text1" w:themeTint="D9"/>
          <w:sz w:val="22"/>
          <w:szCs w:val="22"/>
        </w:rPr>
      </w:pPr>
      <w:r>
        <w:rPr>
          <w:rFonts w:ascii="Aptos Light" w:hAnsi="Aptos Light" w:cs="Sarabun Light"/>
          <w:color w:val="262626" w:themeColor="text1" w:themeTint="D9"/>
          <w:sz w:val="22"/>
          <w:szCs w:val="22"/>
        </w:rPr>
        <w:br/>
      </w:r>
    </w:p>
    <w:p w14:paraId="3575A42E" w14:textId="783C1EBD" w:rsidR="00B33F03" w:rsidRPr="002D35B2" w:rsidRDefault="00692FC2" w:rsidP="00B33F03">
      <w:pPr>
        <w:autoSpaceDE w:val="0"/>
        <w:autoSpaceDN w:val="0"/>
        <w:adjustRightInd w:val="0"/>
        <w:spacing w:before="0" w:after="80"/>
        <w:rPr>
          <w:rFonts w:ascii="Aptos Light" w:hAnsi="Aptos Light" w:cs="Sarabun Light"/>
          <w:color w:val="262626" w:themeColor="text1" w:themeTint="D9"/>
          <w:sz w:val="22"/>
          <w:szCs w:val="22"/>
        </w:rPr>
      </w:pPr>
      <w:bookmarkStart w:id="5" w:name="OLE_LINK7"/>
      <w:r>
        <w:rPr>
          <w:rFonts w:ascii="Aptos Light" w:hAnsi="Aptos Light" w:cs="Sarabun Light"/>
          <w:color w:val="262626" w:themeColor="text1" w:themeTint="D9"/>
          <w:sz w:val="22"/>
          <w:szCs w:val="22"/>
        </w:rPr>
        <w:t>An engineering</w:t>
      </w:r>
      <w:r w:rsidR="00895F9D">
        <w:rPr>
          <w:rFonts w:ascii="Aptos Light" w:hAnsi="Aptos Light" w:cs="Sarabun Light"/>
          <w:color w:val="262626" w:themeColor="text1" w:themeTint="D9"/>
          <w:sz w:val="22"/>
          <w:szCs w:val="22"/>
        </w:rPr>
        <w:t xml:space="preserve"> team is looking to better understand the impact that gas flow and power inputs have on the </w:t>
      </w:r>
      <w:r w:rsidR="00BF6574">
        <w:rPr>
          <w:rFonts w:ascii="Aptos Light" w:hAnsi="Aptos Light" w:cs="Sarabun Light"/>
          <w:color w:val="262626" w:themeColor="text1" w:themeTint="D9"/>
          <w:sz w:val="22"/>
          <w:szCs w:val="22"/>
        </w:rPr>
        <w:t xml:space="preserve">resulting </w:t>
      </w:r>
      <w:r w:rsidR="00895F9D">
        <w:rPr>
          <w:rFonts w:ascii="Aptos Light" w:hAnsi="Aptos Light" w:cs="Sarabun Light"/>
          <w:color w:val="262626" w:themeColor="text1" w:themeTint="D9"/>
          <w:sz w:val="22"/>
          <w:szCs w:val="22"/>
        </w:rPr>
        <w:t>thickness of the thin film.</w:t>
      </w:r>
      <w:r w:rsidR="00BF6574">
        <w:rPr>
          <w:rFonts w:ascii="Aptos Light" w:hAnsi="Aptos Light" w:cs="Sarabun Light"/>
          <w:color w:val="262626" w:themeColor="text1" w:themeTint="D9"/>
          <w:sz w:val="22"/>
          <w:szCs w:val="22"/>
        </w:rPr>
        <w:t xml:space="preserve"> The team designs an experiment that will vary </w:t>
      </w:r>
      <w:r w:rsidR="007E5CDE">
        <w:rPr>
          <w:rFonts w:ascii="Aptos Light" w:hAnsi="Aptos Light" w:cs="Sarabun Light"/>
          <w:color w:val="262626" w:themeColor="text1" w:themeTint="D9"/>
          <w:sz w:val="22"/>
          <w:szCs w:val="22"/>
        </w:rPr>
        <w:t>g</w:t>
      </w:r>
      <w:r w:rsidR="00BF6574">
        <w:rPr>
          <w:rFonts w:ascii="Aptos Light" w:hAnsi="Aptos Light" w:cs="Sarabun Light"/>
          <w:color w:val="262626" w:themeColor="text1" w:themeTint="D9"/>
          <w:sz w:val="22"/>
          <w:szCs w:val="22"/>
        </w:rPr>
        <w:t xml:space="preserve">as </w:t>
      </w:r>
      <w:r w:rsidR="007E5CDE">
        <w:rPr>
          <w:rFonts w:ascii="Aptos Light" w:hAnsi="Aptos Light" w:cs="Sarabun Light"/>
          <w:color w:val="262626" w:themeColor="text1" w:themeTint="D9"/>
          <w:sz w:val="22"/>
          <w:szCs w:val="22"/>
        </w:rPr>
        <w:t>f</w:t>
      </w:r>
      <w:r w:rsidR="00BF6574">
        <w:rPr>
          <w:rFonts w:ascii="Aptos Light" w:hAnsi="Aptos Light" w:cs="Sarabun Light"/>
          <w:color w:val="262626" w:themeColor="text1" w:themeTint="D9"/>
          <w:sz w:val="22"/>
          <w:szCs w:val="22"/>
        </w:rPr>
        <w:t xml:space="preserve">low between 240 and 300 </w:t>
      </w:r>
      <w:r w:rsidR="00831544" w:rsidRPr="00831544">
        <w:rPr>
          <w:rFonts w:ascii="Aptos Light" w:hAnsi="Aptos Light" w:cs="Sarabun Light"/>
          <w:color w:val="262626" w:themeColor="text1" w:themeTint="D9"/>
          <w:sz w:val="22"/>
          <w:szCs w:val="22"/>
        </w:rPr>
        <w:t>Standard cubic cm per minute</w:t>
      </w:r>
      <w:r w:rsidR="00BF6574">
        <w:rPr>
          <w:rFonts w:ascii="Aptos Light" w:hAnsi="Aptos Light" w:cs="Sarabun Light"/>
          <w:color w:val="262626" w:themeColor="text1" w:themeTint="D9"/>
          <w:sz w:val="22"/>
          <w:szCs w:val="22"/>
        </w:rPr>
        <w:t xml:space="preserve">, </w:t>
      </w:r>
      <w:r w:rsidR="007E5CDE">
        <w:rPr>
          <w:rFonts w:ascii="Aptos Light" w:hAnsi="Aptos Light" w:cs="Sarabun Light"/>
          <w:color w:val="262626" w:themeColor="text1" w:themeTint="D9"/>
          <w:sz w:val="22"/>
          <w:szCs w:val="22"/>
        </w:rPr>
        <w:t>h</w:t>
      </w:r>
      <w:r w:rsidR="00BF6574">
        <w:rPr>
          <w:rFonts w:ascii="Aptos Light" w:hAnsi="Aptos Light" w:cs="Sarabun Light"/>
          <w:color w:val="262626" w:themeColor="text1" w:themeTint="D9"/>
          <w:sz w:val="22"/>
          <w:szCs w:val="22"/>
        </w:rPr>
        <w:t xml:space="preserve">igh </w:t>
      </w:r>
      <w:r w:rsidR="007E5CDE">
        <w:rPr>
          <w:rFonts w:ascii="Aptos Light" w:hAnsi="Aptos Light" w:cs="Sarabun Light"/>
          <w:color w:val="262626" w:themeColor="text1" w:themeTint="D9"/>
          <w:sz w:val="22"/>
          <w:szCs w:val="22"/>
        </w:rPr>
        <w:t>f</w:t>
      </w:r>
      <w:r w:rsidR="00BF6574">
        <w:rPr>
          <w:rFonts w:ascii="Aptos Light" w:hAnsi="Aptos Light" w:cs="Sarabun Light"/>
          <w:color w:val="262626" w:themeColor="text1" w:themeTint="D9"/>
          <w:sz w:val="22"/>
          <w:szCs w:val="22"/>
        </w:rPr>
        <w:t xml:space="preserve">requency </w:t>
      </w:r>
      <w:r w:rsidR="007E5CDE">
        <w:rPr>
          <w:rFonts w:ascii="Aptos Light" w:hAnsi="Aptos Light" w:cs="Sarabun Light"/>
          <w:color w:val="262626" w:themeColor="text1" w:themeTint="D9"/>
          <w:sz w:val="22"/>
          <w:szCs w:val="22"/>
        </w:rPr>
        <w:t>p</w:t>
      </w:r>
      <w:r w:rsidR="00BF6574">
        <w:rPr>
          <w:rFonts w:ascii="Aptos Light" w:hAnsi="Aptos Light" w:cs="Sarabun Light"/>
          <w:color w:val="262626" w:themeColor="text1" w:themeTint="D9"/>
          <w:sz w:val="22"/>
          <w:szCs w:val="22"/>
        </w:rPr>
        <w:t>ower between 750 and 850</w:t>
      </w:r>
      <w:r w:rsidR="001D40F4">
        <w:rPr>
          <w:rFonts w:ascii="Aptos Light" w:hAnsi="Aptos Light" w:cs="Sarabun Light"/>
          <w:color w:val="262626" w:themeColor="text1" w:themeTint="D9"/>
          <w:sz w:val="22"/>
          <w:szCs w:val="22"/>
        </w:rPr>
        <w:t xml:space="preserve"> Watts</w:t>
      </w:r>
      <w:r w:rsidR="00BF6574">
        <w:rPr>
          <w:rFonts w:ascii="Aptos Light" w:hAnsi="Aptos Light" w:cs="Sarabun Light"/>
          <w:color w:val="262626" w:themeColor="text1" w:themeTint="D9"/>
          <w:sz w:val="22"/>
          <w:szCs w:val="22"/>
        </w:rPr>
        <w:t xml:space="preserve">, and </w:t>
      </w:r>
      <w:r w:rsidR="007E5CDE">
        <w:rPr>
          <w:rFonts w:ascii="Aptos Light" w:hAnsi="Aptos Light" w:cs="Sarabun Light"/>
          <w:color w:val="262626" w:themeColor="text1" w:themeTint="D9"/>
          <w:sz w:val="22"/>
          <w:szCs w:val="22"/>
        </w:rPr>
        <w:t>l</w:t>
      </w:r>
      <w:r w:rsidR="00BF6574">
        <w:rPr>
          <w:rFonts w:ascii="Aptos Light" w:hAnsi="Aptos Light" w:cs="Sarabun Light"/>
          <w:color w:val="262626" w:themeColor="text1" w:themeTint="D9"/>
          <w:sz w:val="22"/>
          <w:szCs w:val="22"/>
        </w:rPr>
        <w:t xml:space="preserve">ow </w:t>
      </w:r>
      <w:r w:rsidR="007E5CDE">
        <w:rPr>
          <w:rFonts w:ascii="Aptos Light" w:hAnsi="Aptos Light" w:cs="Sarabun Light"/>
          <w:color w:val="262626" w:themeColor="text1" w:themeTint="D9"/>
          <w:sz w:val="22"/>
          <w:szCs w:val="22"/>
        </w:rPr>
        <w:t>f</w:t>
      </w:r>
      <w:r w:rsidR="00BF6574">
        <w:rPr>
          <w:rFonts w:ascii="Aptos Light" w:hAnsi="Aptos Light" w:cs="Sarabun Light"/>
          <w:color w:val="262626" w:themeColor="text1" w:themeTint="D9"/>
          <w:sz w:val="22"/>
          <w:szCs w:val="22"/>
        </w:rPr>
        <w:t xml:space="preserve">requency </w:t>
      </w:r>
      <w:r w:rsidR="007E5CDE">
        <w:rPr>
          <w:rFonts w:ascii="Aptos Light" w:hAnsi="Aptos Light" w:cs="Sarabun Light"/>
          <w:color w:val="262626" w:themeColor="text1" w:themeTint="D9"/>
          <w:sz w:val="22"/>
          <w:szCs w:val="22"/>
        </w:rPr>
        <w:t>p</w:t>
      </w:r>
      <w:r w:rsidR="00BF6574">
        <w:rPr>
          <w:rFonts w:ascii="Aptos Light" w:hAnsi="Aptos Light" w:cs="Sarabun Light"/>
          <w:color w:val="262626" w:themeColor="text1" w:themeTint="D9"/>
          <w:sz w:val="22"/>
          <w:szCs w:val="22"/>
        </w:rPr>
        <w:t>ower</w:t>
      </w:r>
      <w:bookmarkEnd w:id="5"/>
      <w:r w:rsidR="00BF6574">
        <w:rPr>
          <w:rFonts w:ascii="Aptos Light" w:hAnsi="Aptos Light" w:cs="Sarabun Light"/>
          <w:color w:val="262626" w:themeColor="text1" w:themeTint="D9"/>
          <w:sz w:val="22"/>
          <w:szCs w:val="22"/>
        </w:rPr>
        <w:t xml:space="preserve"> between 180 and 22</w:t>
      </w:r>
      <w:r w:rsidR="001D40F4">
        <w:rPr>
          <w:rFonts w:ascii="Aptos Light" w:hAnsi="Aptos Light" w:cs="Sarabun Light"/>
          <w:color w:val="262626" w:themeColor="text1" w:themeTint="D9"/>
          <w:sz w:val="22"/>
          <w:szCs w:val="22"/>
        </w:rPr>
        <w:t>0 Watts.</w:t>
      </w:r>
      <w:r w:rsidR="00BF6574">
        <w:rPr>
          <w:rFonts w:ascii="Aptos Light" w:hAnsi="Aptos Light" w:cs="Sarabun Light"/>
          <w:color w:val="262626" w:themeColor="text1" w:themeTint="D9"/>
          <w:sz w:val="22"/>
          <w:szCs w:val="22"/>
        </w:rPr>
        <w:t xml:space="preserve"> </w:t>
      </w:r>
      <w:r w:rsidR="007E5CDE">
        <w:rPr>
          <w:rFonts w:ascii="Aptos Light" w:hAnsi="Aptos Light" w:cs="Sarabun Light"/>
          <w:color w:val="262626" w:themeColor="text1" w:themeTint="D9"/>
          <w:sz w:val="22"/>
          <w:szCs w:val="22"/>
        </w:rPr>
        <w:t>T</w:t>
      </w:r>
      <w:r w:rsidR="00BF6574">
        <w:rPr>
          <w:rFonts w:ascii="Aptos Light" w:hAnsi="Aptos Light" w:cs="Sarabun Light"/>
          <w:color w:val="262626" w:themeColor="text1" w:themeTint="D9"/>
          <w:sz w:val="22"/>
          <w:szCs w:val="22"/>
        </w:rPr>
        <w:t xml:space="preserve">o study the impact each factor may have along with their possible interactions, and a potential curvature effect, the particular </w:t>
      </w:r>
      <w:r w:rsidR="00BF6574">
        <w:rPr>
          <w:rFonts w:ascii="Aptos Light" w:hAnsi="Aptos Light" w:cs="Sarabun Light"/>
          <w:color w:val="262626" w:themeColor="text1" w:themeTint="D9"/>
          <w:sz w:val="22"/>
          <w:szCs w:val="22"/>
        </w:rPr>
        <w:lastRenderedPageBreak/>
        <w:t xml:space="preserve">experimental design chosen is </w:t>
      </w:r>
      <w:r w:rsidR="001D40F4">
        <w:rPr>
          <w:rFonts w:ascii="Aptos Light" w:hAnsi="Aptos Light" w:cs="Sarabun Light"/>
          <w:color w:val="262626" w:themeColor="text1" w:themeTint="D9"/>
          <w:sz w:val="22"/>
          <w:szCs w:val="22"/>
        </w:rPr>
        <w:t xml:space="preserve">a </w:t>
      </w:r>
      <w:r w:rsidR="00BF6574">
        <w:rPr>
          <w:rFonts w:ascii="Aptos Light" w:hAnsi="Aptos Light" w:cs="Sarabun Light"/>
          <w:color w:val="262626" w:themeColor="text1" w:themeTint="D9"/>
          <w:sz w:val="22"/>
          <w:szCs w:val="22"/>
        </w:rPr>
        <w:t>3</w:t>
      </w:r>
      <w:r w:rsidR="001D40F4">
        <w:rPr>
          <w:rFonts w:ascii="Aptos Light" w:hAnsi="Aptos Light" w:cs="Sarabun Light"/>
          <w:color w:val="262626" w:themeColor="text1" w:themeTint="D9"/>
          <w:sz w:val="22"/>
          <w:szCs w:val="22"/>
        </w:rPr>
        <w:t>-F</w:t>
      </w:r>
      <w:r w:rsidR="00BF6574">
        <w:rPr>
          <w:rFonts w:ascii="Aptos Light" w:hAnsi="Aptos Light" w:cs="Sarabun Light"/>
          <w:color w:val="262626" w:themeColor="text1" w:themeTint="D9"/>
          <w:sz w:val="22"/>
          <w:szCs w:val="22"/>
        </w:rPr>
        <w:t>actor 2</w:t>
      </w:r>
      <w:r w:rsidR="001D40F4">
        <w:rPr>
          <w:rFonts w:ascii="Aptos Light" w:hAnsi="Aptos Light" w:cs="Sarabun Light"/>
          <w:color w:val="262626" w:themeColor="text1" w:themeTint="D9"/>
          <w:sz w:val="22"/>
          <w:szCs w:val="22"/>
        </w:rPr>
        <w:t>-</w:t>
      </w:r>
      <w:r w:rsidR="00BF6574">
        <w:rPr>
          <w:rFonts w:ascii="Aptos Light" w:hAnsi="Aptos Light" w:cs="Sarabun Light"/>
          <w:color w:val="262626" w:themeColor="text1" w:themeTint="D9"/>
          <w:sz w:val="22"/>
          <w:szCs w:val="22"/>
        </w:rPr>
        <w:t xml:space="preserve">Level Design with Center Points. Figure </w:t>
      </w:r>
      <w:r w:rsidR="004F3B4D">
        <w:rPr>
          <w:rFonts w:ascii="Aptos Light" w:hAnsi="Aptos Light" w:cs="Sarabun Light"/>
          <w:color w:val="262626" w:themeColor="text1" w:themeTint="D9"/>
          <w:sz w:val="22"/>
          <w:szCs w:val="22"/>
        </w:rPr>
        <w:t>2</w:t>
      </w:r>
      <w:r w:rsidR="00BF6574">
        <w:rPr>
          <w:rFonts w:ascii="Aptos Light" w:hAnsi="Aptos Light" w:cs="Sarabun Light"/>
          <w:color w:val="262626" w:themeColor="text1" w:themeTint="D9"/>
          <w:sz w:val="22"/>
          <w:szCs w:val="22"/>
        </w:rPr>
        <w:t xml:space="preserve"> is a diagram of that </w:t>
      </w:r>
      <w:r w:rsidR="004F3B4D">
        <w:rPr>
          <w:rFonts w:ascii="Aptos Light" w:hAnsi="Aptos Light" w:cs="Sarabun Light"/>
          <w:color w:val="262626" w:themeColor="text1" w:themeTint="D9"/>
          <w:sz w:val="22"/>
          <w:szCs w:val="22"/>
        </w:rPr>
        <w:t xml:space="preserve">experimental </w:t>
      </w:r>
      <w:r w:rsidR="00BF6574">
        <w:rPr>
          <w:rFonts w:ascii="Aptos Light" w:hAnsi="Aptos Light" w:cs="Sarabun Light"/>
          <w:color w:val="262626" w:themeColor="text1" w:themeTint="D9"/>
          <w:sz w:val="22"/>
          <w:szCs w:val="22"/>
        </w:rPr>
        <w:t xml:space="preserve">design. </w:t>
      </w:r>
      <w:r w:rsidR="00341AB2">
        <w:rPr>
          <w:rFonts w:ascii="Aptos Light" w:hAnsi="Aptos Light" w:cs="Sarabun Light"/>
          <w:color w:val="262626" w:themeColor="text1" w:themeTint="D9"/>
          <w:sz w:val="22"/>
          <w:szCs w:val="22"/>
        </w:rPr>
        <w:t xml:space="preserve">Note that there are 2 experimental runs at each of the </w:t>
      </w:r>
      <w:r w:rsidR="00DE4B29">
        <w:rPr>
          <w:rFonts w:ascii="Aptos Light" w:hAnsi="Aptos Light" w:cs="Sarabun Light"/>
          <w:color w:val="262626" w:themeColor="text1" w:themeTint="D9"/>
          <w:sz w:val="22"/>
          <w:szCs w:val="22"/>
        </w:rPr>
        <w:t xml:space="preserve">8 </w:t>
      </w:r>
      <w:r w:rsidR="00341AB2">
        <w:rPr>
          <w:rFonts w:ascii="Aptos Light" w:hAnsi="Aptos Light" w:cs="Sarabun Light"/>
          <w:color w:val="262626" w:themeColor="text1" w:themeTint="D9"/>
          <w:sz w:val="22"/>
          <w:szCs w:val="22"/>
        </w:rPr>
        <w:t>corner points and 4 runs at the center point</w:t>
      </w:r>
      <w:r w:rsidR="0019068D">
        <w:rPr>
          <w:rFonts w:ascii="Aptos Light" w:hAnsi="Aptos Light" w:cs="Sarabun Light"/>
          <w:color w:val="262626" w:themeColor="text1" w:themeTint="D9"/>
          <w:sz w:val="22"/>
          <w:szCs w:val="22"/>
        </w:rPr>
        <w:t xml:space="preserve"> resulting in </w:t>
      </w:r>
      <w:r w:rsidR="00DE4B29">
        <w:rPr>
          <w:rFonts w:ascii="Aptos Light" w:hAnsi="Aptos Light" w:cs="Sarabun Light"/>
          <w:color w:val="262626" w:themeColor="text1" w:themeTint="D9"/>
          <w:sz w:val="22"/>
          <w:szCs w:val="22"/>
        </w:rPr>
        <w:t xml:space="preserve">a total of </w:t>
      </w:r>
      <w:r w:rsidR="0019068D">
        <w:rPr>
          <w:rFonts w:ascii="Aptos Light" w:hAnsi="Aptos Light" w:cs="Sarabun Light"/>
          <w:color w:val="262626" w:themeColor="text1" w:themeTint="D9"/>
          <w:sz w:val="22"/>
          <w:szCs w:val="22"/>
        </w:rPr>
        <w:t xml:space="preserve">20 experimental runs. The order of the runs </w:t>
      </w:r>
      <w:r w:rsidR="0035325B">
        <w:rPr>
          <w:rFonts w:ascii="Aptos Light" w:hAnsi="Aptos Light" w:cs="Sarabun Light"/>
          <w:color w:val="262626" w:themeColor="text1" w:themeTint="D9"/>
          <w:sz w:val="22"/>
          <w:szCs w:val="22"/>
        </w:rPr>
        <w:t>was</w:t>
      </w:r>
      <w:r w:rsidR="0019068D">
        <w:rPr>
          <w:rFonts w:ascii="Aptos Light" w:hAnsi="Aptos Light" w:cs="Sarabun Light"/>
          <w:color w:val="262626" w:themeColor="text1" w:themeTint="D9"/>
          <w:sz w:val="22"/>
          <w:szCs w:val="22"/>
        </w:rPr>
        <w:t xml:space="preserve"> </w:t>
      </w:r>
      <w:r w:rsidR="00DE4B29">
        <w:rPr>
          <w:rFonts w:ascii="Aptos Light" w:hAnsi="Aptos Light" w:cs="Sarabun Light"/>
          <w:color w:val="262626" w:themeColor="text1" w:themeTint="D9"/>
          <w:sz w:val="22"/>
          <w:szCs w:val="22"/>
        </w:rPr>
        <w:t>pe</w:t>
      </w:r>
      <w:r w:rsidR="00626923">
        <w:rPr>
          <w:rFonts w:ascii="Aptos Light" w:hAnsi="Aptos Light" w:cs="Sarabun Light"/>
          <w:color w:val="262626" w:themeColor="text1" w:themeTint="D9"/>
          <w:sz w:val="22"/>
          <w:szCs w:val="22"/>
        </w:rPr>
        <w:t>r</w:t>
      </w:r>
      <w:r w:rsidR="00DE4B29">
        <w:rPr>
          <w:rFonts w:ascii="Aptos Light" w:hAnsi="Aptos Light" w:cs="Sarabun Light"/>
          <w:color w:val="262626" w:themeColor="text1" w:themeTint="D9"/>
          <w:sz w:val="22"/>
          <w:szCs w:val="22"/>
        </w:rPr>
        <w:t>formed</w:t>
      </w:r>
      <w:r w:rsidR="0019068D">
        <w:rPr>
          <w:rFonts w:ascii="Aptos Light" w:hAnsi="Aptos Light" w:cs="Sarabun Light"/>
          <w:color w:val="262626" w:themeColor="text1" w:themeTint="D9"/>
          <w:sz w:val="22"/>
          <w:szCs w:val="22"/>
        </w:rPr>
        <w:t xml:space="preserve"> randomly. For each run, 5 thickness measurements were made on the wafer. The Average and the Standard Deviation in Thickness will be used as the outcome variable</w:t>
      </w:r>
      <w:r w:rsidR="00B25CFF">
        <w:rPr>
          <w:rFonts w:ascii="Aptos Light" w:hAnsi="Aptos Light" w:cs="Sarabun Light"/>
          <w:color w:val="262626" w:themeColor="text1" w:themeTint="D9"/>
          <w:sz w:val="22"/>
          <w:szCs w:val="22"/>
        </w:rPr>
        <w:t>s</w:t>
      </w:r>
      <w:r w:rsidR="0019068D">
        <w:rPr>
          <w:rFonts w:ascii="Aptos Light" w:hAnsi="Aptos Light" w:cs="Sarabun Light"/>
          <w:color w:val="262626" w:themeColor="text1" w:themeTint="D9"/>
          <w:sz w:val="22"/>
          <w:szCs w:val="22"/>
        </w:rPr>
        <w:t xml:space="preserve"> for the analyses.</w:t>
      </w:r>
    </w:p>
    <w:p w14:paraId="354F493A" w14:textId="6A801D24" w:rsidR="00C06049" w:rsidRPr="00E84BA3" w:rsidRDefault="00C06049" w:rsidP="00B33F03">
      <w:pPr>
        <w:autoSpaceDE w:val="0"/>
        <w:autoSpaceDN w:val="0"/>
        <w:adjustRightInd w:val="0"/>
        <w:spacing w:before="0" w:after="80"/>
        <w:rPr>
          <w:rFonts w:ascii="Calibri Light" w:hAnsi="Calibri Light" w:cs="Calibri Light"/>
          <w:color w:val="262626" w:themeColor="text1" w:themeTint="D9"/>
          <w:sz w:val="22"/>
          <w:szCs w:val="22"/>
        </w:rPr>
      </w:pPr>
    </w:p>
    <w:p w14:paraId="610E825B" w14:textId="5AEDD5BD" w:rsidR="00DB3F4B" w:rsidRPr="00E84BA3" w:rsidRDefault="00DB3F4B" w:rsidP="00FD2D8D">
      <w:pPr>
        <w:autoSpaceDE w:val="0"/>
        <w:autoSpaceDN w:val="0"/>
        <w:adjustRightInd w:val="0"/>
        <w:spacing w:before="0" w:after="80"/>
        <w:rPr>
          <w:rFonts w:ascii="Calibri Light" w:hAnsi="Calibri Light" w:cs="Calibri Light"/>
          <w:color w:val="262626" w:themeColor="text1" w:themeTint="D9"/>
          <w:sz w:val="22"/>
          <w:szCs w:val="22"/>
        </w:rPr>
      </w:pPr>
    </w:p>
    <w:p w14:paraId="4F06B403" w14:textId="6D7B9C2C" w:rsidR="00DB3F4B" w:rsidRDefault="004E22F7" w:rsidP="00FD2D8D">
      <w:pPr>
        <w:autoSpaceDE w:val="0"/>
        <w:autoSpaceDN w:val="0"/>
        <w:adjustRightInd w:val="0"/>
        <w:spacing w:before="0" w:after="80"/>
        <w:rPr>
          <w:rFonts w:ascii="Calibri Light" w:hAnsi="Calibri Light" w:cs="Calibri Light"/>
          <w:color w:val="262626" w:themeColor="text1" w:themeTint="D9"/>
          <w:sz w:val="22"/>
          <w:szCs w:val="22"/>
        </w:rPr>
      </w:pPr>
      <w:r>
        <w:rPr>
          <w:rFonts w:ascii="Calibri Light" w:hAnsi="Calibri Light" w:cs="Calibri Light"/>
          <w:noProof/>
          <w:color w:val="262626" w:themeColor="text1" w:themeTint="D9"/>
          <w:sz w:val="22"/>
          <w:szCs w:val="22"/>
        </w:rPr>
        <w:drawing>
          <wp:anchor distT="0" distB="0" distL="114300" distR="114300" simplePos="0" relativeHeight="251781120" behindDoc="0" locked="0" layoutInCell="1" allowOverlap="1" wp14:anchorId="23ABDABE" wp14:editId="03A863DE">
            <wp:simplePos x="0" y="0"/>
            <wp:positionH relativeFrom="column">
              <wp:posOffset>1713132</wp:posOffset>
            </wp:positionH>
            <wp:positionV relativeFrom="paragraph">
              <wp:posOffset>130810</wp:posOffset>
            </wp:positionV>
            <wp:extent cx="2092751" cy="1873862"/>
            <wp:effectExtent l="0" t="0" r="3175" b="6350"/>
            <wp:wrapNone/>
            <wp:docPr id="1123602931"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3602931" name="Picture 1123602931"/>
                    <pic:cNvPicPr/>
                  </pic:nvPicPr>
                  <pic:blipFill>
                    <a:blip r:embed="rId9" cstate="print">
                      <a:extLst>
                        <a:ext uri="{28A0092B-C50C-407E-A947-70E740481C1C}">
                          <a14:useLocalDpi xmlns:a14="http://schemas.microsoft.com/office/drawing/2010/main" val="0"/>
                        </a:ext>
                      </a:extLst>
                    </a:blip>
                    <a:stretch>
                      <a:fillRect/>
                    </a:stretch>
                  </pic:blipFill>
                  <pic:spPr>
                    <a:xfrm>
                      <a:off x="0" y="0"/>
                      <a:ext cx="2092751" cy="1873862"/>
                    </a:xfrm>
                    <a:prstGeom prst="rect">
                      <a:avLst/>
                    </a:prstGeom>
                  </pic:spPr>
                </pic:pic>
              </a:graphicData>
            </a:graphic>
            <wp14:sizeRelH relativeFrom="page">
              <wp14:pctWidth>0</wp14:pctWidth>
            </wp14:sizeRelH>
            <wp14:sizeRelV relativeFrom="page">
              <wp14:pctHeight>0</wp14:pctHeight>
            </wp14:sizeRelV>
          </wp:anchor>
        </w:drawing>
      </w:r>
    </w:p>
    <w:p w14:paraId="3D2A7077" w14:textId="3E2A84BF" w:rsidR="004E22F7" w:rsidRDefault="004E22F7" w:rsidP="00FD2D8D">
      <w:pPr>
        <w:autoSpaceDE w:val="0"/>
        <w:autoSpaceDN w:val="0"/>
        <w:adjustRightInd w:val="0"/>
        <w:spacing w:before="0" w:after="80"/>
        <w:rPr>
          <w:rFonts w:ascii="Calibri Light" w:hAnsi="Calibri Light" w:cs="Calibri Light"/>
          <w:color w:val="262626" w:themeColor="text1" w:themeTint="D9"/>
          <w:sz w:val="22"/>
          <w:szCs w:val="22"/>
        </w:rPr>
      </w:pPr>
    </w:p>
    <w:p w14:paraId="0C84AB48" w14:textId="721C87D1" w:rsidR="004E22F7" w:rsidRDefault="00D34865" w:rsidP="00FD2D8D">
      <w:pPr>
        <w:autoSpaceDE w:val="0"/>
        <w:autoSpaceDN w:val="0"/>
        <w:adjustRightInd w:val="0"/>
        <w:spacing w:before="0" w:after="80"/>
        <w:rPr>
          <w:rFonts w:ascii="Calibri Light" w:hAnsi="Calibri Light" w:cs="Calibri Light"/>
          <w:color w:val="262626" w:themeColor="text1" w:themeTint="D9"/>
          <w:sz w:val="22"/>
          <w:szCs w:val="22"/>
        </w:rPr>
      </w:pPr>
      <w:r>
        <w:rPr>
          <w:rFonts w:ascii="Calibri Light" w:hAnsi="Calibri Light" w:cs="Calibri Light"/>
          <w:noProof/>
          <w:color w:val="262626" w:themeColor="text1" w:themeTint="D9"/>
          <w:sz w:val="22"/>
          <w:szCs w:val="22"/>
        </w:rPr>
        <mc:AlternateContent>
          <mc:Choice Requires="wps">
            <w:drawing>
              <wp:anchor distT="0" distB="0" distL="114300" distR="114300" simplePos="0" relativeHeight="251788288" behindDoc="0" locked="0" layoutInCell="1" allowOverlap="1" wp14:anchorId="46D42A0E" wp14:editId="2933E999">
                <wp:simplePos x="0" y="0"/>
                <wp:positionH relativeFrom="column">
                  <wp:posOffset>1473102</wp:posOffset>
                </wp:positionH>
                <wp:positionV relativeFrom="paragraph">
                  <wp:posOffset>17780</wp:posOffset>
                </wp:positionV>
                <wp:extent cx="461639" cy="328474"/>
                <wp:effectExtent l="0" t="0" r="0" b="0"/>
                <wp:wrapNone/>
                <wp:docPr id="1076010363" name="Text Box 24"/>
                <wp:cNvGraphicFramePr/>
                <a:graphic xmlns:a="http://schemas.openxmlformats.org/drawingml/2006/main">
                  <a:graphicData uri="http://schemas.microsoft.com/office/word/2010/wordprocessingShape">
                    <wps:wsp>
                      <wps:cNvSpPr txBox="1"/>
                      <wps:spPr>
                        <a:xfrm>
                          <a:off x="0" y="0"/>
                          <a:ext cx="461639" cy="328474"/>
                        </a:xfrm>
                        <a:prstGeom prst="rect">
                          <a:avLst/>
                        </a:prstGeom>
                        <a:noFill/>
                        <a:ln w="6350">
                          <a:noFill/>
                        </a:ln>
                      </wps:spPr>
                      <wps:txbx>
                        <w:txbxContent>
                          <w:p w14:paraId="3624FCCD" w14:textId="7AB30778" w:rsidR="00D34865" w:rsidRPr="00D34865" w:rsidRDefault="00D34865" w:rsidP="00D34865">
                            <w:pPr>
                              <w:jc w:val="center"/>
                              <w:rPr>
                                <w:rFonts w:ascii="Aptos" w:hAnsi="Aptos"/>
                                <w:sz w:val="18"/>
                                <w:szCs w:val="18"/>
                              </w:rPr>
                            </w:pPr>
                            <w:r>
                              <w:rPr>
                                <w:rFonts w:ascii="Aptos" w:hAnsi="Aptos"/>
                                <w:sz w:val="18"/>
                                <w:szCs w:val="18"/>
                              </w:rPr>
                              <w:t>300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6D42A0E" id="_x0000_s1028" type="#_x0000_t202" style="position:absolute;margin-left:116pt;margin-top:1.4pt;width:36.35pt;height:25.85pt;z-index:251788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" filled="f" stroked="f" strokeweight=".5pt">
                <v:textbox>
                  <w:txbxContent>
                    <w:p w14:paraId="3624FCCD" w14:textId="7AB30778" w:rsidR="00D34865" w:rsidRPr="00D34865" w:rsidRDefault="00D34865" w:rsidP="00D34865">
                      <w:pPr>
                        <w:jc w:val="center"/>
                        <w:rPr>
                          <w:rFonts w:ascii="Aptos" w:hAnsi="Aptos"/>
                          <w:sz w:val="18"/>
                          <w:szCs w:val="18"/>
                        </w:rPr>
                      </w:pPr>
                      <w:r>
                        <w:rPr>
                          <w:rFonts w:ascii="Aptos" w:hAnsi="Aptos"/>
                          <w:sz w:val="18"/>
                          <w:szCs w:val="18"/>
                        </w:rPr>
                        <w:t>300</w:t>
                      </w:r>
                    </w:p>
                  </w:txbxContent>
                </v:textbox>
              </v:shape>
            </w:pict>
          </mc:Fallback>
        </mc:AlternateContent>
      </w:r>
    </w:p>
    <w:p w14:paraId="4AB603BF" w14:textId="046F391D" w:rsidR="004E22F7" w:rsidRDefault="004E22F7" w:rsidP="00FD2D8D">
      <w:pPr>
        <w:autoSpaceDE w:val="0"/>
        <w:autoSpaceDN w:val="0"/>
        <w:adjustRightInd w:val="0"/>
        <w:spacing w:before="0" w:after="80"/>
        <w:rPr>
          <w:rFonts w:ascii="Calibri Light" w:hAnsi="Calibri Light" w:cs="Calibri Light"/>
          <w:color w:val="262626" w:themeColor="text1" w:themeTint="D9"/>
          <w:sz w:val="22"/>
          <w:szCs w:val="22"/>
        </w:rPr>
      </w:pPr>
    </w:p>
    <w:p w14:paraId="6935BBFB" w14:textId="6769BF01" w:rsidR="004E22F7" w:rsidRDefault="002F108E" w:rsidP="00FD2D8D">
      <w:pPr>
        <w:autoSpaceDE w:val="0"/>
        <w:autoSpaceDN w:val="0"/>
        <w:adjustRightInd w:val="0"/>
        <w:spacing w:before="0" w:after="80"/>
        <w:rPr>
          <w:rFonts w:ascii="Calibri Light" w:hAnsi="Calibri Light" w:cs="Calibri Light"/>
          <w:color w:val="262626" w:themeColor="text1" w:themeTint="D9"/>
          <w:sz w:val="22"/>
          <w:szCs w:val="22"/>
        </w:rPr>
      </w:pPr>
      <w:r>
        <w:rPr>
          <w:rFonts w:ascii="Calibri Light" w:hAnsi="Calibri Light" w:cs="Calibri Light"/>
          <w:noProof/>
          <w:color w:val="262626" w:themeColor="text1" w:themeTint="D9"/>
          <w:sz w:val="22"/>
          <w:szCs w:val="22"/>
        </w:rPr>
        <mc:AlternateContent>
          <mc:Choice Requires="wps">
            <w:drawing>
              <wp:anchor distT="0" distB="0" distL="114300" distR="114300" simplePos="0" relativeHeight="251800576" behindDoc="0" locked="0" layoutInCell="1" allowOverlap="1" wp14:anchorId="03FC244B" wp14:editId="0D311DB1">
                <wp:simplePos x="0" y="0"/>
                <wp:positionH relativeFrom="column">
                  <wp:posOffset>2514600</wp:posOffset>
                </wp:positionH>
                <wp:positionV relativeFrom="paragraph">
                  <wp:posOffset>223520</wp:posOffset>
                </wp:positionV>
                <wp:extent cx="650240" cy="610235"/>
                <wp:effectExtent l="0" t="0" r="0" b="0"/>
                <wp:wrapNone/>
                <wp:docPr id="327796442" name="Text Box 24"/>
                <wp:cNvGraphicFramePr/>
                <a:graphic xmlns:a="http://schemas.openxmlformats.org/drawingml/2006/main">
                  <a:graphicData uri="http://schemas.microsoft.com/office/word/2010/wordprocessingShape">
                    <wps:wsp>
                      <wps:cNvSpPr txBox="1"/>
                      <wps:spPr>
                        <a:xfrm>
                          <a:off x="0" y="0"/>
                          <a:ext cx="650240" cy="610235"/>
                        </a:xfrm>
                        <a:prstGeom prst="rect">
                          <a:avLst/>
                        </a:prstGeom>
                        <a:noFill/>
                        <a:ln w="6350">
                          <a:noFill/>
                        </a:ln>
                      </wps:spPr>
                      <wps:txbx>
                        <w:txbxContent>
                          <w:p w14:paraId="03B1796F" w14:textId="6F2AFB87" w:rsidR="003A5203" w:rsidRPr="00D34865" w:rsidRDefault="00D34865" w:rsidP="003A5203">
                            <w:pPr>
                              <w:rPr>
                                <w:rFonts w:ascii="Aptos" w:hAnsi="Aptos"/>
                                <w:sz w:val="18"/>
                                <w:szCs w:val="18"/>
                              </w:rPr>
                            </w:pPr>
                            <w:r>
                              <w:rPr>
                                <w:rFonts w:ascii="Aptos" w:hAnsi="Aptos"/>
                                <w:sz w:val="18"/>
                                <w:szCs w:val="18"/>
                              </w:rPr>
                              <w:t>GF:</w:t>
                            </w:r>
                            <w:r w:rsidR="005A6A6A">
                              <w:rPr>
                                <w:rFonts w:ascii="Aptos" w:hAnsi="Aptos"/>
                                <w:sz w:val="18"/>
                                <w:szCs w:val="18"/>
                              </w:rPr>
                              <w:t xml:space="preserve"> 27</w:t>
                            </w:r>
                            <w:r w:rsidR="003A5203">
                              <w:rPr>
                                <w:rFonts w:ascii="Aptos" w:hAnsi="Aptos"/>
                                <w:sz w:val="18"/>
                                <w:szCs w:val="18"/>
                              </w:rPr>
                              <w:t>0</w:t>
                            </w:r>
                            <w:r w:rsidR="003A5203">
                              <w:rPr>
                                <w:rFonts w:ascii="Aptos" w:hAnsi="Aptos"/>
                                <w:sz w:val="18"/>
                                <w:szCs w:val="18"/>
                              </w:rPr>
                              <w:br/>
                              <w:t>HFP: 800</w:t>
                            </w:r>
                            <w:r w:rsidR="003A5203">
                              <w:rPr>
                                <w:rFonts w:ascii="Aptos" w:hAnsi="Aptos"/>
                                <w:sz w:val="18"/>
                                <w:szCs w:val="18"/>
                              </w:rPr>
                              <w:br/>
                              <w:t>LFP: 2</w:t>
                            </w:r>
                            <w:r w:rsidR="00302229">
                              <w:rPr>
                                <w:rFonts w:ascii="Aptos" w:hAnsi="Aptos"/>
                                <w:sz w:val="18"/>
                                <w:szCs w:val="18"/>
                              </w:rPr>
                              <w:t>2</w:t>
                            </w:r>
                            <w:r w:rsidR="003A5203">
                              <w:rPr>
                                <w:rFonts w:ascii="Aptos" w:hAnsi="Aptos"/>
                                <w:sz w:val="18"/>
                                <w:szCs w:val="18"/>
                              </w:rPr>
                              <w:t>0</w:t>
                            </w:r>
                          </w:p>
                          <w:p w14:paraId="13C4E087" w14:textId="4A8C3ED0" w:rsidR="00D34865" w:rsidRPr="00D34865" w:rsidRDefault="003A5203" w:rsidP="005A6A6A">
                            <w:pPr>
                              <w:rPr>
                                <w:rFonts w:ascii="Aptos" w:hAnsi="Aptos"/>
                                <w:sz w:val="18"/>
                                <w:szCs w:val="18"/>
                              </w:rPr>
                            </w:pPr>
                            <w:r>
                              <w:rPr>
                                <w:rFonts w:ascii="Aptos" w:hAnsi="Aptos"/>
                                <w:sz w:val="18"/>
                                <w:szCs w:val="18"/>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FC244B" id="_x0000_s1029" type="#_x0000_t202" style="position:absolute;margin-left:198pt;margin-top:17.6pt;width:51.2pt;height:48.05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" filled="f" stroked="f" strokeweight=".5pt">
                <v:textbox>
                  <w:txbxContent>
                    <w:p w14:paraId="03B1796F" w14:textId="6F2AFB87" w:rsidR="003A5203" w:rsidRPr="00D34865" w:rsidRDefault="00D34865" w:rsidP="003A5203">
                      <w:pPr>
                        <w:rPr>
                          <w:rFonts w:ascii="Aptos" w:hAnsi="Aptos"/>
                          <w:sz w:val="18"/>
                          <w:szCs w:val="18"/>
                        </w:rPr>
                      </w:pPr>
                      <w:r>
                        <w:rPr>
                          <w:rFonts w:ascii="Aptos" w:hAnsi="Aptos"/>
                          <w:sz w:val="18"/>
                          <w:szCs w:val="18"/>
                        </w:rPr>
                        <w:t>GF:</w:t>
                      </w:r>
                      <w:r w:rsidR="005A6A6A">
                        <w:rPr>
                          <w:rFonts w:ascii="Aptos" w:hAnsi="Aptos"/>
                          <w:sz w:val="18"/>
                          <w:szCs w:val="18"/>
                        </w:rPr>
                        <w:t xml:space="preserve"> 27</w:t>
                      </w:r>
                      <w:r w:rsidR="003A5203">
                        <w:rPr>
                          <w:rFonts w:ascii="Aptos" w:hAnsi="Aptos"/>
                          <w:sz w:val="18"/>
                          <w:szCs w:val="18"/>
                        </w:rPr>
                        <w:t>0</w:t>
                      </w:r>
                      <w:r w:rsidR="003A5203">
                        <w:rPr>
                          <w:rFonts w:ascii="Aptos" w:hAnsi="Aptos"/>
                          <w:sz w:val="18"/>
                          <w:szCs w:val="18"/>
                        </w:rPr>
                        <w:br/>
                      </w:r>
                      <w:r w:rsidR="003A5203">
                        <w:rPr>
                          <w:rFonts w:ascii="Aptos" w:hAnsi="Aptos"/>
                          <w:sz w:val="18"/>
                          <w:szCs w:val="18"/>
                        </w:rPr>
                        <w:t>HFP: 800</w:t>
                      </w:r>
                      <w:r w:rsidR="003A5203">
                        <w:rPr>
                          <w:rFonts w:ascii="Aptos" w:hAnsi="Aptos"/>
                          <w:sz w:val="18"/>
                          <w:szCs w:val="18"/>
                        </w:rPr>
                        <w:br/>
                        <w:t>LFP: 2</w:t>
                      </w:r>
                      <w:r w:rsidR="00302229">
                        <w:rPr>
                          <w:rFonts w:ascii="Aptos" w:hAnsi="Aptos"/>
                          <w:sz w:val="18"/>
                          <w:szCs w:val="18"/>
                        </w:rPr>
                        <w:t>2</w:t>
                      </w:r>
                      <w:r w:rsidR="003A5203">
                        <w:rPr>
                          <w:rFonts w:ascii="Aptos" w:hAnsi="Aptos"/>
                          <w:sz w:val="18"/>
                          <w:szCs w:val="18"/>
                        </w:rPr>
                        <w:t>0</w:t>
                      </w:r>
                    </w:p>
                    <w:p w14:paraId="13C4E087" w14:textId="4A8C3ED0" w:rsidR="00D34865" w:rsidRPr="00D34865" w:rsidRDefault="003A5203" w:rsidP="005A6A6A">
                      <w:pPr>
                        <w:rPr>
                          <w:rFonts w:ascii="Aptos" w:hAnsi="Aptos"/>
                          <w:sz w:val="18"/>
                          <w:szCs w:val="18"/>
                        </w:rPr>
                      </w:pPr>
                      <w:r>
                        <w:rPr>
                          <w:rFonts w:ascii="Aptos" w:hAnsi="Aptos"/>
                          <w:sz w:val="18"/>
                          <w:szCs w:val="18"/>
                        </w:rPr>
                        <w:br/>
                      </w:r>
                    </w:p>
                  </w:txbxContent>
                </v:textbox>
              </v:shape>
            </w:pict>
          </mc:Fallback>
        </mc:AlternateContent>
      </w:r>
      <w:r>
        <w:rPr>
          <w:rFonts w:ascii="Calibri Light" w:hAnsi="Calibri Light" w:cs="Calibri Light"/>
          <w:noProof/>
          <w:color w:val="262626" w:themeColor="text1" w:themeTint="D9"/>
          <w:sz w:val="22"/>
          <w:szCs w:val="22"/>
        </w:rPr>
        <mc:AlternateContent>
          <mc:Choice Requires="wps">
            <w:drawing>
              <wp:anchor distT="0" distB="0" distL="114300" distR="114300" simplePos="0" relativeHeight="251786240" behindDoc="0" locked="0" layoutInCell="1" allowOverlap="1" wp14:anchorId="6BFA115A" wp14:editId="56D38F66">
                <wp:simplePos x="0" y="0"/>
                <wp:positionH relativeFrom="column">
                  <wp:posOffset>1272540</wp:posOffset>
                </wp:positionH>
                <wp:positionV relativeFrom="paragraph">
                  <wp:posOffset>121920</wp:posOffset>
                </wp:positionV>
                <wp:extent cx="683260" cy="328295"/>
                <wp:effectExtent l="0" t="0" r="0" b="0"/>
                <wp:wrapNone/>
                <wp:docPr id="1674802009" name="Text Box 24"/>
                <wp:cNvGraphicFramePr/>
                <a:graphic xmlns:a="http://schemas.openxmlformats.org/drawingml/2006/main">
                  <a:graphicData uri="http://schemas.microsoft.com/office/word/2010/wordprocessingShape">
                    <wps:wsp>
                      <wps:cNvSpPr txBox="1"/>
                      <wps:spPr>
                        <a:xfrm>
                          <a:off x="0" y="0"/>
                          <a:ext cx="683260" cy="328295"/>
                        </a:xfrm>
                        <a:prstGeom prst="rect">
                          <a:avLst/>
                        </a:prstGeom>
                        <a:noFill/>
                        <a:ln w="6350">
                          <a:noFill/>
                        </a:ln>
                      </wps:spPr>
                      <wps:txbx>
                        <w:txbxContent>
                          <w:p w14:paraId="393DFFE4" w14:textId="253C4594" w:rsidR="00D34865" w:rsidRPr="00D34865" w:rsidRDefault="00D34865" w:rsidP="00D34865">
                            <w:pPr>
                              <w:jc w:val="center"/>
                              <w:rPr>
                                <w:rFonts w:ascii="Aptos" w:hAnsi="Aptos"/>
                                <w:sz w:val="18"/>
                                <w:szCs w:val="18"/>
                              </w:rPr>
                            </w:pPr>
                            <w:r>
                              <w:rPr>
                                <w:rFonts w:ascii="Aptos" w:hAnsi="Aptos"/>
                                <w:sz w:val="18"/>
                                <w:szCs w:val="18"/>
                              </w:rPr>
                              <w:t>Gas Flow</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BFA115A" id="_x0000_s1030" type="#_x0000_t202" style="position:absolute;margin-left:100.2pt;margin-top:9.6pt;width:53.8pt;height:25.85pt;z-index:251786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" filled="f" stroked="f" strokeweight=".5pt">
                <v:textbox>
                  <w:txbxContent>
                    <w:p w14:paraId="393DFFE4" w14:textId="253C4594" w:rsidR="00D34865" w:rsidRPr="00D34865" w:rsidRDefault="00D34865" w:rsidP="00D34865">
                      <w:pPr>
                        <w:jc w:val="center"/>
                        <w:rPr>
                          <w:rFonts w:ascii="Aptos" w:hAnsi="Aptos"/>
                          <w:sz w:val="18"/>
                          <w:szCs w:val="18"/>
                        </w:rPr>
                      </w:pPr>
                      <w:r>
                        <w:rPr>
                          <w:rFonts w:ascii="Aptos" w:hAnsi="Aptos"/>
                          <w:sz w:val="18"/>
                          <w:szCs w:val="18"/>
                        </w:rPr>
                        <w:t>Gas Flow</w:t>
                      </w:r>
                    </w:p>
                  </w:txbxContent>
                </v:textbox>
              </v:shape>
            </w:pict>
          </mc:Fallback>
        </mc:AlternateContent>
      </w:r>
      <w:r>
        <w:rPr>
          <w:rFonts w:ascii="Calibri Light" w:hAnsi="Calibri Light" w:cs="Calibri Light"/>
          <w:noProof/>
          <w:color w:val="262626" w:themeColor="text1" w:themeTint="D9"/>
          <w:sz w:val="22"/>
          <w:szCs w:val="22"/>
        </w:rPr>
        <mc:AlternateContent>
          <mc:Choice Requires="wps">
            <w:drawing>
              <wp:anchor distT="0" distB="0" distL="114300" distR="114300" simplePos="0" relativeHeight="251798528" behindDoc="0" locked="0" layoutInCell="1" allowOverlap="1" wp14:anchorId="0557A592" wp14:editId="717CABB1">
                <wp:simplePos x="0" y="0"/>
                <wp:positionH relativeFrom="column">
                  <wp:posOffset>3648710</wp:posOffset>
                </wp:positionH>
                <wp:positionV relativeFrom="paragraph">
                  <wp:posOffset>392430</wp:posOffset>
                </wp:positionV>
                <wp:extent cx="461010" cy="328295"/>
                <wp:effectExtent l="0" t="0" r="0" b="0"/>
                <wp:wrapNone/>
                <wp:docPr id="333344512" name="Text Box 24"/>
                <wp:cNvGraphicFramePr/>
                <a:graphic xmlns:a="http://schemas.openxmlformats.org/drawingml/2006/main">
                  <a:graphicData uri="http://schemas.microsoft.com/office/word/2010/wordprocessingShape">
                    <wps:wsp>
                      <wps:cNvSpPr txBox="1"/>
                      <wps:spPr>
                        <a:xfrm>
                          <a:off x="0" y="0"/>
                          <a:ext cx="461010" cy="328295"/>
                        </a:xfrm>
                        <a:prstGeom prst="rect">
                          <a:avLst/>
                        </a:prstGeom>
                        <a:noFill/>
                        <a:ln w="6350">
                          <a:noFill/>
                        </a:ln>
                      </wps:spPr>
                      <wps:txbx>
                        <w:txbxContent>
                          <w:p w14:paraId="2D74A746" w14:textId="7DE16FAA" w:rsidR="00D34865" w:rsidRPr="00D34865" w:rsidRDefault="00D34865" w:rsidP="00D34865">
                            <w:pPr>
                              <w:jc w:val="center"/>
                              <w:rPr>
                                <w:rFonts w:ascii="Aptos" w:hAnsi="Aptos"/>
                                <w:sz w:val="18"/>
                                <w:szCs w:val="18"/>
                              </w:rPr>
                            </w:pPr>
                            <w:r>
                              <w:rPr>
                                <w:rFonts w:ascii="Aptos" w:hAnsi="Aptos"/>
                                <w:sz w:val="18"/>
                                <w:szCs w:val="18"/>
                              </w:rPr>
                              <w:t>260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557A592" id="_x0000_s1031" type="#_x0000_t202" style="position:absolute;margin-left:287.3pt;margin-top:30.9pt;width:36.3pt;height:25.85pt;z-index:251798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" filled="f" stroked="f" strokeweight=".5pt">
                <v:textbox>
                  <w:txbxContent>
                    <w:p w14:paraId="2D74A746" w14:textId="7DE16FAA" w:rsidR="00D34865" w:rsidRPr="00D34865" w:rsidRDefault="00D34865" w:rsidP="00D34865">
                      <w:pPr>
                        <w:jc w:val="center"/>
                        <w:rPr>
                          <w:rFonts w:ascii="Aptos" w:hAnsi="Aptos"/>
                          <w:sz w:val="18"/>
                          <w:szCs w:val="18"/>
                        </w:rPr>
                      </w:pPr>
                      <w:r>
                        <w:rPr>
                          <w:rFonts w:ascii="Aptos" w:hAnsi="Aptos"/>
                          <w:sz w:val="18"/>
                          <w:szCs w:val="18"/>
                        </w:rPr>
                        <w:t>26</w:t>
                      </w:r>
                      <w:r>
                        <w:rPr>
                          <w:rFonts w:ascii="Aptos" w:hAnsi="Aptos"/>
                          <w:sz w:val="18"/>
                          <w:szCs w:val="18"/>
                        </w:rPr>
                        <w:t>0</w:t>
                      </w:r>
                    </w:p>
                  </w:txbxContent>
                </v:textbox>
              </v:shape>
            </w:pict>
          </mc:Fallback>
        </mc:AlternateContent>
      </w:r>
      <w:r>
        <w:rPr>
          <w:rFonts w:ascii="Calibri Light" w:hAnsi="Calibri Light" w:cs="Calibri Light"/>
          <w:noProof/>
          <w:color w:val="262626" w:themeColor="text1" w:themeTint="D9"/>
          <w:sz w:val="22"/>
          <w:szCs w:val="22"/>
        </w:rPr>
        <mc:AlternateContent>
          <mc:Choice Requires="wps">
            <w:drawing>
              <wp:anchor distT="0" distB="0" distL="114300" distR="114300" simplePos="0" relativeHeight="251790336" behindDoc="0" locked="0" layoutInCell="1" allowOverlap="1" wp14:anchorId="39BE5F2B" wp14:editId="272FD7F5">
                <wp:simplePos x="0" y="0"/>
                <wp:positionH relativeFrom="column">
                  <wp:posOffset>1473835</wp:posOffset>
                </wp:positionH>
                <wp:positionV relativeFrom="paragraph">
                  <wp:posOffset>777875</wp:posOffset>
                </wp:positionV>
                <wp:extent cx="461010" cy="328295"/>
                <wp:effectExtent l="0" t="0" r="0" b="0"/>
                <wp:wrapNone/>
                <wp:docPr id="1611716515" name="Text Box 24"/>
                <wp:cNvGraphicFramePr/>
                <a:graphic xmlns:a="http://schemas.openxmlformats.org/drawingml/2006/main">
                  <a:graphicData uri="http://schemas.microsoft.com/office/word/2010/wordprocessingShape">
                    <wps:wsp>
                      <wps:cNvSpPr txBox="1"/>
                      <wps:spPr>
                        <a:xfrm>
                          <a:off x="0" y="0"/>
                          <a:ext cx="461010" cy="328295"/>
                        </a:xfrm>
                        <a:prstGeom prst="rect">
                          <a:avLst/>
                        </a:prstGeom>
                        <a:noFill/>
                        <a:ln w="6350">
                          <a:noFill/>
                        </a:ln>
                      </wps:spPr>
                      <wps:txbx>
                        <w:txbxContent>
                          <w:p w14:paraId="3EB89E6E" w14:textId="0BF88664" w:rsidR="00D34865" w:rsidRPr="00D34865" w:rsidRDefault="00D34865" w:rsidP="00D34865">
                            <w:pPr>
                              <w:jc w:val="center"/>
                              <w:rPr>
                                <w:rFonts w:ascii="Aptos" w:hAnsi="Aptos"/>
                                <w:sz w:val="18"/>
                                <w:szCs w:val="18"/>
                              </w:rPr>
                            </w:pPr>
                            <w:r>
                              <w:rPr>
                                <w:rFonts w:ascii="Aptos" w:hAnsi="Aptos"/>
                                <w:sz w:val="18"/>
                                <w:szCs w:val="18"/>
                              </w:rPr>
                              <w:t>240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9BE5F2B" id="_x0000_s1032" type="#_x0000_t202" style="position:absolute;margin-left:116.05pt;margin-top:61.25pt;width:36.3pt;height:25.85pt;z-index:251790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" filled="f" stroked="f" strokeweight=".5pt">
                <v:textbox>
                  <w:txbxContent>
                    <w:p w14:paraId="3EB89E6E" w14:textId="0BF88664" w:rsidR="00D34865" w:rsidRPr="00D34865" w:rsidRDefault="00D34865" w:rsidP="00D34865">
                      <w:pPr>
                        <w:jc w:val="center"/>
                        <w:rPr>
                          <w:rFonts w:ascii="Aptos" w:hAnsi="Aptos"/>
                          <w:sz w:val="18"/>
                          <w:szCs w:val="18"/>
                        </w:rPr>
                      </w:pPr>
                      <w:r>
                        <w:rPr>
                          <w:rFonts w:ascii="Aptos" w:hAnsi="Aptos"/>
                          <w:sz w:val="18"/>
                          <w:szCs w:val="18"/>
                        </w:rPr>
                        <w:t>240</w:t>
                      </w:r>
                    </w:p>
                  </w:txbxContent>
                </v:textbox>
              </v:shape>
            </w:pict>
          </mc:Fallback>
        </mc:AlternateContent>
      </w:r>
      <w:r>
        <w:rPr>
          <w:rFonts w:ascii="Calibri Light" w:hAnsi="Calibri Light" w:cs="Calibri Light"/>
          <w:noProof/>
          <w:color w:val="262626" w:themeColor="text1" w:themeTint="D9"/>
          <w:sz w:val="22"/>
          <w:szCs w:val="22"/>
        </w:rPr>
        <mc:AlternateContent>
          <mc:Choice Requires="wps">
            <w:drawing>
              <wp:anchor distT="0" distB="0" distL="114300" distR="114300" simplePos="0" relativeHeight="251794432" behindDoc="0" locked="0" layoutInCell="1" allowOverlap="1" wp14:anchorId="0440CE6D" wp14:editId="7498DBA9">
                <wp:simplePos x="0" y="0"/>
                <wp:positionH relativeFrom="column">
                  <wp:posOffset>3049270</wp:posOffset>
                </wp:positionH>
                <wp:positionV relativeFrom="paragraph">
                  <wp:posOffset>965835</wp:posOffset>
                </wp:positionV>
                <wp:extent cx="461010" cy="328295"/>
                <wp:effectExtent l="0" t="0" r="0" b="0"/>
                <wp:wrapNone/>
                <wp:docPr id="574705798" name="Text Box 24"/>
                <wp:cNvGraphicFramePr/>
                <a:graphic xmlns:a="http://schemas.openxmlformats.org/drawingml/2006/main">
                  <a:graphicData uri="http://schemas.microsoft.com/office/word/2010/wordprocessingShape">
                    <wps:wsp>
                      <wps:cNvSpPr txBox="1"/>
                      <wps:spPr>
                        <a:xfrm>
                          <a:off x="0" y="0"/>
                          <a:ext cx="461010" cy="328295"/>
                        </a:xfrm>
                        <a:prstGeom prst="rect">
                          <a:avLst/>
                        </a:prstGeom>
                        <a:noFill/>
                        <a:ln w="6350">
                          <a:noFill/>
                        </a:ln>
                      </wps:spPr>
                      <wps:txbx>
                        <w:txbxContent>
                          <w:p w14:paraId="46C18A0C" w14:textId="3F75372D" w:rsidR="00D34865" w:rsidRPr="00D34865" w:rsidRDefault="00D34865" w:rsidP="00D34865">
                            <w:pPr>
                              <w:jc w:val="center"/>
                              <w:rPr>
                                <w:rFonts w:ascii="Aptos" w:hAnsi="Aptos"/>
                                <w:sz w:val="18"/>
                                <w:szCs w:val="18"/>
                              </w:rPr>
                            </w:pPr>
                            <w:r>
                              <w:rPr>
                                <w:rFonts w:ascii="Aptos" w:hAnsi="Aptos"/>
                                <w:sz w:val="18"/>
                                <w:szCs w:val="18"/>
                              </w:rPr>
                              <w:t>850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440CE6D" id="_x0000_s1033" type="#_x0000_t202" style="position:absolute;margin-left:240.1pt;margin-top:76.05pt;width:36.3pt;height:25.85pt;z-index:251794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" filled="f" stroked="f" strokeweight=".5pt">
                <v:textbox>
                  <w:txbxContent>
                    <w:p w14:paraId="46C18A0C" w14:textId="3F75372D" w:rsidR="00D34865" w:rsidRPr="00D34865" w:rsidRDefault="00D34865" w:rsidP="00D34865">
                      <w:pPr>
                        <w:jc w:val="center"/>
                        <w:rPr>
                          <w:rFonts w:ascii="Aptos" w:hAnsi="Aptos"/>
                          <w:sz w:val="18"/>
                          <w:szCs w:val="18"/>
                        </w:rPr>
                      </w:pPr>
                      <w:r>
                        <w:rPr>
                          <w:rFonts w:ascii="Aptos" w:hAnsi="Aptos"/>
                          <w:sz w:val="18"/>
                          <w:szCs w:val="18"/>
                        </w:rPr>
                        <w:t>8</w:t>
                      </w:r>
                      <w:r>
                        <w:rPr>
                          <w:rFonts w:ascii="Aptos" w:hAnsi="Aptos"/>
                          <w:sz w:val="18"/>
                          <w:szCs w:val="18"/>
                        </w:rPr>
                        <w:t>50</w:t>
                      </w:r>
                    </w:p>
                  </w:txbxContent>
                </v:textbox>
              </v:shape>
            </w:pict>
          </mc:Fallback>
        </mc:AlternateContent>
      </w:r>
      <w:r>
        <w:rPr>
          <w:rFonts w:ascii="Calibri Light" w:hAnsi="Calibri Light" w:cs="Calibri Light"/>
          <w:noProof/>
          <w:color w:val="262626" w:themeColor="text1" w:themeTint="D9"/>
          <w:sz w:val="22"/>
          <w:szCs w:val="22"/>
        </w:rPr>
        <mc:AlternateContent>
          <mc:Choice Requires="wps">
            <w:drawing>
              <wp:anchor distT="0" distB="0" distL="114300" distR="114300" simplePos="0" relativeHeight="251782144" behindDoc="0" locked="0" layoutInCell="1" allowOverlap="1" wp14:anchorId="32184612" wp14:editId="0B9BD722">
                <wp:simplePos x="0" y="0"/>
                <wp:positionH relativeFrom="column">
                  <wp:posOffset>1910715</wp:posOffset>
                </wp:positionH>
                <wp:positionV relativeFrom="paragraph">
                  <wp:posOffset>977900</wp:posOffset>
                </wp:positionV>
                <wp:extent cx="1419860" cy="480695"/>
                <wp:effectExtent l="0" t="0" r="0" b="0"/>
                <wp:wrapNone/>
                <wp:docPr id="662069029" name="Text Box 24"/>
                <wp:cNvGraphicFramePr/>
                <a:graphic xmlns:a="http://schemas.openxmlformats.org/drawingml/2006/main">
                  <a:graphicData uri="http://schemas.microsoft.com/office/word/2010/wordprocessingShape">
                    <wps:wsp>
                      <wps:cNvSpPr txBox="1"/>
                      <wps:spPr>
                        <a:xfrm>
                          <a:off x="0" y="0"/>
                          <a:ext cx="1419860" cy="480695"/>
                        </a:xfrm>
                        <a:prstGeom prst="rect">
                          <a:avLst/>
                        </a:prstGeom>
                        <a:noFill/>
                        <a:ln w="6350">
                          <a:noFill/>
                        </a:ln>
                      </wps:spPr>
                      <wps:txbx>
                        <w:txbxContent>
                          <w:p w14:paraId="37B97EC2" w14:textId="2375E118" w:rsidR="00D34865" w:rsidRPr="00D34865" w:rsidRDefault="00D34865" w:rsidP="00D34865">
                            <w:pPr>
                              <w:jc w:val="center"/>
                              <w:rPr>
                                <w:rFonts w:ascii="Aptos" w:hAnsi="Aptos"/>
                                <w:sz w:val="18"/>
                                <w:szCs w:val="18"/>
                              </w:rPr>
                            </w:pPr>
                            <w:r w:rsidRPr="00D34865">
                              <w:rPr>
                                <w:rFonts w:ascii="Aptos" w:hAnsi="Aptos"/>
                                <w:sz w:val="18"/>
                                <w:szCs w:val="18"/>
                              </w:rPr>
                              <w:t>High Frequency</w:t>
                            </w:r>
                            <w:r w:rsidR="003A5203">
                              <w:rPr>
                                <w:rFonts w:ascii="Aptos" w:hAnsi="Aptos"/>
                                <w:sz w:val="18"/>
                                <w:szCs w:val="18"/>
                              </w:rPr>
                              <w:br/>
                            </w:r>
                            <w:r w:rsidRPr="00D34865">
                              <w:rPr>
                                <w:rFonts w:ascii="Aptos" w:hAnsi="Aptos"/>
                                <w:sz w:val="18"/>
                                <w:szCs w:val="18"/>
                              </w:rPr>
                              <w:t>Power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184612" id="_x0000_s1034" type="#_x0000_t202" style="position:absolute;margin-left:150.45pt;margin-top:77pt;width:111.8pt;height:37.85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" filled="f" stroked="f" strokeweight=".5pt">
                <v:textbox>
                  <w:txbxContent>
                    <w:p w14:paraId="37B97EC2" w14:textId="2375E118" w:rsidR="00D34865" w:rsidRPr="00D34865" w:rsidRDefault="00D34865" w:rsidP="00D34865">
                      <w:pPr>
                        <w:jc w:val="center"/>
                        <w:rPr>
                          <w:rFonts w:ascii="Aptos" w:hAnsi="Aptos"/>
                          <w:sz w:val="18"/>
                          <w:szCs w:val="18"/>
                        </w:rPr>
                      </w:pPr>
                      <w:r w:rsidRPr="00D34865">
                        <w:rPr>
                          <w:rFonts w:ascii="Aptos" w:hAnsi="Aptos"/>
                          <w:sz w:val="18"/>
                          <w:szCs w:val="18"/>
                        </w:rPr>
                        <w:t>High Frequency</w:t>
                      </w:r>
                      <w:r w:rsidR="003A5203">
                        <w:rPr>
                          <w:rFonts w:ascii="Aptos" w:hAnsi="Aptos"/>
                          <w:sz w:val="18"/>
                          <w:szCs w:val="18"/>
                        </w:rPr>
                        <w:br/>
                      </w:r>
                      <w:r w:rsidRPr="00D34865">
                        <w:rPr>
                          <w:rFonts w:ascii="Aptos" w:hAnsi="Aptos"/>
                          <w:sz w:val="18"/>
                          <w:szCs w:val="18"/>
                        </w:rPr>
                        <w:t>Power</w:t>
                      </w:r>
                    </w:p>
                  </w:txbxContent>
                </v:textbox>
              </v:shape>
            </w:pict>
          </mc:Fallback>
        </mc:AlternateContent>
      </w:r>
    </w:p>
    <w:p w14:paraId="45C4806B" w14:textId="6D8D4F0C" w:rsidR="004E22F7" w:rsidRDefault="003A5203" w:rsidP="00FD2D8D">
      <w:pPr>
        <w:autoSpaceDE w:val="0"/>
        <w:autoSpaceDN w:val="0"/>
        <w:adjustRightInd w:val="0"/>
        <w:spacing w:before="0" w:after="80"/>
        <w:rPr>
          <w:rFonts w:ascii="Calibri Light" w:hAnsi="Calibri Light" w:cs="Calibri Light"/>
          <w:color w:val="262626" w:themeColor="text1" w:themeTint="D9"/>
          <w:sz w:val="22"/>
          <w:szCs w:val="22"/>
        </w:rPr>
      </w:pPr>
      <w:r>
        <w:rPr>
          <w:rFonts w:ascii="Calibri Light" w:hAnsi="Calibri Light" w:cs="Calibri Light"/>
          <w:noProof/>
          <w:color w:val="262626" w:themeColor="text1" w:themeTint="D9"/>
          <w:sz w:val="22"/>
          <w:szCs w:val="22"/>
        </w:rPr>
        <mc:AlternateContent>
          <mc:Choice Requires="wps">
            <w:drawing>
              <wp:anchor distT="0" distB="0" distL="114300" distR="114300" simplePos="0" relativeHeight="251793407" behindDoc="0" locked="0" layoutInCell="1" allowOverlap="1" wp14:anchorId="2EB3624E" wp14:editId="3518635B">
                <wp:simplePos x="0" y="0"/>
                <wp:positionH relativeFrom="column">
                  <wp:posOffset>2583717</wp:posOffset>
                </wp:positionH>
                <wp:positionV relativeFrom="paragraph">
                  <wp:posOffset>135255</wp:posOffset>
                </wp:positionV>
                <wp:extent cx="490194" cy="433633"/>
                <wp:effectExtent l="0" t="0" r="5715" b="0"/>
                <wp:wrapNone/>
                <wp:docPr id="678520980" name="Rectangle 25"/>
                <wp:cNvGraphicFramePr/>
                <a:graphic xmlns:a="http://schemas.openxmlformats.org/drawingml/2006/main">
                  <a:graphicData uri="http://schemas.microsoft.com/office/word/2010/wordprocessingShape">
                    <wps:wsp>
                      <wps:cNvSpPr/>
                      <wps:spPr>
                        <a:xfrm>
                          <a:off x="0" y="0"/>
                          <a:ext cx="490194" cy="433633"/>
                        </a:xfrm>
                        <a:prstGeom prst="rect">
                          <a:avLst/>
                        </a:prstGeom>
                        <a:solidFill>
                          <a:schemeClr val="bg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1904186" id="Rectangle 25" o:spid="_x0000_s1026" style="position:absolute;margin-left:203.45pt;margin-top:10.65pt;width:38.6pt;height:34.15pt;z-index:251793407;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" fillcolor="white [3212]" stroked="f" strokeweight="1pt"/>
            </w:pict>
          </mc:Fallback>
        </mc:AlternateContent>
      </w:r>
    </w:p>
    <w:p w14:paraId="1AB8123C" w14:textId="4D269CD5" w:rsidR="004E22F7" w:rsidRDefault="003A5203" w:rsidP="00FD2D8D">
      <w:pPr>
        <w:autoSpaceDE w:val="0"/>
        <w:autoSpaceDN w:val="0"/>
        <w:adjustRightInd w:val="0"/>
        <w:spacing w:before="0" w:after="80"/>
        <w:rPr>
          <w:rFonts w:ascii="Calibri Light" w:hAnsi="Calibri Light" w:cs="Calibri Light"/>
          <w:color w:val="262626" w:themeColor="text1" w:themeTint="D9"/>
          <w:sz w:val="22"/>
          <w:szCs w:val="22"/>
        </w:rPr>
      </w:pPr>
      <w:r>
        <w:rPr>
          <w:rFonts w:ascii="Calibri Light" w:hAnsi="Calibri Light" w:cs="Calibri Light"/>
          <w:noProof/>
          <w:color w:val="262626" w:themeColor="text1" w:themeTint="D9"/>
          <w:sz w:val="22"/>
          <w:szCs w:val="22"/>
        </w:rPr>
        <mc:AlternateContent>
          <mc:Choice Requires="wps">
            <w:drawing>
              <wp:anchor distT="0" distB="0" distL="114300" distR="114300" simplePos="0" relativeHeight="251784192" behindDoc="0" locked="0" layoutInCell="1" allowOverlap="1" wp14:anchorId="51767567" wp14:editId="729C81DA">
                <wp:simplePos x="0" y="0"/>
                <wp:positionH relativeFrom="column">
                  <wp:posOffset>3203477</wp:posOffset>
                </wp:positionH>
                <wp:positionV relativeFrom="paragraph">
                  <wp:posOffset>200660</wp:posOffset>
                </wp:positionV>
                <wp:extent cx="1419860" cy="557530"/>
                <wp:effectExtent l="0" t="0" r="0" b="0"/>
                <wp:wrapNone/>
                <wp:docPr id="1790520401" name="Text Box 24"/>
                <wp:cNvGraphicFramePr/>
                <a:graphic xmlns:a="http://schemas.openxmlformats.org/drawingml/2006/main">
                  <a:graphicData uri="http://schemas.microsoft.com/office/word/2010/wordprocessingShape">
                    <wps:wsp>
                      <wps:cNvSpPr txBox="1"/>
                      <wps:spPr>
                        <a:xfrm>
                          <a:off x="0" y="0"/>
                          <a:ext cx="1419860" cy="557530"/>
                        </a:xfrm>
                        <a:prstGeom prst="rect">
                          <a:avLst/>
                        </a:prstGeom>
                        <a:noFill/>
                        <a:ln w="6350">
                          <a:noFill/>
                        </a:ln>
                      </wps:spPr>
                      <wps:txbx>
                        <w:txbxContent>
                          <w:p w14:paraId="22D1FC74" w14:textId="0617F77F" w:rsidR="00D34865" w:rsidRPr="00D34865" w:rsidRDefault="00D34865" w:rsidP="00D34865">
                            <w:pPr>
                              <w:jc w:val="center"/>
                              <w:rPr>
                                <w:rFonts w:ascii="Aptos" w:hAnsi="Aptos"/>
                                <w:sz w:val="18"/>
                                <w:szCs w:val="18"/>
                              </w:rPr>
                            </w:pPr>
                            <w:r>
                              <w:rPr>
                                <w:rFonts w:ascii="Aptos" w:hAnsi="Aptos"/>
                                <w:sz w:val="18"/>
                                <w:szCs w:val="18"/>
                              </w:rPr>
                              <w:t>Low</w:t>
                            </w:r>
                            <w:r w:rsidRPr="00D34865">
                              <w:rPr>
                                <w:rFonts w:ascii="Aptos" w:hAnsi="Aptos"/>
                                <w:sz w:val="18"/>
                                <w:szCs w:val="18"/>
                              </w:rPr>
                              <w:t xml:space="preserve"> Frequency</w:t>
                            </w:r>
                            <w:r>
                              <w:rPr>
                                <w:rFonts w:ascii="Aptos" w:hAnsi="Aptos"/>
                                <w:sz w:val="18"/>
                                <w:szCs w:val="18"/>
                              </w:rPr>
                              <w:br/>
                            </w:r>
                            <w:r w:rsidRPr="00D34865">
                              <w:rPr>
                                <w:rFonts w:ascii="Aptos" w:hAnsi="Aptos"/>
                                <w:sz w:val="18"/>
                                <w:szCs w:val="18"/>
                              </w:rPr>
                              <w:t>Power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767567" id="_x0000_s1035" type="#_x0000_t202" style="position:absolute;margin-left:252.25pt;margin-top:15.8pt;width:111.8pt;height:43.9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" filled="f" stroked="f" strokeweight=".5pt">
                <v:textbox>
                  <w:txbxContent>
                    <w:p w14:paraId="22D1FC74" w14:textId="0617F77F" w:rsidR="00D34865" w:rsidRPr="00D34865" w:rsidRDefault="00D34865" w:rsidP="00D34865">
                      <w:pPr>
                        <w:jc w:val="center"/>
                        <w:rPr>
                          <w:rFonts w:ascii="Aptos" w:hAnsi="Aptos"/>
                          <w:sz w:val="18"/>
                          <w:szCs w:val="18"/>
                        </w:rPr>
                      </w:pPr>
                      <w:r>
                        <w:rPr>
                          <w:rFonts w:ascii="Aptos" w:hAnsi="Aptos"/>
                          <w:sz w:val="18"/>
                          <w:szCs w:val="18"/>
                        </w:rPr>
                        <w:t>Low</w:t>
                      </w:r>
                      <w:r w:rsidRPr="00D34865">
                        <w:rPr>
                          <w:rFonts w:ascii="Aptos" w:hAnsi="Aptos"/>
                          <w:sz w:val="18"/>
                          <w:szCs w:val="18"/>
                        </w:rPr>
                        <w:t xml:space="preserve"> Frequency</w:t>
                      </w:r>
                      <w:r>
                        <w:rPr>
                          <w:rFonts w:ascii="Aptos" w:hAnsi="Aptos"/>
                          <w:sz w:val="18"/>
                          <w:szCs w:val="18"/>
                        </w:rPr>
                        <w:br/>
                      </w:r>
                      <w:r w:rsidRPr="00D34865">
                        <w:rPr>
                          <w:rFonts w:ascii="Aptos" w:hAnsi="Aptos"/>
                          <w:sz w:val="18"/>
                          <w:szCs w:val="18"/>
                        </w:rPr>
                        <w:t>Power</w:t>
                      </w:r>
                    </w:p>
                  </w:txbxContent>
                </v:textbox>
              </v:shape>
            </w:pict>
          </mc:Fallback>
        </mc:AlternateContent>
      </w:r>
    </w:p>
    <w:p w14:paraId="7C86CAA0" w14:textId="46DD3E37" w:rsidR="004E22F7" w:rsidRDefault="003A5203" w:rsidP="00FD2D8D">
      <w:pPr>
        <w:autoSpaceDE w:val="0"/>
        <w:autoSpaceDN w:val="0"/>
        <w:adjustRightInd w:val="0"/>
        <w:spacing w:before="0" w:after="80"/>
        <w:rPr>
          <w:rFonts w:ascii="Calibri Light" w:hAnsi="Calibri Light" w:cs="Calibri Light"/>
          <w:color w:val="262626" w:themeColor="text1" w:themeTint="D9"/>
          <w:sz w:val="22"/>
          <w:szCs w:val="22"/>
        </w:rPr>
      </w:pPr>
      <w:r>
        <w:rPr>
          <w:rFonts w:ascii="Calibri Light" w:hAnsi="Calibri Light" w:cs="Calibri Light"/>
          <w:noProof/>
          <w:color w:val="262626" w:themeColor="text1" w:themeTint="D9"/>
          <w:sz w:val="22"/>
          <w:szCs w:val="22"/>
        </w:rPr>
        <mc:AlternateContent>
          <mc:Choice Requires="wps">
            <w:drawing>
              <wp:anchor distT="0" distB="0" distL="114300" distR="114300" simplePos="0" relativeHeight="251796480" behindDoc="0" locked="0" layoutInCell="1" allowOverlap="1" wp14:anchorId="4E7E129E" wp14:editId="0B0205A8">
                <wp:simplePos x="0" y="0"/>
                <wp:positionH relativeFrom="column">
                  <wp:posOffset>3277137</wp:posOffset>
                </wp:positionH>
                <wp:positionV relativeFrom="paragraph">
                  <wp:posOffset>146050</wp:posOffset>
                </wp:positionV>
                <wp:extent cx="461010" cy="328295"/>
                <wp:effectExtent l="0" t="0" r="0" b="0"/>
                <wp:wrapNone/>
                <wp:docPr id="1672145786" name="Text Box 24"/>
                <wp:cNvGraphicFramePr/>
                <a:graphic xmlns:a="http://schemas.openxmlformats.org/drawingml/2006/main">
                  <a:graphicData uri="http://schemas.microsoft.com/office/word/2010/wordprocessingShape">
                    <wps:wsp>
                      <wps:cNvSpPr txBox="1"/>
                      <wps:spPr>
                        <a:xfrm>
                          <a:off x="0" y="0"/>
                          <a:ext cx="461010" cy="328295"/>
                        </a:xfrm>
                        <a:prstGeom prst="rect">
                          <a:avLst/>
                        </a:prstGeom>
                        <a:noFill/>
                        <a:ln w="6350">
                          <a:noFill/>
                        </a:ln>
                      </wps:spPr>
                      <wps:txbx>
                        <w:txbxContent>
                          <w:p w14:paraId="55EF68E5" w14:textId="6089D78F" w:rsidR="00D34865" w:rsidRPr="00D34865" w:rsidRDefault="00D34865" w:rsidP="00D34865">
                            <w:pPr>
                              <w:jc w:val="center"/>
                              <w:rPr>
                                <w:rFonts w:ascii="Aptos" w:hAnsi="Aptos"/>
                                <w:sz w:val="18"/>
                                <w:szCs w:val="18"/>
                              </w:rPr>
                            </w:pPr>
                            <w:r>
                              <w:rPr>
                                <w:rFonts w:ascii="Aptos" w:hAnsi="Aptos"/>
                                <w:sz w:val="18"/>
                                <w:szCs w:val="18"/>
                              </w:rPr>
                              <w:t>180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E7E129E" id="_x0000_s1036" type="#_x0000_t202" style="position:absolute;margin-left:258.05pt;margin-top:11.5pt;width:36.3pt;height:25.85pt;z-index:251796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" filled="f" stroked="f" strokeweight=".5pt">
                <v:textbox>
                  <w:txbxContent>
                    <w:p w14:paraId="55EF68E5" w14:textId="6089D78F" w:rsidR="00D34865" w:rsidRPr="00D34865" w:rsidRDefault="00D34865" w:rsidP="00D34865">
                      <w:pPr>
                        <w:jc w:val="center"/>
                        <w:rPr>
                          <w:rFonts w:ascii="Aptos" w:hAnsi="Aptos"/>
                          <w:sz w:val="18"/>
                          <w:szCs w:val="18"/>
                        </w:rPr>
                      </w:pPr>
                      <w:r>
                        <w:rPr>
                          <w:rFonts w:ascii="Aptos" w:hAnsi="Aptos"/>
                          <w:sz w:val="18"/>
                          <w:szCs w:val="18"/>
                        </w:rPr>
                        <w:t>180</w:t>
                      </w:r>
                    </w:p>
                  </w:txbxContent>
                </v:textbox>
              </v:shape>
            </w:pict>
          </mc:Fallback>
        </mc:AlternateContent>
      </w:r>
    </w:p>
    <w:p w14:paraId="74F3C4BE" w14:textId="013CA68C" w:rsidR="004E22F7" w:rsidRDefault="003A5203" w:rsidP="00FD2D8D">
      <w:pPr>
        <w:autoSpaceDE w:val="0"/>
        <w:autoSpaceDN w:val="0"/>
        <w:adjustRightInd w:val="0"/>
        <w:spacing w:before="0" w:after="80"/>
        <w:rPr>
          <w:rFonts w:ascii="Calibri Light" w:hAnsi="Calibri Light" w:cs="Calibri Light"/>
          <w:color w:val="262626" w:themeColor="text1" w:themeTint="D9"/>
          <w:sz w:val="22"/>
          <w:szCs w:val="22"/>
        </w:rPr>
      </w:pPr>
      <w:r>
        <w:rPr>
          <w:rFonts w:ascii="Calibri Light" w:hAnsi="Calibri Light" w:cs="Calibri Light"/>
          <w:noProof/>
          <w:color w:val="262626" w:themeColor="text1" w:themeTint="D9"/>
          <w:sz w:val="22"/>
          <w:szCs w:val="22"/>
        </w:rPr>
        <mc:AlternateContent>
          <mc:Choice Requires="wps">
            <w:drawing>
              <wp:anchor distT="0" distB="0" distL="114300" distR="114300" simplePos="0" relativeHeight="251792384" behindDoc="0" locked="0" layoutInCell="1" allowOverlap="1" wp14:anchorId="54817322" wp14:editId="05E0A916">
                <wp:simplePos x="0" y="0"/>
                <wp:positionH relativeFrom="column">
                  <wp:posOffset>1708687</wp:posOffset>
                </wp:positionH>
                <wp:positionV relativeFrom="paragraph">
                  <wp:posOffset>100330</wp:posOffset>
                </wp:positionV>
                <wp:extent cx="461010" cy="328295"/>
                <wp:effectExtent l="0" t="0" r="0" b="0"/>
                <wp:wrapNone/>
                <wp:docPr id="1423265658" name="Text Box 24"/>
                <wp:cNvGraphicFramePr/>
                <a:graphic xmlns:a="http://schemas.openxmlformats.org/drawingml/2006/main">
                  <a:graphicData uri="http://schemas.microsoft.com/office/word/2010/wordprocessingShape">
                    <wps:wsp>
                      <wps:cNvSpPr txBox="1"/>
                      <wps:spPr>
                        <a:xfrm>
                          <a:off x="0" y="0"/>
                          <a:ext cx="461010" cy="328295"/>
                        </a:xfrm>
                        <a:prstGeom prst="rect">
                          <a:avLst/>
                        </a:prstGeom>
                        <a:noFill/>
                        <a:ln w="6350">
                          <a:noFill/>
                        </a:ln>
                      </wps:spPr>
                      <wps:txbx>
                        <w:txbxContent>
                          <w:p w14:paraId="724DFC33" w14:textId="6B7AEE7A" w:rsidR="00D34865" w:rsidRPr="00D34865" w:rsidRDefault="00D34865" w:rsidP="00D34865">
                            <w:pPr>
                              <w:jc w:val="center"/>
                              <w:rPr>
                                <w:rFonts w:ascii="Aptos" w:hAnsi="Aptos"/>
                                <w:sz w:val="18"/>
                                <w:szCs w:val="18"/>
                              </w:rPr>
                            </w:pPr>
                            <w:r>
                              <w:rPr>
                                <w:rFonts w:ascii="Aptos" w:hAnsi="Aptos"/>
                                <w:sz w:val="18"/>
                                <w:szCs w:val="18"/>
                              </w:rPr>
                              <w:t>750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4817322" id="_x0000_s1037" type="#_x0000_t202" style="position:absolute;margin-left:134.55pt;margin-top:7.9pt;width:36.3pt;height:25.85pt;z-index:251792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" filled="f" stroked="f" strokeweight=".5pt">
                <v:textbox>
                  <w:txbxContent>
                    <w:p w14:paraId="724DFC33" w14:textId="6B7AEE7A" w:rsidR="00D34865" w:rsidRPr="00D34865" w:rsidRDefault="00D34865" w:rsidP="00D34865">
                      <w:pPr>
                        <w:jc w:val="center"/>
                        <w:rPr>
                          <w:rFonts w:ascii="Aptos" w:hAnsi="Aptos"/>
                          <w:sz w:val="18"/>
                          <w:szCs w:val="18"/>
                        </w:rPr>
                      </w:pPr>
                      <w:r>
                        <w:rPr>
                          <w:rFonts w:ascii="Aptos" w:hAnsi="Aptos"/>
                          <w:sz w:val="18"/>
                          <w:szCs w:val="18"/>
                        </w:rPr>
                        <w:t>750</w:t>
                      </w:r>
                    </w:p>
                  </w:txbxContent>
                </v:textbox>
              </v:shape>
            </w:pict>
          </mc:Fallback>
        </mc:AlternateContent>
      </w:r>
    </w:p>
    <w:p w14:paraId="2410AB77" w14:textId="18AB14C0" w:rsidR="004E22F7" w:rsidRDefault="004E22F7" w:rsidP="00FD2D8D">
      <w:pPr>
        <w:autoSpaceDE w:val="0"/>
        <w:autoSpaceDN w:val="0"/>
        <w:adjustRightInd w:val="0"/>
        <w:spacing w:before="0" w:after="80"/>
        <w:rPr>
          <w:rFonts w:ascii="Calibri Light" w:hAnsi="Calibri Light" w:cs="Calibri Light"/>
          <w:color w:val="262626" w:themeColor="text1" w:themeTint="D9"/>
          <w:sz w:val="22"/>
          <w:szCs w:val="22"/>
        </w:rPr>
      </w:pPr>
    </w:p>
    <w:p w14:paraId="355F52EA" w14:textId="7647D9EC" w:rsidR="004E22F7" w:rsidRDefault="00F77A4F" w:rsidP="00FD2D8D">
      <w:pPr>
        <w:autoSpaceDE w:val="0"/>
        <w:autoSpaceDN w:val="0"/>
        <w:adjustRightInd w:val="0"/>
        <w:spacing w:before="0" w:after="80"/>
        <w:rPr>
          <w:rFonts w:ascii="Calibri Light" w:hAnsi="Calibri Light" w:cs="Calibri Light"/>
          <w:color w:val="262626" w:themeColor="text1" w:themeTint="D9"/>
          <w:sz w:val="22"/>
          <w:szCs w:val="22"/>
        </w:rPr>
      </w:pPr>
      <w:r>
        <w:rPr>
          <w:rFonts w:ascii="Calibri Light" w:hAnsi="Calibri Light" w:cs="Calibri Light"/>
          <w:noProof/>
          <w:color w:val="262626" w:themeColor="text1" w:themeTint="D9"/>
          <w:sz w:val="22"/>
          <w:szCs w:val="22"/>
        </w:rPr>
        <mc:AlternateContent>
          <mc:Choice Requires="wps">
            <w:drawing>
              <wp:anchor distT="0" distB="0" distL="114300" distR="114300" simplePos="0" relativeHeight="251804672" behindDoc="0" locked="0" layoutInCell="1" allowOverlap="1" wp14:anchorId="6B68EA54" wp14:editId="126529E6">
                <wp:simplePos x="0" y="0"/>
                <wp:positionH relativeFrom="column">
                  <wp:posOffset>876300</wp:posOffset>
                </wp:positionH>
                <wp:positionV relativeFrom="paragraph">
                  <wp:posOffset>12163</wp:posOffset>
                </wp:positionV>
                <wp:extent cx="1035050" cy="328295"/>
                <wp:effectExtent l="0" t="0" r="0" b="0"/>
                <wp:wrapNone/>
                <wp:docPr id="1345346194" name="Text Box 24"/>
                <wp:cNvGraphicFramePr/>
                <a:graphic xmlns:a="http://schemas.openxmlformats.org/drawingml/2006/main">
                  <a:graphicData uri="http://schemas.microsoft.com/office/word/2010/wordprocessingShape">
                    <wps:wsp>
                      <wps:cNvSpPr txBox="1"/>
                      <wps:spPr>
                        <a:xfrm>
                          <a:off x="0" y="0"/>
                          <a:ext cx="1035050" cy="328295"/>
                        </a:xfrm>
                        <a:prstGeom prst="rect">
                          <a:avLst/>
                        </a:prstGeom>
                        <a:noFill/>
                        <a:ln w="6350">
                          <a:noFill/>
                        </a:ln>
                      </wps:spPr>
                      <wps:txbx>
                        <w:txbxContent>
                          <w:p w14:paraId="3ED395E8" w14:textId="4DDCA732" w:rsidR="004F3B4D" w:rsidRPr="00D34865" w:rsidRDefault="004F3B4D" w:rsidP="004F3B4D">
                            <w:pPr>
                              <w:rPr>
                                <w:rFonts w:ascii="Aptos" w:hAnsi="Aptos"/>
                                <w:sz w:val="18"/>
                                <w:szCs w:val="18"/>
                              </w:rPr>
                            </w:pPr>
                            <w:r>
                              <w:rPr>
                                <w:rFonts w:ascii="Aptos" w:hAnsi="Aptos"/>
                                <w:sz w:val="18"/>
                                <w:szCs w:val="18"/>
                              </w:rPr>
                              <w:t>Figure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6B68EA54" id="_x0000_t202" coordsize="21600,21600" o:spt="202" path="m,l,21600r21600,l21600,xe">
                <v:stroke joinstyle="miter"/>
                <v:path gradientshapeok="t" o:connecttype="rect"/>
              </v:shapetype>
              <v:shape id="_x0000_s1038" type="#_x0000_t202" style="position:absolute;margin-left:69pt;margin-top:.95pt;width:81.5pt;height:25.85pt;z-index:2518046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" filled="f" stroked="f" strokeweight=".5pt">
                <v:textbox>
                  <w:txbxContent>
                    <w:p w14:paraId="3ED395E8" w14:textId="4DDCA732" w:rsidR="004F3B4D" w:rsidRPr="00D34865" w:rsidRDefault="004F3B4D" w:rsidP="004F3B4D">
                      <w:pPr>
                        <w:rPr>
                          <w:rFonts w:ascii="Aptos" w:hAnsi="Aptos"/>
                          <w:sz w:val="18"/>
                          <w:szCs w:val="18"/>
                        </w:rPr>
                      </w:pPr>
                      <w:r>
                        <w:rPr>
                          <w:rFonts w:ascii="Aptos" w:hAnsi="Aptos"/>
                          <w:sz w:val="18"/>
                          <w:szCs w:val="18"/>
                        </w:rPr>
                        <w:t>Figure 2</w:t>
                      </w:r>
                    </w:p>
                  </w:txbxContent>
                </v:textbox>
              </v:shape>
            </w:pict>
          </mc:Fallback>
        </mc:AlternateContent>
      </w:r>
    </w:p>
    <w:p w14:paraId="0ADB7B3A" w14:textId="080BC70E" w:rsidR="004E22F7" w:rsidRPr="00E84BA3" w:rsidRDefault="004E22F7" w:rsidP="00FD2D8D">
      <w:pPr>
        <w:autoSpaceDE w:val="0"/>
        <w:autoSpaceDN w:val="0"/>
        <w:adjustRightInd w:val="0"/>
        <w:spacing w:before="0" w:after="80"/>
        <w:rPr>
          <w:rFonts w:ascii="Calibri Light" w:hAnsi="Calibri Light" w:cs="Calibri Light"/>
          <w:color w:val="262626" w:themeColor="text1" w:themeTint="D9"/>
          <w:sz w:val="22"/>
          <w:szCs w:val="22"/>
        </w:rPr>
      </w:pPr>
    </w:p>
    <w:p w14:paraId="4F278D45" w14:textId="7C6DE0E2" w:rsidR="00DB3F4B" w:rsidRPr="00E84BA3" w:rsidRDefault="00DB3F4B" w:rsidP="00FD2D8D">
      <w:pPr>
        <w:autoSpaceDE w:val="0"/>
        <w:autoSpaceDN w:val="0"/>
        <w:adjustRightInd w:val="0"/>
        <w:spacing w:before="0" w:after="80"/>
        <w:rPr>
          <w:rFonts w:ascii="Calibri Light" w:hAnsi="Calibri Light" w:cs="Calibri Light"/>
          <w:color w:val="262626" w:themeColor="text1" w:themeTint="D9"/>
          <w:sz w:val="22"/>
          <w:szCs w:val="22"/>
        </w:rPr>
      </w:pPr>
    </w:p>
    <w:p w14:paraId="768D18BA" w14:textId="01D8FC18" w:rsidR="00AB42FB" w:rsidRDefault="007A4F1C" w:rsidP="00FD2D8D">
      <w:pPr>
        <w:autoSpaceDE w:val="0"/>
        <w:autoSpaceDN w:val="0"/>
        <w:adjustRightInd w:val="0"/>
        <w:spacing w:before="0" w:after="80"/>
        <w:rPr>
          <w:rFonts w:ascii="Aptos Light" w:hAnsi="Aptos Light" w:cs="Sarabun Light"/>
          <w:color w:val="262626" w:themeColor="text1" w:themeTint="D9"/>
          <w:sz w:val="22"/>
          <w:szCs w:val="22"/>
        </w:rPr>
      </w:pPr>
      <w:r>
        <w:rPr>
          <w:rFonts w:ascii="Aptos Light" w:hAnsi="Aptos Light" w:cs="Sarabun Light"/>
          <w:color w:val="262626" w:themeColor="text1" w:themeTint="D9"/>
          <w:sz w:val="22"/>
          <w:szCs w:val="22"/>
        </w:rPr>
        <w:t xml:space="preserve">The target thickness in this process is 6650 </w:t>
      </w:r>
      <w:r w:rsidR="001A6E5B" w:rsidRPr="001A6E5B">
        <w:rPr>
          <w:rFonts w:ascii="Aptos Light" w:hAnsi="Aptos Light" w:cs="Sarabun Light"/>
          <w:color w:val="262626" w:themeColor="text1" w:themeTint="D9"/>
          <w:sz w:val="22"/>
          <w:szCs w:val="22"/>
        </w:rPr>
        <w:t>Angstroms</w:t>
      </w:r>
      <w:r>
        <w:rPr>
          <w:rFonts w:ascii="Aptos Light" w:hAnsi="Aptos Light" w:cs="Sarabun Light"/>
          <w:color w:val="262626" w:themeColor="text1" w:themeTint="D9"/>
          <w:sz w:val="22"/>
          <w:szCs w:val="22"/>
        </w:rPr>
        <w:t xml:space="preserve"> though it is still considered acceptable if the average thickness is between 6600 and 6700. </w:t>
      </w:r>
      <w:r w:rsidR="003412F2">
        <w:rPr>
          <w:rFonts w:ascii="Aptos Light" w:hAnsi="Aptos Light" w:cs="Sarabun Light"/>
          <w:color w:val="262626" w:themeColor="text1" w:themeTint="D9"/>
          <w:sz w:val="22"/>
          <w:szCs w:val="22"/>
        </w:rPr>
        <w:t>C</w:t>
      </w:r>
      <w:r>
        <w:rPr>
          <w:rFonts w:ascii="Aptos Light" w:hAnsi="Aptos Light" w:cs="Sarabun Light"/>
          <w:color w:val="262626" w:themeColor="text1" w:themeTint="D9"/>
          <w:sz w:val="22"/>
          <w:szCs w:val="22"/>
        </w:rPr>
        <w:t xml:space="preserve">onsistency </w:t>
      </w:r>
      <w:r w:rsidR="00626923">
        <w:rPr>
          <w:rFonts w:ascii="Aptos Light" w:hAnsi="Aptos Light" w:cs="Sarabun Light"/>
          <w:color w:val="262626" w:themeColor="text1" w:themeTint="D9"/>
          <w:sz w:val="22"/>
          <w:szCs w:val="22"/>
        </w:rPr>
        <w:t>across the wafer</w:t>
      </w:r>
      <w:r>
        <w:rPr>
          <w:rFonts w:ascii="Aptos Light" w:hAnsi="Aptos Light" w:cs="Sarabun Light"/>
          <w:color w:val="262626" w:themeColor="text1" w:themeTint="D9"/>
          <w:sz w:val="22"/>
          <w:szCs w:val="22"/>
        </w:rPr>
        <w:t xml:space="preserve"> is also an important goal</w:t>
      </w:r>
      <w:r w:rsidR="003412F2">
        <w:rPr>
          <w:rFonts w:ascii="Aptos Light" w:hAnsi="Aptos Light" w:cs="Sarabun Light"/>
          <w:color w:val="262626" w:themeColor="text1" w:themeTint="D9"/>
          <w:sz w:val="22"/>
          <w:szCs w:val="22"/>
        </w:rPr>
        <w:t>. T</w:t>
      </w:r>
      <w:r>
        <w:rPr>
          <w:rFonts w:ascii="Aptos Light" w:hAnsi="Aptos Light" w:cs="Sarabun Light"/>
          <w:color w:val="262626" w:themeColor="text1" w:themeTint="D9"/>
          <w:sz w:val="22"/>
          <w:szCs w:val="22"/>
        </w:rPr>
        <w:t xml:space="preserve">he specification on the variation in thickness </w:t>
      </w:r>
      <w:r w:rsidR="00626923">
        <w:rPr>
          <w:rFonts w:ascii="Aptos Light" w:hAnsi="Aptos Light" w:cs="Sarabun Light"/>
          <w:color w:val="262626" w:themeColor="text1" w:themeTint="D9"/>
          <w:sz w:val="22"/>
          <w:szCs w:val="22"/>
        </w:rPr>
        <w:t xml:space="preserve">within </w:t>
      </w:r>
      <w:r w:rsidR="003412F2">
        <w:rPr>
          <w:rFonts w:ascii="Aptos Light" w:hAnsi="Aptos Light" w:cs="Sarabun Light"/>
          <w:color w:val="262626" w:themeColor="text1" w:themeTint="D9"/>
          <w:sz w:val="22"/>
          <w:szCs w:val="22"/>
        </w:rPr>
        <w:t xml:space="preserve">a </w:t>
      </w:r>
      <w:r w:rsidR="00626923">
        <w:rPr>
          <w:rFonts w:ascii="Aptos Light" w:hAnsi="Aptos Light" w:cs="Sarabun Light"/>
          <w:color w:val="262626" w:themeColor="text1" w:themeTint="D9"/>
          <w:sz w:val="22"/>
          <w:szCs w:val="22"/>
        </w:rPr>
        <w:t xml:space="preserve">wafer </w:t>
      </w:r>
      <w:r w:rsidR="003412F2">
        <w:rPr>
          <w:rFonts w:ascii="Aptos Light" w:hAnsi="Aptos Light" w:cs="Sarabun Light"/>
          <w:color w:val="262626" w:themeColor="text1" w:themeTint="D9"/>
          <w:sz w:val="22"/>
          <w:szCs w:val="22"/>
        </w:rPr>
        <w:t xml:space="preserve">is a </w:t>
      </w:r>
      <w:r>
        <w:rPr>
          <w:rFonts w:ascii="Aptos Light" w:hAnsi="Aptos Light" w:cs="Sarabun Light"/>
          <w:color w:val="262626" w:themeColor="text1" w:themeTint="D9"/>
          <w:sz w:val="22"/>
          <w:szCs w:val="22"/>
        </w:rPr>
        <w:t>standard deviation</w:t>
      </w:r>
      <w:r w:rsidR="00B86AF5">
        <w:rPr>
          <w:rFonts w:ascii="Aptos Light" w:hAnsi="Aptos Light" w:cs="Sarabun Light"/>
          <w:color w:val="262626" w:themeColor="text1" w:themeTint="D9"/>
          <w:sz w:val="22"/>
          <w:szCs w:val="22"/>
        </w:rPr>
        <w:t xml:space="preserve"> </w:t>
      </w:r>
      <w:r>
        <w:rPr>
          <w:rFonts w:ascii="Aptos Light" w:hAnsi="Aptos Light" w:cs="Sarabun Light"/>
          <w:color w:val="262626" w:themeColor="text1" w:themeTint="D9"/>
          <w:sz w:val="22"/>
          <w:szCs w:val="22"/>
        </w:rPr>
        <w:t xml:space="preserve">&lt; 220 </w:t>
      </w:r>
      <w:r w:rsidR="001A6E5B" w:rsidRPr="001A6E5B">
        <w:rPr>
          <w:rFonts w:ascii="Aptos Light" w:hAnsi="Aptos Light" w:cs="Sarabun Light"/>
          <w:color w:val="262626" w:themeColor="text1" w:themeTint="D9"/>
          <w:sz w:val="22"/>
          <w:szCs w:val="22"/>
        </w:rPr>
        <w:t>Angstroms</w:t>
      </w:r>
      <w:r>
        <w:rPr>
          <w:rFonts w:ascii="Aptos Light" w:hAnsi="Aptos Light" w:cs="Sarabun Light"/>
          <w:color w:val="262626" w:themeColor="text1" w:themeTint="D9"/>
          <w:sz w:val="22"/>
          <w:szCs w:val="22"/>
        </w:rPr>
        <w:t>.</w:t>
      </w:r>
    </w:p>
    <w:p w14:paraId="73FD2330" w14:textId="77777777" w:rsidR="007A4F1C" w:rsidRPr="00E84BA3" w:rsidRDefault="007A4F1C" w:rsidP="00FD2D8D">
      <w:pPr>
        <w:autoSpaceDE w:val="0"/>
        <w:autoSpaceDN w:val="0"/>
        <w:adjustRightInd w:val="0"/>
        <w:spacing w:before="0" w:after="80"/>
        <w:rPr>
          <w:rFonts w:ascii="Calibri Light" w:hAnsi="Calibri Light" w:cs="Calibri Light"/>
          <w:color w:val="262626" w:themeColor="text1" w:themeTint="D9"/>
          <w:sz w:val="22"/>
          <w:szCs w:val="22"/>
        </w:rPr>
      </w:pPr>
    </w:p>
    <w:p w14:paraId="557D414F" w14:textId="5DB684E1" w:rsidR="00FD2D8D" w:rsidRPr="002D35B2" w:rsidRDefault="00FD2D8D" w:rsidP="002D35B2">
      <w:pPr>
        <w:pStyle w:val="Title"/>
        <w:spacing w:after="120"/>
        <w:rPr>
          <w:rFonts w:ascii="Aptos SemiBold" w:hAnsi="Aptos SemiBold" w:cs="Calibri"/>
          <w:color w:val="262626" w:themeColor="text1" w:themeTint="D9"/>
          <w:sz w:val="22"/>
          <w:szCs w:val="22"/>
        </w:rPr>
      </w:pPr>
      <w:bookmarkStart w:id="6" w:name="OLE_LINK35"/>
      <w:bookmarkStart w:id="7" w:name="OLE_LINK36"/>
      <w:r w:rsidRPr="002D35B2">
        <w:rPr>
          <w:rFonts w:ascii="Aptos SemiBold" w:hAnsi="Aptos SemiBold" w:cs="Calibri"/>
          <w:color w:val="262626" w:themeColor="text1" w:themeTint="D9"/>
          <w:sz w:val="22"/>
          <w:szCs w:val="22"/>
        </w:rPr>
        <w:t>DATA SET</w:t>
      </w:r>
      <w:bookmarkEnd w:id="6"/>
      <w:bookmarkEnd w:id="7"/>
      <w:r w:rsidRPr="002D35B2">
        <w:rPr>
          <w:rFonts w:ascii="Aptos SemiBold" w:hAnsi="Aptos SemiBold" w:cs="Calibri"/>
          <w:color w:val="262626" w:themeColor="text1" w:themeTint="D9"/>
          <w:sz w:val="22"/>
          <w:szCs w:val="22"/>
        </w:rPr>
        <w:tab/>
      </w:r>
    </w:p>
    <w:p w14:paraId="690346BF" w14:textId="76BD2A95" w:rsidR="00502366" w:rsidRPr="00502366" w:rsidRDefault="00502366" w:rsidP="00203D6E">
      <w:pPr>
        <w:pStyle w:val="Title"/>
        <w:spacing w:after="360"/>
        <w:ind w:right="-90"/>
        <w:rPr>
          <w:rFonts w:ascii="Aptos" w:hAnsi="Aptos" w:cs="Calibri Light"/>
          <w:b w:val="0"/>
          <w:bCs w:val="0"/>
          <w:color w:val="262626" w:themeColor="text1" w:themeTint="D9"/>
          <w:sz w:val="22"/>
          <w:szCs w:val="22"/>
        </w:rPr>
      </w:pPr>
      <w:r w:rsidRPr="00502366">
        <w:rPr>
          <w:rFonts w:ascii="Aptos" w:hAnsi="Aptos" w:cs="Calibri Light"/>
          <w:b w:val="0"/>
          <w:bCs w:val="0"/>
          <w:color w:val="262626" w:themeColor="text1" w:themeTint="D9"/>
          <w:sz w:val="22"/>
          <w:szCs w:val="22"/>
        </w:rPr>
        <w:t>Designed</w:t>
      </w:r>
      <w:r w:rsidR="00325BE2">
        <w:rPr>
          <w:rFonts w:ascii="Aptos" w:hAnsi="Aptos" w:cs="Calibri Light"/>
          <w:b w:val="0"/>
          <w:bCs w:val="0"/>
          <w:color w:val="262626" w:themeColor="text1" w:themeTint="D9"/>
          <w:sz w:val="22"/>
          <w:szCs w:val="22"/>
        </w:rPr>
        <w:t>_</w:t>
      </w:r>
      <w:r w:rsidRPr="00502366">
        <w:rPr>
          <w:rFonts w:ascii="Aptos" w:hAnsi="Aptos" w:cs="Calibri Light"/>
          <w:b w:val="0"/>
          <w:bCs w:val="0"/>
          <w:color w:val="262626" w:themeColor="text1" w:themeTint="D9"/>
          <w:sz w:val="22"/>
          <w:szCs w:val="22"/>
        </w:rPr>
        <w:t>Experiment</w:t>
      </w:r>
      <w:r w:rsidR="00325BE2">
        <w:rPr>
          <w:rFonts w:ascii="Aptos" w:hAnsi="Aptos" w:cs="Calibri Light"/>
          <w:b w:val="0"/>
          <w:bCs w:val="0"/>
          <w:color w:val="262626" w:themeColor="text1" w:themeTint="D9"/>
          <w:sz w:val="22"/>
          <w:szCs w:val="22"/>
        </w:rPr>
        <w:t>_</w:t>
      </w:r>
      <w:r w:rsidR="00E561EB">
        <w:rPr>
          <w:rFonts w:ascii="Aptos" w:hAnsi="Aptos" w:cs="Calibri Light"/>
          <w:b w:val="0"/>
          <w:bCs w:val="0"/>
          <w:color w:val="262626" w:themeColor="text1" w:themeTint="D9"/>
          <w:sz w:val="22"/>
          <w:szCs w:val="22"/>
        </w:rPr>
        <w:t>for</w:t>
      </w:r>
      <w:r w:rsidR="00325BE2">
        <w:rPr>
          <w:rFonts w:ascii="Aptos" w:hAnsi="Aptos" w:cs="Calibri Light"/>
          <w:b w:val="0"/>
          <w:bCs w:val="0"/>
          <w:color w:val="262626" w:themeColor="text1" w:themeTint="D9"/>
          <w:sz w:val="22"/>
          <w:szCs w:val="22"/>
        </w:rPr>
        <w:t>_</w:t>
      </w:r>
      <w:r>
        <w:rPr>
          <w:rFonts w:ascii="Aptos" w:hAnsi="Aptos" w:cs="Calibri Light"/>
          <w:b w:val="0"/>
          <w:bCs w:val="0"/>
          <w:color w:val="262626" w:themeColor="text1" w:themeTint="D9"/>
          <w:sz w:val="22"/>
          <w:szCs w:val="22"/>
        </w:rPr>
        <w:t>a</w:t>
      </w:r>
      <w:r w:rsidR="00325BE2">
        <w:rPr>
          <w:rFonts w:ascii="Aptos" w:hAnsi="Aptos" w:cs="Calibri Light"/>
          <w:b w:val="0"/>
          <w:bCs w:val="0"/>
          <w:color w:val="262626" w:themeColor="text1" w:themeTint="D9"/>
          <w:sz w:val="22"/>
          <w:szCs w:val="22"/>
        </w:rPr>
        <w:t>_</w:t>
      </w:r>
      <w:r w:rsidRPr="00502366">
        <w:rPr>
          <w:rFonts w:ascii="Aptos" w:hAnsi="Aptos" w:cs="Calibri Light"/>
          <w:b w:val="0"/>
          <w:bCs w:val="0"/>
          <w:color w:val="262626" w:themeColor="text1" w:themeTint="D9"/>
          <w:sz w:val="22"/>
          <w:szCs w:val="22"/>
        </w:rPr>
        <w:t>Semiconductor</w:t>
      </w:r>
      <w:r w:rsidR="00325BE2">
        <w:rPr>
          <w:rFonts w:ascii="Aptos" w:hAnsi="Aptos" w:cs="Calibri Light"/>
          <w:b w:val="0"/>
          <w:bCs w:val="0"/>
          <w:color w:val="262626" w:themeColor="text1" w:themeTint="D9"/>
          <w:sz w:val="22"/>
          <w:szCs w:val="22"/>
        </w:rPr>
        <w:t>_</w:t>
      </w:r>
      <w:r w:rsidRPr="00502366">
        <w:rPr>
          <w:rFonts w:ascii="Aptos" w:hAnsi="Aptos" w:cs="Calibri Light"/>
          <w:b w:val="0"/>
          <w:bCs w:val="0"/>
          <w:color w:val="262626" w:themeColor="text1" w:themeTint="D9"/>
          <w:sz w:val="22"/>
          <w:szCs w:val="22"/>
        </w:rPr>
        <w:t>Chemical</w:t>
      </w:r>
      <w:r w:rsidR="00325BE2">
        <w:rPr>
          <w:rFonts w:ascii="Aptos" w:hAnsi="Aptos" w:cs="Calibri Light"/>
          <w:b w:val="0"/>
          <w:bCs w:val="0"/>
          <w:color w:val="262626" w:themeColor="text1" w:themeTint="D9"/>
          <w:sz w:val="22"/>
          <w:szCs w:val="22"/>
        </w:rPr>
        <w:t>_</w:t>
      </w:r>
      <w:r w:rsidRPr="00502366">
        <w:rPr>
          <w:rFonts w:ascii="Aptos" w:hAnsi="Aptos" w:cs="Calibri Light"/>
          <w:b w:val="0"/>
          <w:bCs w:val="0"/>
          <w:color w:val="262626" w:themeColor="text1" w:themeTint="D9"/>
          <w:sz w:val="22"/>
          <w:szCs w:val="22"/>
        </w:rPr>
        <w:t>Vapor</w:t>
      </w:r>
      <w:r w:rsidR="00325BE2">
        <w:rPr>
          <w:rFonts w:ascii="Aptos" w:hAnsi="Aptos" w:cs="Calibri Light"/>
          <w:b w:val="0"/>
          <w:bCs w:val="0"/>
          <w:color w:val="262626" w:themeColor="text1" w:themeTint="D9"/>
          <w:sz w:val="22"/>
          <w:szCs w:val="22"/>
        </w:rPr>
        <w:t>_</w:t>
      </w:r>
      <w:r w:rsidRPr="00502366">
        <w:rPr>
          <w:rFonts w:ascii="Aptos" w:hAnsi="Aptos" w:cs="Calibri Light"/>
          <w:b w:val="0"/>
          <w:bCs w:val="0"/>
          <w:color w:val="262626" w:themeColor="text1" w:themeTint="D9"/>
          <w:sz w:val="22"/>
          <w:szCs w:val="22"/>
        </w:rPr>
        <w:t>Deposition</w:t>
      </w:r>
      <w:r w:rsidR="00325BE2">
        <w:rPr>
          <w:rFonts w:ascii="Aptos" w:hAnsi="Aptos" w:cs="Calibri Light"/>
          <w:b w:val="0"/>
          <w:bCs w:val="0"/>
          <w:color w:val="262626" w:themeColor="text1" w:themeTint="D9"/>
          <w:sz w:val="22"/>
          <w:szCs w:val="22"/>
        </w:rPr>
        <w:t>_</w:t>
      </w:r>
      <w:r w:rsidRPr="00502366">
        <w:rPr>
          <w:rFonts w:ascii="Aptos" w:hAnsi="Aptos" w:cs="Calibri Light"/>
          <w:b w:val="0"/>
          <w:bCs w:val="0"/>
          <w:color w:val="262626" w:themeColor="text1" w:themeTint="D9"/>
          <w:sz w:val="22"/>
          <w:szCs w:val="22"/>
        </w:rPr>
        <w:t>Process</w:t>
      </w:r>
    </w:p>
    <w:p w14:paraId="36CD5EF1" w14:textId="77777777" w:rsidR="00FD2D8D" w:rsidRPr="00E84BA3" w:rsidRDefault="00FD2D8D" w:rsidP="00FD2D8D">
      <w:pPr>
        <w:spacing w:before="0" w:after="0"/>
        <w:ind w:left="1980" w:hanging="1980"/>
        <w:rPr>
          <w:rStyle w:val="PlainTable31"/>
          <w:rFonts w:ascii="Calibri Light" w:hAnsi="Calibri Light" w:cs="Calibri Light"/>
          <w:b w:val="0"/>
          <w:iCs w:val="0"/>
          <w:color w:val="262626" w:themeColor="text1" w:themeTint="D9"/>
          <w:sz w:val="22"/>
          <w:szCs w:val="22"/>
        </w:rPr>
      </w:pPr>
    </w:p>
    <w:p w14:paraId="0D166B07" w14:textId="57CF3E43" w:rsidR="00890295" w:rsidRDefault="00502366" w:rsidP="00045AD7">
      <w:pPr>
        <w:spacing w:before="0" w:after="0"/>
        <w:ind w:left="1800" w:hanging="1800"/>
        <w:rPr>
          <w:rFonts w:ascii="Aptos" w:hAnsi="Aptos"/>
        </w:rPr>
      </w:pPr>
      <w:bookmarkStart w:id="8" w:name="OLE_LINK113"/>
      <w:bookmarkStart w:id="9" w:name="OLE_LINK114"/>
      <w:r>
        <w:rPr>
          <w:rFonts w:ascii="Aptos" w:hAnsi="Aptos"/>
        </w:rPr>
        <w:t>HF Power</w:t>
      </w:r>
      <w:r w:rsidR="00890295">
        <w:rPr>
          <w:rFonts w:ascii="Aptos" w:hAnsi="Aptos"/>
        </w:rPr>
        <w:tab/>
      </w:r>
      <w:r>
        <w:rPr>
          <w:rFonts w:ascii="Aptos Light" w:hAnsi="Aptos Light" w:cs="Calibri Light"/>
          <w:color w:val="262626" w:themeColor="text1" w:themeTint="D9"/>
          <w:szCs w:val="20"/>
        </w:rPr>
        <w:t xml:space="preserve">High Frequency Power (in </w:t>
      </w:r>
      <w:r w:rsidR="00772BA4">
        <w:rPr>
          <w:rFonts w:ascii="Aptos Light" w:hAnsi="Aptos Light" w:cs="Calibri Light"/>
          <w:color w:val="262626" w:themeColor="text1" w:themeTint="D9"/>
          <w:szCs w:val="20"/>
        </w:rPr>
        <w:t>Watts</w:t>
      </w:r>
      <w:r>
        <w:rPr>
          <w:rFonts w:ascii="Aptos Light" w:hAnsi="Aptos Light" w:cs="Calibri Light"/>
          <w:color w:val="262626" w:themeColor="text1" w:themeTint="D9"/>
          <w:szCs w:val="20"/>
        </w:rPr>
        <w:t xml:space="preserve">) used in the </w:t>
      </w:r>
      <w:bookmarkStart w:id="10" w:name="OLE_LINK6"/>
      <w:r>
        <w:rPr>
          <w:rFonts w:ascii="Aptos Light" w:hAnsi="Aptos Light" w:cs="Calibri Light"/>
          <w:color w:val="262626" w:themeColor="text1" w:themeTint="D9"/>
          <w:szCs w:val="20"/>
        </w:rPr>
        <w:t>experimental</w:t>
      </w:r>
      <w:bookmarkEnd w:id="10"/>
      <w:r>
        <w:rPr>
          <w:rFonts w:ascii="Aptos Light" w:hAnsi="Aptos Light" w:cs="Calibri Light"/>
          <w:color w:val="262626" w:themeColor="text1" w:themeTint="D9"/>
          <w:szCs w:val="20"/>
        </w:rPr>
        <w:t xml:space="preserve"> run</w:t>
      </w:r>
      <w:r w:rsidR="00890295" w:rsidRPr="00716528">
        <w:rPr>
          <w:rFonts w:ascii="Aptos Light" w:hAnsi="Aptos Light" w:cs="Calibri Light"/>
          <w:color w:val="262626" w:themeColor="text1" w:themeTint="D9"/>
          <w:szCs w:val="20"/>
        </w:rPr>
        <w:t xml:space="preserve"> (</w:t>
      </w:r>
      <w:r>
        <w:rPr>
          <w:rFonts w:ascii="Aptos Light" w:hAnsi="Aptos Light" w:cs="Calibri Light"/>
          <w:color w:val="262626" w:themeColor="text1" w:themeTint="D9"/>
          <w:szCs w:val="20"/>
        </w:rPr>
        <w:t>750, 800, 850</w:t>
      </w:r>
      <w:r w:rsidR="00890295" w:rsidRPr="00716528">
        <w:rPr>
          <w:rFonts w:ascii="Aptos Light" w:hAnsi="Aptos Light" w:cs="Calibri Light"/>
          <w:color w:val="262626" w:themeColor="text1" w:themeTint="D9"/>
          <w:szCs w:val="20"/>
        </w:rPr>
        <w:t>)</w:t>
      </w:r>
    </w:p>
    <w:p w14:paraId="7FC00A5B" w14:textId="119700D1" w:rsidR="00FD2D8D" w:rsidRPr="00E84BA3" w:rsidRDefault="00502366" w:rsidP="00045AD7">
      <w:pPr>
        <w:spacing w:before="0" w:after="0"/>
        <w:ind w:left="1800" w:hanging="1800"/>
        <w:rPr>
          <w:rFonts w:ascii="Calibri Light" w:hAnsi="Calibri Light" w:cs="Calibri Light"/>
          <w:color w:val="262626" w:themeColor="text1" w:themeTint="D9"/>
          <w:sz w:val="22"/>
          <w:szCs w:val="22"/>
        </w:rPr>
      </w:pPr>
      <w:bookmarkStart w:id="11" w:name="OLE_LINK115"/>
      <w:bookmarkStart w:id="12" w:name="OLE_LINK116"/>
      <w:bookmarkEnd w:id="8"/>
      <w:bookmarkEnd w:id="9"/>
      <w:r>
        <w:rPr>
          <w:rFonts w:ascii="Aptos" w:hAnsi="Aptos"/>
        </w:rPr>
        <w:t>LF Power</w:t>
      </w:r>
      <w:r w:rsidR="00FD2D8D" w:rsidRPr="00E84BA3">
        <w:rPr>
          <w:rFonts w:ascii="Calibri Light" w:hAnsi="Calibri Light" w:cs="Calibri Light"/>
          <w:color w:val="262626" w:themeColor="text1" w:themeTint="D9"/>
          <w:sz w:val="22"/>
          <w:szCs w:val="22"/>
        </w:rPr>
        <w:tab/>
      </w:r>
      <w:bookmarkEnd w:id="11"/>
      <w:bookmarkEnd w:id="12"/>
      <w:r>
        <w:rPr>
          <w:rFonts w:ascii="Aptos Light" w:hAnsi="Aptos Light" w:cs="Calibri Light"/>
          <w:color w:val="262626" w:themeColor="text1" w:themeTint="D9"/>
          <w:szCs w:val="20"/>
        </w:rPr>
        <w:t xml:space="preserve">Low Frequency Power (in </w:t>
      </w:r>
      <w:r w:rsidR="00772BA4">
        <w:rPr>
          <w:rFonts w:ascii="Aptos Light" w:hAnsi="Aptos Light" w:cs="Calibri Light"/>
          <w:color w:val="262626" w:themeColor="text1" w:themeTint="D9"/>
          <w:szCs w:val="20"/>
        </w:rPr>
        <w:t>Watts</w:t>
      </w:r>
      <w:r>
        <w:rPr>
          <w:rFonts w:ascii="Aptos Light" w:hAnsi="Aptos Light" w:cs="Calibri Light"/>
          <w:color w:val="262626" w:themeColor="text1" w:themeTint="D9"/>
          <w:szCs w:val="20"/>
        </w:rPr>
        <w:t>) used in the experimental run</w:t>
      </w:r>
      <w:r w:rsidRPr="00716528">
        <w:rPr>
          <w:rFonts w:ascii="Aptos Light" w:hAnsi="Aptos Light" w:cs="Calibri Light"/>
          <w:color w:val="262626" w:themeColor="text1" w:themeTint="D9"/>
          <w:szCs w:val="20"/>
        </w:rPr>
        <w:t xml:space="preserve"> (</w:t>
      </w:r>
      <w:r>
        <w:rPr>
          <w:rFonts w:ascii="Aptos Light" w:hAnsi="Aptos Light" w:cs="Calibri Light"/>
          <w:color w:val="262626" w:themeColor="text1" w:themeTint="D9"/>
          <w:szCs w:val="20"/>
        </w:rPr>
        <w:t>180, 220, 260</w:t>
      </w:r>
      <w:r w:rsidRPr="00716528">
        <w:rPr>
          <w:rFonts w:ascii="Aptos Light" w:hAnsi="Aptos Light" w:cs="Calibri Light"/>
          <w:color w:val="262626" w:themeColor="text1" w:themeTint="D9"/>
          <w:szCs w:val="20"/>
        </w:rPr>
        <w:t>)</w:t>
      </w:r>
    </w:p>
    <w:p w14:paraId="055A37DA" w14:textId="1386C167" w:rsidR="00FD2D8D" w:rsidRPr="00E84BA3" w:rsidRDefault="00502366" w:rsidP="00045AD7">
      <w:pPr>
        <w:spacing w:before="0" w:after="0"/>
        <w:ind w:left="1800" w:hanging="1800"/>
        <w:rPr>
          <w:rFonts w:ascii="Calibri Light" w:hAnsi="Calibri Light" w:cs="Calibri Light"/>
          <w:color w:val="262626" w:themeColor="text1" w:themeTint="D9"/>
          <w:sz w:val="22"/>
          <w:szCs w:val="22"/>
        </w:rPr>
      </w:pPr>
      <w:bookmarkStart w:id="13" w:name="OLE_LINK117"/>
      <w:bookmarkStart w:id="14" w:name="OLE_LINK118"/>
      <w:r>
        <w:rPr>
          <w:rFonts w:ascii="Aptos" w:hAnsi="Aptos"/>
        </w:rPr>
        <w:t>Gas Flow</w:t>
      </w:r>
      <w:r w:rsidR="00FD2D8D" w:rsidRPr="00E84BA3">
        <w:rPr>
          <w:rFonts w:ascii="Calibri Light" w:hAnsi="Calibri Light" w:cs="Calibri Light"/>
          <w:color w:val="262626" w:themeColor="text1" w:themeTint="D9"/>
          <w:sz w:val="22"/>
          <w:szCs w:val="22"/>
        </w:rPr>
        <w:tab/>
      </w:r>
      <w:bookmarkEnd w:id="13"/>
      <w:bookmarkEnd w:id="14"/>
      <w:r>
        <w:rPr>
          <w:rFonts w:ascii="Aptos Light" w:hAnsi="Aptos Light" w:cs="Calibri Light"/>
          <w:color w:val="262626" w:themeColor="text1" w:themeTint="D9"/>
          <w:szCs w:val="20"/>
        </w:rPr>
        <w:t xml:space="preserve">Gas Flow (in </w:t>
      </w:r>
      <w:bookmarkStart w:id="15" w:name="OLE_LINK22"/>
      <w:r w:rsidR="00772BA4">
        <w:rPr>
          <w:rFonts w:ascii="Aptos Light" w:hAnsi="Aptos Light" w:cs="Calibri Light"/>
          <w:color w:val="262626" w:themeColor="text1" w:themeTint="D9"/>
          <w:szCs w:val="20"/>
        </w:rPr>
        <w:t>Standard cubic cm per minute</w:t>
      </w:r>
      <w:r>
        <w:rPr>
          <w:rFonts w:ascii="Aptos Light" w:hAnsi="Aptos Light" w:cs="Calibri Light"/>
          <w:color w:val="262626" w:themeColor="text1" w:themeTint="D9"/>
          <w:szCs w:val="20"/>
        </w:rPr>
        <w:t xml:space="preserve">) </w:t>
      </w:r>
      <w:bookmarkEnd w:id="15"/>
      <w:r>
        <w:rPr>
          <w:rFonts w:ascii="Aptos Light" w:hAnsi="Aptos Light" w:cs="Calibri Light"/>
          <w:color w:val="262626" w:themeColor="text1" w:themeTint="D9"/>
          <w:szCs w:val="20"/>
        </w:rPr>
        <w:t>used in the experimental run</w:t>
      </w:r>
      <w:r w:rsidRPr="00716528">
        <w:rPr>
          <w:rFonts w:ascii="Aptos Light" w:hAnsi="Aptos Light" w:cs="Calibri Light"/>
          <w:color w:val="262626" w:themeColor="text1" w:themeTint="D9"/>
          <w:szCs w:val="20"/>
        </w:rPr>
        <w:t xml:space="preserve"> (</w:t>
      </w:r>
      <w:r>
        <w:rPr>
          <w:rFonts w:ascii="Aptos Light" w:hAnsi="Aptos Light" w:cs="Calibri Light"/>
          <w:color w:val="262626" w:themeColor="text1" w:themeTint="D9"/>
          <w:szCs w:val="20"/>
        </w:rPr>
        <w:t>240, 270, 300</w:t>
      </w:r>
      <w:r w:rsidRPr="00716528">
        <w:rPr>
          <w:rFonts w:ascii="Aptos Light" w:hAnsi="Aptos Light" w:cs="Calibri Light"/>
          <w:color w:val="262626" w:themeColor="text1" w:themeTint="D9"/>
          <w:szCs w:val="20"/>
        </w:rPr>
        <w:t>)</w:t>
      </w:r>
    </w:p>
    <w:p w14:paraId="1D72CC79" w14:textId="64746146" w:rsidR="00B57064" w:rsidRPr="00E84BA3" w:rsidRDefault="00502366" w:rsidP="00045AD7">
      <w:pPr>
        <w:spacing w:before="0" w:after="0"/>
        <w:ind w:left="1800" w:hanging="1800"/>
        <w:rPr>
          <w:rStyle w:val="PlainTable31"/>
          <w:rFonts w:ascii="Calibri Light" w:hAnsi="Calibri Light" w:cs="Calibri Light"/>
          <w:b w:val="0"/>
          <w:iCs w:val="0"/>
          <w:color w:val="262626" w:themeColor="text1" w:themeTint="D9"/>
          <w:sz w:val="22"/>
          <w:szCs w:val="22"/>
        </w:rPr>
      </w:pPr>
      <w:bookmarkStart w:id="16" w:name="OLE_LINK9"/>
      <w:bookmarkStart w:id="17" w:name="OLE_LINK10"/>
      <w:bookmarkStart w:id="18" w:name="OLE_LINK119"/>
      <w:bookmarkStart w:id="19" w:name="OLE_LINK120"/>
      <w:bookmarkStart w:id="20" w:name="OLE_LINK121"/>
      <w:r>
        <w:rPr>
          <w:rFonts w:ascii="Aptos" w:hAnsi="Aptos"/>
        </w:rPr>
        <w:t>Center Point</w:t>
      </w:r>
      <w:r w:rsidR="00B57064" w:rsidRPr="00E84BA3">
        <w:rPr>
          <w:rFonts w:ascii="Calibri Light" w:hAnsi="Calibri Light" w:cs="Calibri Light"/>
          <w:color w:val="262626" w:themeColor="text1" w:themeTint="D9"/>
          <w:sz w:val="22"/>
          <w:szCs w:val="22"/>
        </w:rPr>
        <w:tab/>
      </w:r>
      <w:bookmarkEnd w:id="16"/>
      <w:bookmarkEnd w:id="17"/>
      <w:r>
        <w:rPr>
          <w:rFonts w:ascii="Aptos Light" w:hAnsi="Aptos Light" w:cs="Calibri Light"/>
          <w:color w:val="262626" w:themeColor="text1" w:themeTint="D9"/>
          <w:szCs w:val="20"/>
        </w:rPr>
        <w:t xml:space="preserve">Binary Indicator of the center point runs </w:t>
      </w:r>
      <w:r w:rsidR="007D2FD1">
        <w:rPr>
          <w:rFonts w:ascii="Aptos Light" w:hAnsi="Aptos Light" w:cs="Calibri Light"/>
          <w:color w:val="262626" w:themeColor="text1" w:themeTint="D9"/>
          <w:szCs w:val="20"/>
        </w:rPr>
        <w:t xml:space="preserve">in the experiment </w:t>
      </w:r>
      <w:r>
        <w:rPr>
          <w:rFonts w:ascii="Aptos Light" w:hAnsi="Aptos Light" w:cs="Calibri Light"/>
          <w:color w:val="262626" w:themeColor="text1" w:themeTint="D9"/>
          <w:szCs w:val="20"/>
        </w:rPr>
        <w:t>(0,1)</w:t>
      </w:r>
    </w:p>
    <w:p w14:paraId="6A4D1306" w14:textId="02284626" w:rsidR="006F7B07" w:rsidRPr="00E84BA3" w:rsidRDefault="00502366" w:rsidP="00045AD7">
      <w:pPr>
        <w:spacing w:before="0" w:after="0"/>
        <w:ind w:left="1800" w:hanging="1800"/>
        <w:rPr>
          <w:rStyle w:val="PlainTable31"/>
          <w:rFonts w:ascii="Calibri Light" w:hAnsi="Calibri Light" w:cs="Calibri Light"/>
          <w:b w:val="0"/>
          <w:iCs w:val="0"/>
          <w:color w:val="262626" w:themeColor="text1" w:themeTint="D9"/>
          <w:sz w:val="22"/>
          <w:szCs w:val="22"/>
        </w:rPr>
      </w:pPr>
      <w:bookmarkStart w:id="21" w:name="OLE_LINK122"/>
      <w:bookmarkStart w:id="22" w:name="OLE_LINK123"/>
      <w:bookmarkEnd w:id="18"/>
      <w:bookmarkEnd w:id="19"/>
      <w:bookmarkEnd w:id="20"/>
      <w:r>
        <w:rPr>
          <w:rFonts w:ascii="Aptos" w:hAnsi="Aptos"/>
        </w:rPr>
        <w:t>Avg</w:t>
      </w:r>
      <w:r w:rsidR="00F95BB1" w:rsidRPr="0034733B">
        <w:rPr>
          <w:rFonts w:ascii="Aptos" w:hAnsi="Aptos"/>
        </w:rPr>
        <w:t xml:space="preserve"> </w:t>
      </w:r>
      <w:r>
        <w:rPr>
          <w:rFonts w:ascii="Aptos" w:hAnsi="Aptos"/>
        </w:rPr>
        <w:t>Thickness</w:t>
      </w:r>
      <w:r w:rsidR="006F7B07" w:rsidRPr="00E84BA3">
        <w:rPr>
          <w:rStyle w:val="PlainTable31"/>
          <w:rFonts w:ascii="Calibri Light" w:hAnsi="Calibri Light" w:cs="Calibri Light"/>
          <w:b w:val="0"/>
          <w:iCs w:val="0"/>
          <w:color w:val="262626" w:themeColor="text1" w:themeTint="D9"/>
          <w:sz w:val="22"/>
          <w:szCs w:val="22"/>
        </w:rPr>
        <w:tab/>
      </w:r>
      <w:r>
        <w:rPr>
          <w:rFonts w:ascii="Aptos Light" w:hAnsi="Aptos Light" w:cs="Calibri Light"/>
          <w:color w:val="262626" w:themeColor="text1" w:themeTint="D9"/>
          <w:szCs w:val="20"/>
        </w:rPr>
        <w:t xml:space="preserve">The average thickness (in </w:t>
      </w:r>
      <w:bookmarkStart w:id="23" w:name="OLE_LINK21"/>
      <w:r w:rsidR="007D2FD1">
        <w:rPr>
          <w:rFonts w:ascii="Aptos Light" w:hAnsi="Aptos Light" w:cs="Calibri Light"/>
          <w:color w:val="262626" w:themeColor="text1" w:themeTint="D9"/>
          <w:szCs w:val="20"/>
        </w:rPr>
        <w:t>Angstroms</w:t>
      </w:r>
      <w:bookmarkEnd w:id="23"/>
      <w:r>
        <w:rPr>
          <w:rFonts w:ascii="Aptos Light" w:hAnsi="Aptos Light" w:cs="Calibri Light"/>
          <w:color w:val="262626" w:themeColor="text1" w:themeTint="D9"/>
          <w:szCs w:val="20"/>
        </w:rPr>
        <w:t>) of the 5 measurement</w:t>
      </w:r>
      <w:r w:rsidR="007D2FD1">
        <w:rPr>
          <w:rFonts w:ascii="Aptos Light" w:hAnsi="Aptos Light" w:cs="Calibri Light"/>
          <w:color w:val="262626" w:themeColor="text1" w:themeTint="D9"/>
          <w:szCs w:val="20"/>
        </w:rPr>
        <w:t>s</w:t>
      </w:r>
      <w:r>
        <w:rPr>
          <w:rFonts w:ascii="Aptos Light" w:hAnsi="Aptos Light" w:cs="Calibri Light"/>
          <w:color w:val="262626" w:themeColor="text1" w:themeTint="D9"/>
          <w:szCs w:val="20"/>
        </w:rPr>
        <w:t xml:space="preserve"> on the wafer</w:t>
      </w:r>
      <w:r>
        <w:rPr>
          <w:rFonts w:ascii="Aptos Light" w:hAnsi="Aptos Light" w:cs="Calibri Light"/>
          <w:color w:val="262626" w:themeColor="text1" w:themeTint="D9"/>
          <w:szCs w:val="20"/>
        </w:rPr>
        <w:br/>
        <w:t>for each experimental run</w:t>
      </w:r>
    </w:p>
    <w:p w14:paraId="3477BF77" w14:textId="141E79BE" w:rsidR="00B57064" w:rsidRPr="00E84BA3" w:rsidRDefault="00502366" w:rsidP="00045AD7">
      <w:pPr>
        <w:spacing w:before="0" w:after="0"/>
        <w:ind w:left="1800" w:hanging="1800"/>
        <w:rPr>
          <w:rFonts w:ascii="Calibri Light" w:hAnsi="Calibri Light" w:cs="Calibri Light"/>
          <w:color w:val="262626" w:themeColor="text1" w:themeTint="D9"/>
          <w:sz w:val="22"/>
          <w:szCs w:val="22"/>
        </w:rPr>
      </w:pPr>
      <w:bookmarkStart w:id="24" w:name="OLE_LINK124"/>
      <w:bookmarkStart w:id="25" w:name="OLE_LINK125"/>
      <w:bookmarkEnd w:id="21"/>
      <w:bookmarkEnd w:id="22"/>
      <w:r>
        <w:rPr>
          <w:rFonts w:ascii="Aptos" w:hAnsi="Aptos"/>
        </w:rPr>
        <w:t>Var</w:t>
      </w:r>
      <w:r w:rsidR="00832AB9">
        <w:rPr>
          <w:rFonts w:ascii="Aptos" w:hAnsi="Aptos"/>
        </w:rPr>
        <w:t xml:space="preserve"> Thickness</w:t>
      </w:r>
      <w:r w:rsidR="00B57064" w:rsidRPr="00E84BA3">
        <w:rPr>
          <w:rFonts w:ascii="Calibri Light" w:hAnsi="Calibri Light" w:cs="Calibri Light"/>
          <w:color w:val="262626" w:themeColor="text1" w:themeTint="D9"/>
          <w:sz w:val="22"/>
          <w:szCs w:val="22"/>
        </w:rPr>
        <w:tab/>
      </w:r>
      <w:r>
        <w:rPr>
          <w:rFonts w:ascii="Aptos Light" w:hAnsi="Aptos Light" w:cs="Calibri Light"/>
          <w:color w:val="262626" w:themeColor="text1" w:themeTint="D9"/>
          <w:szCs w:val="20"/>
        </w:rPr>
        <w:t xml:space="preserve">The standard deviation in thickness (in </w:t>
      </w:r>
      <w:r w:rsidR="001A6E5B">
        <w:rPr>
          <w:rFonts w:ascii="Aptos Light" w:hAnsi="Aptos Light" w:cs="Calibri Light"/>
          <w:color w:val="262626" w:themeColor="text1" w:themeTint="D9"/>
          <w:szCs w:val="20"/>
        </w:rPr>
        <w:t>Angstroms</w:t>
      </w:r>
      <w:r>
        <w:rPr>
          <w:rFonts w:ascii="Aptos Light" w:hAnsi="Aptos Light" w:cs="Calibri Light"/>
          <w:color w:val="262626" w:themeColor="text1" w:themeTint="D9"/>
          <w:szCs w:val="20"/>
        </w:rPr>
        <w:t>) of 5 measurement on the wafer</w:t>
      </w:r>
      <w:r>
        <w:rPr>
          <w:rFonts w:ascii="Aptos Light" w:hAnsi="Aptos Light" w:cs="Calibri Light"/>
          <w:color w:val="262626" w:themeColor="text1" w:themeTint="D9"/>
          <w:szCs w:val="20"/>
        </w:rPr>
        <w:br/>
        <w:t>for each experimental run</w:t>
      </w:r>
    </w:p>
    <w:p w14:paraId="12C8252A" w14:textId="77777777" w:rsidR="002C4164" w:rsidRDefault="002C4164" w:rsidP="002C4164">
      <w:pPr>
        <w:spacing w:before="0" w:after="0"/>
        <w:rPr>
          <w:rFonts w:ascii="Calibri Light" w:hAnsi="Calibri Light" w:cs="Calibri Light"/>
          <w:color w:val="262626" w:themeColor="text1" w:themeTint="D9"/>
          <w:sz w:val="22"/>
          <w:szCs w:val="22"/>
        </w:rPr>
      </w:pPr>
      <w:bookmarkStart w:id="26" w:name="OLE_LINK2"/>
      <w:bookmarkStart w:id="27" w:name="OLE_LINK3"/>
      <w:bookmarkStart w:id="28" w:name="OLE_LINK4"/>
      <w:bookmarkStart w:id="29" w:name="OLE_LINK25"/>
      <w:bookmarkStart w:id="30" w:name="OLE_LINK26"/>
      <w:bookmarkEnd w:id="24"/>
      <w:bookmarkEnd w:id="25"/>
    </w:p>
    <w:p w14:paraId="63B748BF" w14:textId="77777777" w:rsidR="002C4164" w:rsidRDefault="002C4164" w:rsidP="002C4164">
      <w:pPr>
        <w:spacing w:before="0" w:after="0"/>
        <w:rPr>
          <w:rFonts w:ascii="Calibri Light" w:hAnsi="Calibri Light" w:cs="Calibri Light"/>
          <w:color w:val="262626" w:themeColor="text1" w:themeTint="D9"/>
          <w:sz w:val="22"/>
          <w:szCs w:val="22"/>
        </w:rPr>
      </w:pPr>
    </w:p>
    <w:p w14:paraId="7B6B5489" w14:textId="77777777" w:rsidR="00032826" w:rsidRDefault="00032826" w:rsidP="002C4164">
      <w:pPr>
        <w:pStyle w:val="Title"/>
        <w:spacing w:after="120"/>
        <w:rPr>
          <w:rFonts w:ascii="Aptos SemiBold" w:hAnsi="Aptos SemiBold" w:cs="Calibri"/>
          <w:color w:val="262626" w:themeColor="text1" w:themeTint="D9"/>
          <w:sz w:val="22"/>
          <w:szCs w:val="22"/>
        </w:rPr>
      </w:pPr>
    </w:p>
    <w:p w14:paraId="41F721A8" w14:textId="77777777" w:rsidR="00BF3241" w:rsidRDefault="00BF3241" w:rsidP="002C4164">
      <w:pPr>
        <w:pStyle w:val="Title"/>
        <w:spacing w:after="120"/>
        <w:rPr>
          <w:rFonts w:ascii="Aptos SemiBold" w:hAnsi="Aptos SemiBold" w:cs="Calibri"/>
          <w:color w:val="262626" w:themeColor="text1" w:themeTint="D9"/>
          <w:sz w:val="22"/>
          <w:szCs w:val="22"/>
        </w:rPr>
      </w:pPr>
    </w:p>
    <w:p w14:paraId="270F2816" w14:textId="77777777" w:rsidR="000C7296" w:rsidRDefault="000C7296">
      <w:pPr>
        <w:spacing w:before="0" w:after="0"/>
        <w:rPr>
          <w:rFonts w:ascii="Aptos SemiBold" w:hAnsi="Aptos SemiBold" w:cs="Calibri"/>
          <w:b/>
          <w:bCs/>
          <w:color w:val="262626" w:themeColor="text1" w:themeTint="D9"/>
          <w:sz w:val="22"/>
          <w:szCs w:val="22"/>
        </w:rPr>
      </w:pPr>
      <w:r>
        <w:rPr>
          <w:rFonts w:ascii="Aptos SemiBold" w:hAnsi="Aptos SemiBold" w:cs="Calibri"/>
          <w:color w:val="262626" w:themeColor="text1" w:themeTint="D9"/>
          <w:sz w:val="22"/>
          <w:szCs w:val="22"/>
        </w:rPr>
        <w:br w:type="page"/>
      </w:r>
    </w:p>
    <w:p w14:paraId="46F6D353" w14:textId="2F929FF4" w:rsidR="00DC6441" w:rsidRPr="002C4164" w:rsidRDefault="00DC6441" w:rsidP="002C4164">
      <w:pPr>
        <w:pStyle w:val="Title"/>
        <w:spacing w:after="120"/>
        <w:rPr>
          <w:rFonts w:ascii="Aptos SemiBold" w:hAnsi="Aptos SemiBold" w:cs="Calibri"/>
          <w:color w:val="262626" w:themeColor="text1" w:themeTint="D9"/>
          <w:sz w:val="22"/>
          <w:szCs w:val="22"/>
        </w:rPr>
      </w:pPr>
      <w:r w:rsidRPr="002C4164">
        <w:rPr>
          <w:rFonts w:ascii="Aptos SemiBold" w:hAnsi="Aptos SemiBold" w:cs="Calibri"/>
          <w:color w:val="262626" w:themeColor="text1" w:themeTint="D9"/>
          <w:sz w:val="22"/>
          <w:szCs w:val="22"/>
        </w:rPr>
        <w:lastRenderedPageBreak/>
        <w:t xml:space="preserve">EXERCISES </w:t>
      </w:r>
    </w:p>
    <w:p w14:paraId="071D0939" w14:textId="4D012B19" w:rsidR="0060753B" w:rsidRPr="00032826" w:rsidRDefault="00DA6246" w:rsidP="00032826">
      <w:pPr>
        <w:pStyle w:val="Title"/>
        <w:spacing w:after="80"/>
        <w:rPr>
          <w:rFonts w:ascii="Calibri Light" w:eastAsia="MS Mincho" w:hAnsi="Calibri Light" w:cs="Calibri Light"/>
          <w:b w:val="0"/>
          <w:bCs w:val="0"/>
          <w:color w:val="262626" w:themeColor="text1" w:themeTint="D9"/>
          <w:sz w:val="22"/>
          <w:szCs w:val="22"/>
        </w:rPr>
      </w:pPr>
      <w:r w:rsidRPr="002C4164">
        <w:rPr>
          <w:rFonts w:ascii="Aptos Light" w:hAnsi="Aptos Light" w:cs="Sarabun Light"/>
          <w:b w:val="0"/>
          <w:bCs w:val="0"/>
          <w:color w:val="262626" w:themeColor="text1" w:themeTint="D9"/>
          <w:sz w:val="22"/>
          <w:szCs w:val="22"/>
        </w:rPr>
        <w:t>The exercises consist</w:t>
      </w:r>
      <w:r w:rsidR="00A32CCD" w:rsidRPr="002C4164">
        <w:rPr>
          <w:rFonts w:ascii="Aptos Light" w:hAnsi="Aptos Light" w:cs="Sarabun Light"/>
          <w:b w:val="0"/>
          <w:bCs w:val="0"/>
          <w:color w:val="262626" w:themeColor="text1" w:themeTint="D9"/>
          <w:sz w:val="22"/>
          <w:szCs w:val="22"/>
        </w:rPr>
        <w:t xml:space="preserve"> </w:t>
      </w:r>
      <w:r w:rsidRPr="002C4164">
        <w:rPr>
          <w:rFonts w:ascii="Aptos Light" w:hAnsi="Aptos Light" w:cs="Sarabun Light"/>
          <w:b w:val="0"/>
          <w:bCs w:val="0"/>
          <w:color w:val="262626" w:themeColor="text1" w:themeTint="D9"/>
          <w:sz w:val="22"/>
          <w:szCs w:val="22"/>
        </w:rPr>
        <w:t xml:space="preserve">of </w:t>
      </w:r>
      <w:r w:rsidR="001C40EB">
        <w:rPr>
          <w:rFonts w:ascii="Aptos Light" w:hAnsi="Aptos Light" w:cs="Sarabun Light"/>
          <w:b w:val="0"/>
          <w:bCs w:val="0"/>
          <w:color w:val="262626" w:themeColor="text1" w:themeTint="D9"/>
          <w:sz w:val="22"/>
          <w:szCs w:val="22"/>
        </w:rPr>
        <w:t xml:space="preserve">analyzing the experimental results to identify those factors that impact the average and/or variation in thickness, those impacts through creating a linear statistical </w:t>
      </w:r>
      <w:proofErr w:type="gramStart"/>
      <w:r w:rsidR="001C40EB">
        <w:rPr>
          <w:rFonts w:ascii="Aptos Light" w:hAnsi="Aptos Light" w:cs="Sarabun Light"/>
          <w:b w:val="0"/>
          <w:bCs w:val="0"/>
          <w:color w:val="262626" w:themeColor="text1" w:themeTint="D9"/>
          <w:sz w:val="22"/>
          <w:szCs w:val="22"/>
        </w:rPr>
        <w:t>model</w:t>
      </w:r>
      <w:r w:rsidR="00BF3241">
        <w:rPr>
          <w:rFonts w:ascii="Aptos Light" w:hAnsi="Aptos Light" w:cs="Sarabun Light"/>
          <w:b w:val="0"/>
          <w:bCs w:val="0"/>
          <w:color w:val="262626" w:themeColor="text1" w:themeTint="D9"/>
          <w:sz w:val="22"/>
          <w:szCs w:val="22"/>
        </w:rPr>
        <w:t>, and</w:t>
      </w:r>
      <w:proofErr w:type="gramEnd"/>
      <w:r w:rsidR="00BF3241">
        <w:rPr>
          <w:rFonts w:ascii="Aptos Light" w:hAnsi="Aptos Light" w:cs="Sarabun Light"/>
          <w:b w:val="0"/>
          <w:bCs w:val="0"/>
          <w:color w:val="262626" w:themeColor="text1" w:themeTint="D9"/>
          <w:sz w:val="22"/>
          <w:szCs w:val="22"/>
        </w:rPr>
        <w:t xml:space="preserve"> using those resulting models to find the optimal factor setting and simulating the process if run at those settings.</w:t>
      </w:r>
    </w:p>
    <w:p w14:paraId="219AAE66" w14:textId="77777777" w:rsidR="00D23783" w:rsidRPr="00960087" w:rsidRDefault="00D23783" w:rsidP="002130C9">
      <w:pPr>
        <w:pStyle w:val="Title"/>
        <w:spacing w:after="80"/>
        <w:rPr>
          <w:rFonts w:ascii="Aptos Light" w:eastAsia="MS Mincho" w:hAnsi="Aptos Light" w:cs="Calibri Light"/>
          <w:b w:val="0"/>
          <w:bCs w:val="0"/>
          <w:color w:val="262626" w:themeColor="text1" w:themeTint="D9"/>
          <w:sz w:val="20"/>
          <w:szCs w:val="20"/>
        </w:rPr>
      </w:pPr>
    </w:p>
    <w:bookmarkStart w:id="31" w:name="OLE_LINK29"/>
    <w:bookmarkStart w:id="32" w:name="OLE_LINK30"/>
    <w:p w14:paraId="0E7C9DAE" w14:textId="3DAE81CD" w:rsidR="00210C79" w:rsidRDefault="00A52E93" w:rsidP="00210C79">
      <w:pPr>
        <w:pStyle w:val="ListParagraph"/>
        <w:numPr>
          <w:ilvl w:val="0"/>
          <w:numId w:val="34"/>
        </w:numPr>
        <w:spacing w:after="120"/>
        <w:ind w:left="360"/>
        <w:contextualSpacing w:val="0"/>
        <w:rPr>
          <w:rFonts w:ascii="Calibri Light" w:hAnsi="Calibri Light" w:cs="Calibri Light"/>
          <w:color w:val="262626" w:themeColor="text1" w:themeTint="D9"/>
          <w:sz w:val="22"/>
          <w:szCs w:val="22"/>
        </w:rPr>
      </w:pPr>
      <w:r w:rsidRPr="00960087">
        <w:rPr>
          <w:rFonts w:ascii="Aptos Light" w:hAnsi="Aptos Light" w:cs="Calibri Light"/>
          <w:noProof/>
          <w:color w:val="262626" w:themeColor="text1" w:themeTint="D9"/>
          <w:sz w:val="22"/>
          <w:szCs w:val="22"/>
        </w:rPr>
        <mc:AlternateContent>
          <mc:Choice Requires="wps">
            <w:drawing>
              <wp:anchor distT="0" distB="0" distL="114300" distR="114300" simplePos="0" relativeHeight="251667456" behindDoc="1" locked="0" layoutInCell="1" allowOverlap="1" wp14:anchorId="1B9E7AAF" wp14:editId="193E9149">
                <wp:simplePos x="0" y="0"/>
                <wp:positionH relativeFrom="column">
                  <wp:posOffset>395605</wp:posOffset>
                </wp:positionH>
                <wp:positionV relativeFrom="paragraph">
                  <wp:posOffset>1002030</wp:posOffset>
                </wp:positionV>
                <wp:extent cx="5297170" cy="1630680"/>
                <wp:effectExtent l="0" t="0" r="0" b="0"/>
                <wp:wrapNone/>
                <wp:docPr id="232723335" name="Rounded Rectangle 1"/>
                <wp:cNvGraphicFramePr/>
                <a:graphic xmlns:a="http://schemas.openxmlformats.org/drawingml/2006/main">
                  <a:graphicData uri="http://schemas.microsoft.com/office/word/2010/wordprocessingShape">
                    <wps:wsp>
                      <wps:cNvSpPr/>
                      <wps:spPr>
                        <a:xfrm>
                          <a:off x="0" y="0"/>
                          <a:ext cx="5297170" cy="1630680"/>
                        </a:xfrm>
                        <a:prstGeom prst="roundRect">
                          <a:avLst>
                            <a:gd name="adj" fmla="val 6084"/>
                          </a:avLst>
                        </a:prstGeom>
                        <a:solidFill>
                          <a:schemeClr val="bg1">
                            <a:lumMod val="95000"/>
                          </a:schemeClr>
                        </a:solidFill>
                        <a:ln w="3175">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F9C9F06" id="Rounded Rectangle 1" o:spid="_x0000_s1026" style="position:absolute;margin-left:31.15pt;margin-top:78.9pt;width:417.1pt;height:128.4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3987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" fillcolor="#f2f2f2 [3052]" stroked="f" strokeweight=".25pt">
                <v:stroke joinstyle="miter"/>
              </v:roundrect>
            </w:pict>
          </mc:Fallback>
        </mc:AlternateContent>
      </w:r>
      <w:r w:rsidRPr="00960087">
        <w:rPr>
          <w:rFonts w:ascii="Aptos Light" w:hAnsi="Aptos Light" w:cs="Calibri Light"/>
          <w:noProof/>
          <w:color w:val="E7E6E6" w:themeColor="background2"/>
          <w:sz w:val="20"/>
          <w:szCs w:val="20"/>
        </w:rPr>
        <mc:AlternateContent>
          <mc:Choice Requires="wps">
            <w:drawing>
              <wp:anchor distT="0" distB="0" distL="114300" distR="114300" simplePos="0" relativeHeight="251693055" behindDoc="0" locked="0" layoutInCell="1" allowOverlap="1" wp14:anchorId="42843013" wp14:editId="43AE8559">
                <wp:simplePos x="0" y="0"/>
                <wp:positionH relativeFrom="column">
                  <wp:posOffset>461645</wp:posOffset>
                </wp:positionH>
                <wp:positionV relativeFrom="paragraph">
                  <wp:posOffset>1049020</wp:posOffset>
                </wp:positionV>
                <wp:extent cx="5077460" cy="1583690"/>
                <wp:effectExtent l="0" t="0" r="0" b="0"/>
                <wp:wrapNone/>
                <wp:docPr id="1101292475" name="Text Box 2"/>
                <wp:cNvGraphicFramePr/>
                <a:graphic xmlns:a="http://schemas.openxmlformats.org/drawingml/2006/main">
                  <a:graphicData uri="http://schemas.microsoft.com/office/word/2010/wordprocessingShape">
                    <wps:wsp>
                      <wps:cNvSpPr txBox="1"/>
                      <wps:spPr>
                        <a:xfrm>
                          <a:off x="0" y="0"/>
                          <a:ext cx="5077460" cy="1583690"/>
                        </a:xfrm>
                        <a:prstGeom prst="rect">
                          <a:avLst/>
                        </a:prstGeom>
                        <a:noFill/>
                        <a:ln w="6350">
                          <a:noFill/>
                        </a:ln>
                      </wps:spPr>
                      <wps:txbx>
                        <w:txbxContent>
                          <w:p w14:paraId="131690F0" w14:textId="6BD479F6" w:rsidR="00BF3069" w:rsidRPr="00BF3069" w:rsidRDefault="00875145">
                            <w:pPr>
                              <w:rPr>
                                <w:rFonts w:ascii="Avenir Book" w:hAnsi="Avenir Book" w:cs="Avenir Book"/>
                                <w:i/>
                                <w:iCs/>
                                <w:color w:val="3B3838" w:themeColor="background2" w:themeShade="40"/>
                                <w:szCs w:val="20"/>
                              </w:rPr>
                            </w:pPr>
                            <w:r w:rsidRPr="00BB3102">
                              <w:rPr>
                                <w:rFonts w:ascii="Aptos" w:hAnsi="Aptos" w:cs="Avenir Book"/>
                                <w:i/>
                                <w:iCs/>
                                <w:color w:val="3B3838" w:themeColor="background2" w:themeShade="40"/>
                                <w:szCs w:val="20"/>
                              </w:rPr>
                              <w:t>Instructions:</w:t>
                            </w:r>
                            <w:r w:rsidRPr="002C4164">
                              <w:rPr>
                                <w:rFonts w:ascii="Aptos Light" w:hAnsi="Aptos Light" w:cs="Avenir Book"/>
                                <w:i/>
                                <w:iCs/>
                                <w:color w:val="3B3838" w:themeColor="background2" w:themeShade="40"/>
                                <w:szCs w:val="20"/>
                              </w:rPr>
                              <w:t xml:space="preserve"> Use Graph Builder. Place the variable </w:t>
                            </w:r>
                            <w:r w:rsidR="00832AB9">
                              <w:rPr>
                                <w:rFonts w:ascii="Aptos Light" w:hAnsi="Aptos Light" w:cs="Avenir Book"/>
                                <w:i/>
                                <w:iCs/>
                                <w:color w:val="3B3838" w:themeColor="background2" w:themeShade="40"/>
                                <w:szCs w:val="20"/>
                              </w:rPr>
                              <w:t>‘</w:t>
                            </w:r>
                            <w:r w:rsidR="005F71E5">
                              <w:rPr>
                                <w:rFonts w:ascii="Aptos Light" w:hAnsi="Aptos Light" w:cs="Avenir Book"/>
                                <w:i/>
                                <w:iCs/>
                                <w:color w:val="3B3838" w:themeColor="background2" w:themeShade="40"/>
                                <w:szCs w:val="20"/>
                              </w:rPr>
                              <w:t>Avg</w:t>
                            </w:r>
                            <w:r w:rsidR="00832AB9">
                              <w:rPr>
                                <w:rFonts w:ascii="Aptos Light" w:hAnsi="Aptos Light" w:cs="Avenir Book"/>
                                <w:i/>
                                <w:iCs/>
                                <w:color w:val="3B3838" w:themeColor="background2" w:themeShade="40"/>
                                <w:szCs w:val="20"/>
                              </w:rPr>
                              <w:t xml:space="preserve"> Thickness’</w:t>
                            </w:r>
                            <w:r w:rsidRPr="002C4164">
                              <w:rPr>
                                <w:rFonts w:ascii="Aptos Light" w:hAnsi="Aptos Light" w:cs="Avenir Book"/>
                                <w:i/>
                                <w:iCs/>
                                <w:color w:val="3B3838" w:themeColor="background2" w:themeShade="40"/>
                                <w:szCs w:val="20"/>
                              </w:rPr>
                              <w:t xml:space="preserve"> on the </w:t>
                            </w:r>
                            <w:r w:rsidR="00923B4F">
                              <w:rPr>
                                <w:rFonts w:ascii="Aptos Light" w:hAnsi="Aptos Light" w:cs="Avenir Book"/>
                                <w:i/>
                                <w:iCs/>
                                <w:color w:val="3B3838" w:themeColor="background2" w:themeShade="40"/>
                                <w:szCs w:val="20"/>
                              </w:rPr>
                              <w:t xml:space="preserve">Y </w:t>
                            </w:r>
                            <w:r w:rsidRPr="002C4164">
                              <w:rPr>
                                <w:rFonts w:ascii="Aptos Light" w:hAnsi="Aptos Light" w:cs="Avenir Book"/>
                                <w:i/>
                                <w:iCs/>
                                <w:color w:val="3B3838" w:themeColor="background2" w:themeShade="40"/>
                                <w:szCs w:val="20"/>
                              </w:rPr>
                              <w:t xml:space="preserve">axis. </w:t>
                            </w:r>
                            <w:r w:rsidR="005F71E5">
                              <w:rPr>
                                <w:rFonts w:ascii="Aptos Light" w:hAnsi="Aptos Light" w:cs="Avenir Book"/>
                                <w:i/>
                                <w:iCs/>
                                <w:color w:val="3B3838" w:themeColor="background2" w:themeShade="40"/>
                                <w:szCs w:val="20"/>
                              </w:rPr>
                              <w:t xml:space="preserve">Place ‘HF Power’ on the X axis and ‘LF Power’ in the Group X role. Place ‘Gas Flow’ in the Overlay role. </w:t>
                            </w:r>
                            <w:r w:rsidR="00A94B16" w:rsidRPr="002C4164">
                              <w:rPr>
                                <w:rFonts w:ascii="Aptos Light" w:hAnsi="Aptos Light" w:cs="Avenir Book"/>
                                <w:i/>
                                <w:iCs/>
                                <w:color w:val="3B3838" w:themeColor="background2" w:themeShade="40"/>
                                <w:szCs w:val="20"/>
                              </w:rPr>
                              <w:t xml:space="preserve">Choose the </w:t>
                            </w:r>
                            <w:proofErr w:type="spellStart"/>
                            <w:r w:rsidR="005F71E5">
                              <w:rPr>
                                <w:rFonts w:ascii="Aptos Light" w:hAnsi="Aptos Light" w:cs="Avenir Book"/>
                                <w:i/>
                                <w:iCs/>
                                <w:color w:val="3B3838" w:themeColor="background2" w:themeShade="40"/>
                                <w:szCs w:val="20"/>
                              </w:rPr>
                              <w:t>dotplot</w:t>
                            </w:r>
                            <w:proofErr w:type="spellEnd"/>
                            <w:r w:rsidR="005F71E5">
                              <w:rPr>
                                <w:rFonts w:ascii="Aptos Light" w:hAnsi="Aptos Light" w:cs="Avenir Book"/>
                                <w:i/>
                                <w:iCs/>
                                <w:color w:val="3B3838" w:themeColor="background2" w:themeShade="40"/>
                                <w:szCs w:val="20"/>
                              </w:rPr>
                              <w:t xml:space="preserve">              and line graph           icons</w:t>
                            </w:r>
                            <w:r w:rsidR="00BF3069" w:rsidRPr="002C4164">
                              <w:rPr>
                                <w:rFonts w:ascii="Aptos Light" w:hAnsi="Aptos Light" w:cs="Avenir Book"/>
                                <w:i/>
                                <w:iCs/>
                                <w:color w:val="3B3838" w:themeColor="background2" w:themeShade="40"/>
                                <w:szCs w:val="20"/>
                              </w:rPr>
                              <w:t>.</w:t>
                            </w:r>
                            <w:r w:rsidR="00A94B16" w:rsidRPr="002C4164">
                              <w:rPr>
                                <w:rFonts w:ascii="Aptos Light" w:hAnsi="Aptos Light" w:cs="Avenir Book"/>
                                <w:i/>
                                <w:iCs/>
                                <w:color w:val="3B3838" w:themeColor="background2" w:themeShade="40"/>
                                <w:szCs w:val="20"/>
                              </w:rPr>
                              <w:t xml:space="preserve">        </w:t>
                            </w:r>
                            <w:r w:rsidR="006373AA">
                              <w:rPr>
                                <w:rFonts w:ascii="Aptos Light" w:hAnsi="Aptos Light" w:cs="Avenir Book"/>
                                <w:i/>
                                <w:iCs/>
                                <w:color w:val="3B3838" w:themeColor="background2" w:themeShade="40"/>
                                <w:szCs w:val="20"/>
                              </w:rPr>
                              <w:br/>
                            </w:r>
                            <w:r w:rsidR="005F71E5">
                              <w:rPr>
                                <w:rFonts w:ascii="Aptos Light" w:hAnsi="Aptos Light" w:cs="Avenir Book"/>
                                <w:i/>
                                <w:iCs/>
                                <w:color w:val="3B3838" w:themeColor="background2" w:themeShade="40"/>
                                <w:szCs w:val="20"/>
                              </w:rPr>
                              <w:br/>
                            </w:r>
                            <w:r w:rsidR="00923B4F">
                              <w:rPr>
                                <w:rFonts w:ascii="Aptos Light" w:hAnsi="Aptos Light" w:cs="Avenir Book"/>
                                <w:i/>
                                <w:iCs/>
                                <w:color w:val="3B3838" w:themeColor="background2" w:themeShade="40"/>
                                <w:szCs w:val="20"/>
                              </w:rPr>
                              <w:t>Repeat using ‘Var Thickness’ as the response variable.</w:t>
                            </w:r>
                            <w:r w:rsidR="00923B4F">
                              <w:rPr>
                                <w:rFonts w:ascii="Aptos Light" w:hAnsi="Aptos Light" w:cs="Avenir Book"/>
                                <w:i/>
                                <w:iCs/>
                                <w:color w:val="3B3838" w:themeColor="background2" w:themeShade="40"/>
                                <w:szCs w:val="20"/>
                              </w:rPr>
                              <w:br/>
                            </w:r>
                            <w:r w:rsidR="00923B4F">
                              <w:rPr>
                                <w:rFonts w:ascii="Aptos Light" w:hAnsi="Aptos Light" w:cs="Avenir Book"/>
                                <w:i/>
                                <w:iCs/>
                                <w:color w:val="3B3838" w:themeColor="background2" w:themeShade="40"/>
                                <w:szCs w:val="20"/>
                              </w:rPr>
                              <w:br/>
                              <w:t xml:space="preserve">Note: The Response Limits </w:t>
                            </w:r>
                            <w:r w:rsidR="003333CB">
                              <w:rPr>
                                <w:rFonts w:ascii="Aptos Light" w:hAnsi="Aptos Light" w:cs="Avenir Book"/>
                                <w:i/>
                                <w:iCs/>
                                <w:color w:val="3B3838" w:themeColor="background2" w:themeShade="40"/>
                                <w:szCs w:val="20"/>
                              </w:rPr>
                              <w:t>and</w:t>
                            </w:r>
                            <w:r w:rsidR="00923B4F">
                              <w:rPr>
                                <w:rFonts w:ascii="Aptos Light" w:hAnsi="Aptos Light" w:cs="Avenir Book"/>
                                <w:i/>
                                <w:iCs/>
                                <w:color w:val="3B3838" w:themeColor="background2" w:themeShade="40"/>
                                <w:szCs w:val="20"/>
                              </w:rPr>
                              <w:t xml:space="preserve"> the Goal were added to the Column Properties and the option to show as reference lines on graphs selected. You can double-click on the column to see these settings.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2843013" id="_x0000_t202" coordsize="21600,21600" o:spt="202" path="m,l,21600r21600,l21600,xe">
                <v:stroke joinstyle="miter"/>
                <v:path gradientshapeok="t" o:connecttype="rect"/>
              </v:shapetype>
              <v:shape id="Text Box 2" o:spid="_x0000_s1039" type="#_x0000_t202" style="position:absolute;left:0;text-align:left;margin-left:36.35pt;margin-top:82.6pt;width:399.8pt;height:124.7pt;z-index:251693055;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" filled="f" stroked="f" strokeweight=".5pt">
                <v:textbox>
                  <w:txbxContent>
                    <w:p w14:paraId="131690F0" w14:textId="6BD479F6" w:rsidR="00BF3069" w:rsidRPr="00BF3069" w:rsidRDefault="00875145">
                      <w:pPr>
                        <w:rPr>
                          <w:rFonts w:ascii="Avenir Book" w:hAnsi="Avenir Book" w:cs="Avenir Book"/>
                          <w:i/>
                          <w:iCs/>
                          <w:color w:val="3B3838" w:themeColor="background2" w:themeShade="40"/>
                          <w:szCs w:val="20"/>
                        </w:rPr>
                      </w:pPr>
                      <w:r w:rsidRPr="00BB3102">
                        <w:rPr>
                          <w:rFonts w:ascii="Aptos" w:hAnsi="Aptos" w:cs="Avenir Book"/>
                          <w:i/>
                          <w:iCs/>
                          <w:color w:val="3B3838" w:themeColor="background2" w:themeShade="40"/>
                          <w:szCs w:val="20"/>
                        </w:rPr>
                        <w:t>Instructions:</w:t>
                      </w:r>
                      <w:r w:rsidRPr="002C4164">
                        <w:rPr>
                          <w:rFonts w:ascii="Aptos Light" w:hAnsi="Aptos Light" w:cs="Avenir Book"/>
                          <w:i/>
                          <w:iCs/>
                          <w:color w:val="3B3838" w:themeColor="background2" w:themeShade="40"/>
                          <w:szCs w:val="20"/>
                        </w:rPr>
                        <w:t xml:space="preserve"> Use Graph Builder. Place the variable </w:t>
                      </w:r>
                      <w:r w:rsidR="00832AB9">
                        <w:rPr>
                          <w:rFonts w:ascii="Aptos Light" w:hAnsi="Aptos Light" w:cs="Avenir Book"/>
                          <w:i/>
                          <w:iCs/>
                          <w:color w:val="3B3838" w:themeColor="background2" w:themeShade="40"/>
                          <w:szCs w:val="20"/>
                        </w:rPr>
                        <w:t>‘</w:t>
                      </w:r>
                      <w:r w:rsidR="005F71E5">
                        <w:rPr>
                          <w:rFonts w:ascii="Aptos Light" w:hAnsi="Aptos Light" w:cs="Avenir Book"/>
                          <w:i/>
                          <w:iCs/>
                          <w:color w:val="3B3838" w:themeColor="background2" w:themeShade="40"/>
                          <w:szCs w:val="20"/>
                        </w:rPr>
                        <w:t>Avg</w:t>
                      </w:r>
                      <w:r w:rsidR="00832AB9">
                        <w:rPr>
                          <w:rFonts w:ascii="Aptos Light" w:hAnsi="Aptos Light" w:cs="Avenir Book"/>
                          <w:i/>
                          <w:iCs/>
                          <w:color w:val="3B3838" w:themeColor="background2" w:themeShade="40"/>
                          <w:szCs w:val="20"/>
                        </w:rPr>
                        <w:t xml:space="preserve"> Thickness’</w:t>
                      </w:r>
                      <w:r w:rsidRPr="002C4164">
                        <w:rPr>
                          <w:rFonts w:ascii="Aptos Light" w:hAnsi="Aptos Light" w:cs="Avenir Book"/>
                          <w:i/>
                          <w:iCs/>
                          <w:color w:val="3B3838" w:themeColor="background2" w:themeShade="40"/>
                          <w:szCs w:val="20"/>
                        </w:rPr>
                        <w:t xml:space="preserve"> on the </w:t>
                      </w:r>
                      <w:r w:rsidR="00923B4F">
                        <w:rPr>
                          <w:rFonts w:ascii="Aptos Light" w:hAnsi="Aptos Light" w:cs="Avenir Book"/>
                          <w:i/>
                          <w:iCs/>
                          <w:color w:val="3B3838" w:themeColor="background2" w:themeShade="40"/>
                          <w:szCs w:val="20"/>
                        </w:rPr>
                        <w:t xml:space="preserve">Y </w:t>
                      </w:r>
                      <w:r w:rsidRPr="002C4164">
                        <w:rPr>
                          <w:rFonts w:ascii="Aptos Light" w:hAnsi="Aptos Light" w:cs="Avenir Book"/>
                          <w:i/>
                          <w:iCs/>
                          <w:color w:val="3B3838" w:themeColor="background2" w:themeShade="40"/>
                          <w:szCs w:val="20"/>
                        </w:rPr>
                        <w:t xml:space="preserve">axis. </w:t>
                      </w:r>
                      <w:r w:rsidR="005F71E5">
                        <w:rPr>
                          <w:rFonts w:ascii="Aptos Light" w:hAnsi="Aptos Light" w:cs="Avenir Book"/>
                          <w:i/>
                          <w:iCs/>
                          <w:color w:val="3B3838" w:themeColor="background2" w:themeShade="40"/>
                          <w:szCs w:val="20"/>
                        </w:rPr>
                        <w:t xml:space="preserve">Place ‘HF Power’ on the X axis and ‘LF Power’ in the Group X role. Place ‘Gas Flow’ in the Overlay role. </w:t>
                      </w:r>
                      <w:r w:rsidR="00A94B16" w:rsidRPr="002C4164">
                        <w:rPr>
                          <w:rFonts w:ascii="Aptos Light" w:hAnsi="Aptos Light" w:cs="Avenir Book"/>
                          <w:i/>
                          <w:iCs/>
                          <w:color w:val="3B3838" w:themeColor="background2" w:themeShade="40"/>
                          <w:szCs w:val="20"/>
                        </w:rPr>
                        <w:t xml:space="preserve">Choose the </w:t>
                      </w:r>
                      <w:proofErr w:type="spellStart"/>
                      <w:r w:rsidR="005F71E5">
                        <w:rPr>
                          <w:rFonts w:ascii="Aptos Light" w:hAnsi="Aptos Light" w:cs="Avenir Book"/>
                          <w:i/>
                          <w:iCs/>
                          <w:color w:val="3B3838" w:themeColor="background2" w:themeShade="40"/>
                          <w:szCs w:val="20"/>
                        </w:rPr>
                        <w:t>dotplot</w:t>
                      </w:r>
                      <w:proofErr w:type="spellEnd"/>
                      <w:r w:rsidR="005F71E5">
                        <w:rPr>
                          <w:rFonts w:ascii="Aptos Light" w:hAnsi="Aptos Light" w:cs="Avenir Book"/>
                          <w:i/>
                          <w:iCs/>
                          <w:color w:val="3B3838" w:themeColor="background2" w:themeShade="40"/>
                          <w:szCs w:val="20"/>
                        </w:rPr>
                        <w:t xml:space="preserve">              and line graph           icons</w:t>
                      </w:r>
                      <w:r w:rsidR="00BF3069" w:rsidRPr="002C4164">
                        <w:rPr>
                          <w:rFonts w:ascii="Aptos Light" w:hAnsi="Aptos Light" w:cs="Avenir Book"/>
                          <w:i/>
                          <w:iCs/>
                          <w:color w:val="3B3838" w:themeColor="background2" w:themeShade="40"/>
                          <w:szCs w:val="20"/>
                        </w:rPr>
                        <w:t>.</w:t>
                      </w:r>
                      <w:r w:rsidR="00A94B16" w:rsidRPr="002C4164">
                        <w:rPr>
                          <w:rFonts w:ascii="Aptos Light" w:hAnsi="Aptos Light" w:cs="Avenir Book"/>
                          <w:i/>
                          <w:iCs/>
                          <w:color w:val="3B3838" w:themeColor="background2" w:themeShade="40"/>
                          <w:szCs w:val="20"/>
                        </w:rPr>
                        <w:t xml:space="preserve">        </w:t>
                      </w:r>
                      <w:r w:rsidR="006373AA">
                        <w:rPr>
                          <w:rFonts w:ascii="Aptos Light" w:hAnsi="Aptos Light" w:cs="Avenir Book"/>
                          <w:i/>
                          <w:iCs/>
                          <w:color w:val="3B3838" w:themeColor="background2" w:themeShade="40"/>
                          <w:szCs w:val="20"/>
                        </w:rPr>
                        <w:br/>
                      </w:r>
                      <w:r w:rsidR="005F71E5">
                        <w:rPr>
                          <w:rFonts w:ascii="Aptos Light" w:hAnsi="Aptos Light" w:cs="Avenir Book"/>
                          <w:i/>
                          <w:iCs/>
                          <w:color w:val="3B3838" w:themeColor="background2" w:themeShade="40"/>
                          <w:szCs w:val="20"/>
                        </w:rPr>
                        <w:br/>
                      </w:r>
                      <w:r w:rsidR="00923B4F">
                        <w:rPr>
                          <w:rFonts w:ascii="Aptos Light" w:hAnsi="Aptos Light" w:cs="Avenir Book"/>
                          <w:i/>
                          <w:iCs/>
                          <w:color w:val="3B3838" w:themeColor="background2" w:themeShade="40"/>
                          <w:szCs w:val="20"/>
                        </w:rPr>
                        <w:t>Repeat using ‘Var Thickness’ as the response variable.</w:t>
                      </w:r>
                      <w:r w:rsidR="00923B4F">
                        <w:rPr>
                          <w:rFonts w:ascii="Aptos Light" w:hAnsi="Aptos Light" w:cs="Avenir Book"/>
                          <w:i/>
                          <w:iCs/>
                          <w:color w:val="3B3838" w:themeColor="background2" w:themeShade="40"/>
                          <w:szCs w:val="20"/>
                        </w:rPr>
                        <w:br/>
                      </w:r>
                      <w:r w:rsidR="00923B4F">
                        <w:rPr>
                          <w:rFonts w:ascii="Aptos Light" w:hAnsi="Aptos Light" w:cs="Avenir Book"/>
                          <w:i/>
                          <w:iCs/>
                          <w:color w:val="3B3838" w:themeColor="background2" w:themeShade="40"/>
                          <w:szCs w:val="20"/>
                        </w:rPr>
                        <w:br/>
                        <w:t xml:space="preserve">Note: The Response Limits </w:t>
                      </w:r>
                      <w:r w:rsidR="003333CB">
                        <w:rPr>
                          <w:rFonts w:ascii="Aptos Light" w:hAnsi="Aptos Light" w:cs="Avenir Book"/>
                          <w:i/>
                          <w:iCs/>
                          <w:color w:val="3B3838" w:themeColor="background2" w:themeShade="40"/>
                          <w:szCs w:val="20"/>
                        </w:rPr>
                        <w:t>and</w:t>
                      </w:r>
                      <w:r w:rsidR="00923B4F">
                        <w:rPr>
                          <w:rFonts w:ascii="Aptos Light" w:hAnsi="Aptos Light" w:cs="Avenir Book"/>
                          <w:i/>
                          <w:iCs/>
                          <w:color w:val="3B3838" w:themeColor="background2" w:themeShade="40"/>
                          <w:szCs w:val="20"/>
                        </w:rPr>
                        <w:t xml:space="preserve"> the Goal were added to the Column Properties and the option to show as reference lines on graphs selected. You can double-click on the column to see these settings. </w:t>
                      </w:r>
                    </w:p>
                  </w:txbxContent>
                </v:textbox>
              </v:shape>
            </w:pict>
          </mc:Fallback>
        </mc:AlternateContent>
      </w:r>
      <w:r w:rsidRPr="00E84BA3">
        <w:rPr>
          <w:rFonts w:ascii="Calibri Light" w:hAnsi="Calibri Light" w:cs="Calibri Light"/>
          <w:noProof/>
          <w:color w:val="E7E6E6" w:themeColor="background2"/>
          <w:sz w:val="20"/>
          <w:szCs w:val="20"/>
        </w:rPr>
        <w:drawing>
          <wp:anchor distT="0" distB="0" distL="114300" distR="114300" simplePos="0" relativeHeight="251808768" behindDoc="0" locked="0" layoutInCell="1" allowOverlap="1" wp14:anchorId="74837D1D" wp14:editId="581F4BDF">
            <wp:simplePos x="0" y="0"/>
            <wp:positionH relativeFrom="column">
              <wp:posOffset>1666240</wp:posOffset>
            </wp:positionH>
            <wp:positionV relativeFrom="paragraph">
              <wp:posOffset>1464310</wp:posOffset>
            </wp:positionV>
            <wp:extent cx="215900" cy="215900"/>
            <wp:effectExtent l="0" t="0" r="0" b="0"/>
            <wp:wrapNone/>
            <wp:docPr id="185581519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5815196" name="Picture 3"/>
                    <pic:cNvPicPr/>
                  </pic:nvPicPr>
                  <pic:blipFill>
                    <a:blip r:embed="rId10">
                      <a:extLst>
                        <a:ext uri="{28A0092B-C50C-407E-A947-70E740481C1C}">
                          <a14:useLocalDpi xmlns:a14="http://schemas.microsoft.com/office/drawing/2010/main" val="0"/>
                        </a:ext>
                      </a:extLst>
                    </a:blip>
                    <a:stretch>
                      <a:fillRect/>
                    </a:stretch>
                  </pic:blipFill>
                  <pic:spPr>
                    <a:xfrm>
                      <a:off x="0" y="0"/>
                      <a:ext cx="215900" cy="215900"/>
                    </a:xfrm>
                    <a:prstGeom prst="rect">
                      <a:avLst/>
                    </a:prstGeom>
                  </pic:spPr>
                </pic:pic>
              </a:graphicData>
            </a:graphic>
            <wp14:sizeRelH relativeFrom="page">
              <wp14:pctWidth>0</wp14:pctWidth>
            </wp14:sizeRelH>
            <wp14:sizeRelV relativeFrom="page">
              <wp14:pctHeight>0</wp14:pctHeight>
            </wp14:sizeRelV>
          </wp:anchor>
        </w:drawing>
      </w:r>
      <w:r w:rsidRPr="00E84BA3">
        <w:rPr>
          <w:rFonts w:ascii="Calibri Light" w:hAnsi="Calibri Light" w:cs="Calibri Light"/>
          <w:noProof/>
          <w:color w:val="E7E6E6" w:themeColor="background2"/>
          <w:sz w:val="20"/>
          <w:szCs w:val="20"/>
        </w:rPr>
        <w:drawing>
          <wp:anchor distT="0" distB="0" distL="114300" distR="114300" simplePos="0" relativeHeight="251806720" behindDoc="0" locked="0" layoutInCell="1" allowOverlap="1" wp14:anchorId="032C6684" wp14:editId="68427214">
            <wp:simplePos x="0" y="0"/>
            <wp:positionH relativeFrom="column">
              <wp:posOffset>2724150</wp:posOffset>
            </wp:positionH>
            <wp:positionV relativeFrom="paragraph">
              <wp:posOffset>1464408</wp:posOffset>
            </wp:positionV>
            <wp:extent cx="230505" cy="215900"/>
            <wp:effectExtent l="0" t="0" r="0" b="0"/>
            <wp:wrapNone/>
            <wp:docPr id="156594964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0095492" name="Picture 3"/>
                    <pic:cNvPicPr/>
                  </pic:nvPicPr>
                  <pic:blipFill>
                    <a:blip r:embed="rId11">
                      <a:extLst>
                        <a:ext uri="{28A0092B-C50C-407E-A947-70E740481C1C}">
                          <a14:useLocalDpi xmlns:a14="http://schemas.microsoft.com/office/drawing/2010/main" val="0"/>
                        </a:ext>
                      </a:extLst>
                    </a:blip>
                    <a:stretch>
                      <a:fillRect/>
                    </a:stretch>
                  </pic:blipFill>
                  <pic:spPr>
                    <a:xfrm>
                      <a:off x="0" y="0"/>
                      <a:ext cx="230505" cy="215900"/>
                    </a:xfrm>
                    <a:prstGeom prst="rect">
                      <a:avLst/>
                    </a:prstGeom>
                  </pic:spPr>
                </pic:pic>
              </a:graphicData>
            </a:graphic>
            <wp14:sizeRelH relativeFrom="page">
              <wp14:pctWidth>0</wp14:pctWidth>
            </wp14:sizeRelH>
            <wp14:sizeRelV relativeFrom="page">
              <wp14:pctHeight>0</wp14:pctHeight>
            </wp14:sizeRelV>
          </wp:anchor>
        </w:drawing>
      </w:r>
      <w:r w:rsidR="003451DD" w:rsidRPr="00960087">
        <w:rPr>
          <w:rFonts w:ascii="Aptos Light" w:hAnsi="Aptos Light" w:cs="Calibri Light"/>
          <w:color w:val="262626" w:themeColor="text1" w:themeTint="D9"/>
          <w:sz w:val="22"/>
          <w:szCs w:val="22"/>
        </w:rPr>
        <w:t>Cr</w:t>
      </w:r>
      <w:bookmarkStart w:id="33" w:name="OLE_LINK15"/>
      <w:bookmarkStart w:id="34" w:name="OLE_LINK16"/>
      <w:r w:rsidR="003451DD" w:rsidRPr="00960087">
        <w:rPr>
          <w:rFonts w:ascii="Aptos Light" w:hAnsi="Aptos Light" w:cs="Calibri Light"/>
          <w:color w:val="262626" w:themeColor="text1" w:themeTint="D9"/>
          <w:sz w:val="22"/>
          <w:szCs w:val="22"/>
        </w:rPr>
        <w:t>e</w:t>
      </w:r>
      <w:bookmarkEnd w:id="33"/>
      <w:bookmarkEnd w:id="34"/>
      <w:r w:rsidR="003451DD" w:rsidRPr="00960087">
        <w:rPr>
          <w:rFonts w:ascii="Aptos Light" w:hAnsi="Aptos Light" w:cs="Calibri Light"/>
          <w:color w:val="262626" w:themeColor="text1" w:themeTint="D9"/>
          <w:sz w:val="22"/>
          <w:szCs w:val="22"/>
        </w:rPr>
        <w:t xml:space="preserve">ate </w:t>
      </w:r>
      <w:r w:rsidR="00067B6A">
        <w:rPr>
          <w:rFonts w:ascii="Aptos Light" w:hAnsi="Aptos Light" w:cs="Calibri Light"/>
          <w:color w:val="262626" w:themeColor="text1" w:themeTint="D9"/>
          <w:sz w:val="22"/>
          <w:szCs w:val="22"/>
        </w:rPr>
        <w:t xml:space="preserve">two </w:t>
      </w:r>
      <w:r w:rsidR="005F71E5">
        <w:rPr>
          <w:rFonts w:ascii="Aptos Light" w:hAnsi="Aptos Light" w:cs="Calibri Light"/>
          <w:color w:val="262626" w:themeColor="text1" w:themeTint="D9"/>
          <w:sz w:val="22"/>
          <w:szCs w:val="22"/>
        </w:rPr>
        <w:t xml:space="preserve">graphs (one for </w:t>
      </w:r>
      <w:r w:rsidR="006460C5">
        <w:rPr>
          <w:rFonts w:ascii="Aptos Light" w:hAnsi="Aptos Light" w:cs="Calibri Light"/>
          <w:color w:val="262626" w:themeColor="text1" w:themeTint="D9"/>
          <w:sz w:val="22"/>
          <w:szCs w:val="22"/>
        </w:rPr>
        <w:t>‘</w:t>
      </w:r>
      <w:r w:rsidR="00067B6A">
        <w:rPr>
          <w:rFonts w:ascii="Aptos Light" w:hAnsi="Aptos Light" w:cs="Calibri Light"/>
          <w:color w:val="262626" w:themeColor="text1" w:themeTint="D9"/>
          <w:sz w:val="22"/>
          <w:szCs w:val="22"/>
        </w:rPr>
        <w:t>Avg Thickness</w:t>
      </w:r>
      <w:r w:rsidR="006460C5">
        <w:rPr>
          <w:rFonts w:ascii="Aptos Light" w:hAnsi="Aptos Light" w:cs="Calibri Light"/>
          <w:color w:val="262626" w:themeColor="text1" w:themeTint="D9"/>
          <w:sz w:val="22"/>
          <w:szCs w:val="22"/>
        </w:rPr>
        <w:t>’</w:t>
      </w:r>
      <w:r w:rsidR="00067B6A">
        <w:rPr>
          <w:rFonts w:ascii="Aptos Light" w:hAnsi="Aptos Light" w:cs="Calibri Light"/>
          <w:color w:val="262626" w:themeColor="text1" w:themeTint="D9"/>
          <w:sz w:val="22"/>
          <w:szCs w:val="22"/>
        </w:rPr>
        <w:t xml:space="preserve"> and </w:t>
      </w:r>
      <w:r w:rsidR="006460C5">
        <w:rPr>
          <w:rFonts w:ascii="Aptos Light" w:hAnsi="Aptos Light" w:cs="Calibri Light"/>
          <w:color w:val="262626" w:themeColor="text1" w:themeTint="D9"/>
          <w:sz w:val="22"/>
          <w:szCs w:val="22"/>
        </w:rPr>
        <w:t>‘</w:t>
      </w:r>
      <w:r w:rsidR="00067B6A">
        <w:rPr>
          <w:rFonts w:ascii="Aptos Light" w:hAnsi="Aptos Light" w:cs="Calibri Light"/>
          <w:color w:val="262626" w:themeColor="text1" w:themeTint="D9"/>
          <w:sz w:val="22"/>
          <w:szCs w:val="22"/>
        </w:rPr>
        <w:t>Var Thickness</w:t>
      </w:r>
      <w:r w:rsidR="006460C5">
        <w:rPr>
          <w:rFonts w:ascii="Aptos Light" w:hAnsi="Aptos Light" w:cs="Calibri Light"/>
          <w:color w:val="262626" w:themeColor="text1" w:themeTint="D9"/>
          <w:sz w:val="22"/>
          <w:szCs w:val="22"/>
        </w:rPr>
        <w:t>’</w:t>
      </w:r>
      <w:r w:rsidR="005F71E5">
        <w:rPr>
          <w:rFonts w:ascii="Aptos Light" w:hAnsi="Aptos Light" w:cs="Calibri Light"/>
          <w:color w:val="262626" w:themeColor="text1" w:themeTint="D9"/>
          <w:sz w:val="22"/>
          <w:szCs w:val="22"/>
        </w:rPr>
        <w:t>) that display the outcomes for each experimental run</w:t>
      </w:r>
      <w:r w:rsidR="00875145" w:rsidRPr="00960087">
        <w:rPr>
          <w:rFonts w:ascii="Aptos Light" w:hAnsi="Aptos Light" w:cs="Calibri Light"/>
          <w:color w:val="262626" w:themeColor="text1" w:themeTint="D9"/>
          <w:sz w:val="22"/>
          <w:szCs w:val="22"/>
        </w:rPr>
        <w:t>.</w:t>
      </w:r>
      <w:bookmarkStart w:id="35" w:name="OLE_LINK17"/>
      <w:bookmarkStart w:id="36" w:name="OLE_LINK18"/>
      <w:r w:rsidR="00FC0A70">
        <w:rPr>
          <w:rFonts w:ascii="Aptos Light" w:hAnsi="Aptos Light" w:cs="Calibri Light"/>
          <w:color w:val="262626" w:themeColor="text1" w:themeTint="D9"/>
          <w:sz w:val="22"/>
          <w:szCs w:val="22"/>
        </w:rPr>
        <w:t xml:space="preserve"> Provide a </w:t>
      </w:r>
      <w:r w:rsidR="00474757">
        <w:rPr>
          <w:rFonts w:ascii="Aptos Light" w:hAnsi="Aptos Light" w:cs="Calibri Light"/>
          <w:color w:val="262626" w:themeColor="text1" w:themeTint="D9"/>
          <w:sz w:val="22"/>
          <w:szCs w:val="22"/>
        </w:rPr>
        <w:t>brief</w:t>
      </w:r>
      <w:r w:rsidR="00FC0A70">
        <w:rPr>
          <w:rFonts w:ascii="Aptos Light" w:hAnsi="Aptos Light" w:cs="Calibri Light"/>
          <w:color w:val="262626" w:themeColor="text1" w:themeTint="D9"/>
          <w:sz w:val="22"/>
          <w:szCs w:val="22"/>
        </w:rPr>
        <w:t xml:space="preserve"> d</w:t>
      </w:r>
      <w:r w:rsidR="00474757">
        <w:rPr>
          <w:rFonts w:ascii="Aptos Light" w:hAnsi="Aptos Light" w:cs="Calibri Light"/>
          <w:color w:val="262626" w:themeColor="text1" w:themeTint="D9"/>
          <w:sz w:val="22"/>
          <w:szCs w:val="22"/>
        </w:rPr>
        <w:t>escription</w:t>
      </w:r>
      <w:r w:rsidR="00FC0A70">
        <w:rPr>
          <w:rFonts w:ascii="Aptos Light" w:hAnsi="Aptos Light" w:cs="Calibri Light"/>
          <w:color w:val="262626" w:themeColor="text1" w:themeTint="D9"/>
          <w:sz w:val="22"/>
          <w:szCs w:val="22"/>
        </w:rPr>
        <w:t xml:space="preserve"> of </w:t>
      </w:r>
      <w:r w:rsidR="003333CB">
        <w:rPr>
          <w:rFonts w:ascii="Aptos Light" w:hAnsi="Aptos Light" w:cs="Calibri Light"/>
          <w:color w:val="262626" w:themeColor="text1" w:themeTint="D9"/>
          <w:sz w:val="22"/>
          <w:szCs w:val="22"/>
        </w:rPr>
        <w:t xml:space="preserve">the potential impact that the experimental factors have on the responses. Note: Formal statistical tests will be done </w:t>
      </w:r>
      <w:r>
        <w:rPr>
          <w:rFonts w:ascii="Aptos Light" w:hAnsi="Aptos Light" w:cs="Calibri Light"/>
          <w:color w:val="262626" w:themeColor="text1" w:themeTint="D9"/>
          <w:sz w:val="22"/>
          <w:szCs w:val="22"/>
        </w:rPr>
        <w:t>in the next steps to determine if the necessary statistical evidence exists to support your conclusions</w:t>
      </w:r>
      <w:r w:rsidR="00463F09">
        <w:rPr>
          <w:rFonts w:ascii="Aptos Light" w:hAnsi="Aptos Light" w:cs="Calibri Light"/>
          <w:color w:val="262626" w:themeColor="text1" w:themeTint="D9"/>
          <w:sz w:val="22"/>
          <w:szCs w:val="22"/>
        </w:rPr>
        <w:t>. These graphs are meant to get some initial perspective into the experimental results.</w:t>
      </w:r>
      <w:r w:rsidR="003333CB">
        <w:rPr>
          <w:rFonts w:ascii="Aptos Light" w:hAnsi="Aptos Light" w:cs="Calibri Light"/>
          <w:color w:val="262626" w:themeColor="text1" w:themeTint="D9"/>
          <w:sz w:val="22"/>
          <w:szCs w:val="22"/>
        </w:rPr>
        <w:br/>
      </w:r>
      <w:r w:rsidR="009F0A11" w:rsidRPr="00E84BA3">
        <w:rPr>
          <w:rFonts w:ascii="Calibri Light" w:hAnsi="Calibri Light" w:cs="Calibri Light"/>
          <w:color w:val="262626" w:themeColor="text1" w:themeTint="D9"/>
          <w:sz w:val="22"/>
          <w:szCs w:val="22"/>
        </w:rPr>
        <w:br/>
      </w:r>
      <w:r w:rsidR="009F0A11" w:rsidRPr="00E84BA3">
        <w:rPr>
          <w:rFonts w:ascii="Calibri Light" w:hAnsi="Calibri Light" w:cs="Calibri Light"/>
          <w:color w:val="262626" w:themeColor="text1" w:themeTint="D9"/>
          <w:sz w:val="22"/>
          <w:szCs w:val="22"/>
        </w:rPr>
        <w:br/>
      </w:r>
      <w:r w:rsidR="009F0A11" w:rsidRPr="00E84BA3">
        <w:rPr>
          <w:rFonts w:ascii="Calibri Light" w:hAnsi="Calibri Light" w:cs="Calibri Light"/>
          <w:color w:val="262626" w:themeColor="text1" w:themeTint="D9"/>
          <w:sz w:val="22"/>
          <w:szCs w:val="22"/>
        </w:rPr>
        <w:br/>
      </w:r>
      <w:r w:rsidR="009F0A11" w:rsidRPr="00E84BA3">
        <w:rPr>
          <w:rFonts w:ascii="Calibri Light" w:hAnsi="Calibri Light" w:cs="Calibri Light"/>
          <w:color w:val="262626" w:themeColor="text1" w:themeTint="D9"/>
          <w:sz w:val="22"/>
          <w:szCs w:val="22"/>
        </w:rPr>
        <w:br/>
      </w:r>
      <w:r w:rsidR="009F0A11" w:rsidRPr="00E84BA3">
        <w:rPr>
          <w:rFonts w:ascii="Calibri Light" w:hAnsi="Calibri Light" w:cs="Calibri Light"/>
          <w:color w:val="262626" w:themeColor="text1" w:themeTint="D9"/>
          <w:sz w:val="22"/>
          <w:szCs w:val="22"/>
        </w:rPr>
        <w:br/>
      </w:r>
      <w:r w:rsidR="009F0A11" w:rsidRPr="00E84BA3">
        <w:rPr>
          <w:rFonts w:ascii="Calibri Light" w:hAnsi="Calibri Light" w:cs="Calibri Light"/>
          <w:color w:val="262626" w:themeColor="text1" w:themeTint="D9"/>
          <w:sz w:val="22"/>
          <w:szCs w:val="22"/>
        </w:rPr>
        <w:br/>
      </w:r>
      <w:r w:rsidR="0060753B">
        <w:rPr>
          <w:rFonts w:ascii="Calibri Light" w:hAnsi="Calibri Light" w:cs="Calibri Light"/>
          <w:color w:val="262626" w:themeColor="text1" w:themeTint="D9"/>
          <w:sz w:val="22"/>
          <w:szCs w:val="22"/>
        </w:rPr>
        <w:br/>
      </w:r>
      <w:r w:rsidR="0060753B">
        <w:rPr>
          <w:rFonts w:ascii="Calibri Light" w:hAnsi="Calibri Light" w:cs="Calibri Light"/>
          <w:color w:val="262626" w:themeColor="text1" w:themeTint="D9"/>
          <w:sz w:val="22"/>
          <w:szCs w:val="22"/>
        </w:rPr>
        <w:br/>
      </w:r>
      <w:r w:rsidR="00AD2462" w:rsidRPr="00E84BA3">
        <w:rPr>
          <w:rFonts w:ascii="Calibri Light" w:hAnsi="Calibri Light" w:cs="Calibri Light"/>
          <w:color w:val="262626" w:themeColor="text1" w:themeTint="D9"/>
          <w:sz w:val="22"/>
          <w:szCs w:val="22"/>
        </w:rPr>
        <w:br/>
      </w:r>
      <w:bookmarkStart w:id="37" w:name="OLE_LINK24"/>
      <w:bookmarkStart w:id="38" w:name="OLE_LINK27"/>
    </w:p>
    <w:p w14:paraId="5D7106CB" w14:textId="0226D867" w:rsidR="005F71E5" w:rsidRPr="005F71E5" w:rsidRDefault="005F71E5" w:rsidP="005F71E5">
      <w:pPr>
        <w:spacing w:after="120"/>
        <w:rPr>
          <w:rFonts w:ascii="Calibri Light" w:hAnsi="Calibri Light" w:cs="Calibri Light"/>
          <w:color w:val="262626" w:themeColor="text1" w:themeTint="D9"/>
          <w:sz w:val="22"/>
          <w:szCs w:val="22"/>
        </w:rPr>
      </w:pPr>
    </w:p>
    <w:p w14:paraId="2A44B39F" w14:textId="22723220" w:rsidR="009F0A11" w:rsidRPr="008B22A2" w:rsidRDefault="00E277EE" w:rsidP="009F0A11">
      <w:pPr>
        <w:pStyle w:val="ListParagraph"/>
        <w:numPr>
          <w:ilvl w:val="0"/>
          <w:numId w:val="34"/>
        </w:numPr>
        <w:spacing w:after="120"/>
        <w:ind w:left="360"/>
        <w:contextualSpacing w:val="0"/>
        <w:rPr>
          <w:rFonts w:ascii="Aptos Light" w:hAnsi="Aptos Light" w:cs="Calibri Light"/>
          <w:color w:val="262626" w:themeColor="text1" w:themeTint="D9"/>
          <w:sz w:val="22"/>
          <w:szCs w:val="22"/>
        </w:rPr>
      </w:pPr>
      <w:r w:rsidRPr="008B22A2">
        <w:rPr>
          <w:rFonts w:ascii="Aptos Light" w:hAnsi="Aptos Light" w:cs="Calibri Light"/>
          <w:noProof/>
          <w:color w:val="262626" w:themeColor="text1" w:themeTint="D9"/>
          <w:sz w:val="22"/>
          <w:szCs w:val="22"/>
        </w:rPr>
        <w:t>C</w:t>
      </w:r>
      <w:r w:rsidR="006460C5">
        <w:rPr>
          <w:rFonts w:ascii="Aptos Light" w:hAnsi="Aptos Light" w:cs="Calibri Light"/>
          <w:noProof/>
          <w:color w:val="262626" w:themeColor="text1" w:themeTint="D9"/>
          <w:sz w:val="22"/>
          <w:szCs w:val="22"/>
        </w:rPr>
        <w:t xml:space="preserve">reate a linear statistical model for the Avg Thickness outcome variable that includes the </w:t>
      </w:r>
      <w:r w:rsidR="009240DA">
        <w:rPr>
          <w:rFonts w:ascii="Aptos Light" w:hAnsi="Aptos Light" w:cs="Calibri Light"/>
          <w:noProof/>
          <w:color w:val="262626" w:themeColor="text1" w:themeTint="D9"/>
          <w:sz w:val="22"/>
          <w:szCs w:val="22"/>
        </w:rPr>
        <w:t>three</w:t>
      </w:r>
      <w:r w:rsidR="006460C5">
        <w:rPr>
          <w:rFonts w:ascii="Aptos Light" w:hAnsi="Aptos Light" w:cs="Calibri Light"/>
          <w:noProof/>
          <w:color w:val="262626" w:themeColor="text1" w:themeTint="D9"/>
          <w:sz w:val="22"/>
          <w:szCs w:val="22"/>
        </w:rPr>
        <w:t xml:space="preserve"> main effects (HF</w:t>
      </w:r>
      <w:r w:rsidR="002F77E3">
        <w:rPr>
          <w:rFonts w:ascii="Aptos Light" w:hAnsi="Aptos Light" w:cs="Calibri Light"/>
          <w:noProof/>
          <w:color w:val="262626" w:themeColor="text1" w:themeTint="D9"/>
          <w:sz w:val="22"/>
          <w:szCs w:val="22"/>
        </w:rPr>
        <w:t xml:space="preserve"> Power</w:t>
      </w:r>
      <w:r w:rsidR="006460C5">
        <w:rPr>
          <w:rFonts w:ascii="Aptos Light" w:hAnsi="Aptos Light" w:cs="Calibri Light"/>
          <w:noProof/>
          <w:color w:val="262626" w:themeColor="text1" w:themeTint="D9"/>
          <w:sz w:val="22"/>
          <w:szCs w:val="22"/>
        </w:rPr>
        <w:t>, LF</w:t>
      </w:r>
      <w:r w:rsidR="002F77E3">
        <w:rPr>
          <w:rFonts w:ascii="Aptos Light" w:hAnsi="Aptos Light" w:cs="Calibri Light"/>
          <w:noProof/>
          <w:color w:val="262626" w:themeColor="text1" w:themeTint="D9"/>
          <w:sz w:val="22"/>
          <w:szCs w:val="22"/>
        </w:rPr>
        <w:t xml:space="preserve"> Power</w:t>
      </w:r>
      <w:r w:rsidR="006460C5">
        <w:rPr>
          <w:rFonts w:ascii="Aptos Light" w:hAnsi="Aptos Light" w:cs="Calibri Light"/>
          <w:noProof/>
          <w:color w:val="262626" w:themeColor="text1" w:themeTint="D9"/>
          <w:sz w:val="22"/>
          <w:szCs w:val="22"/>
        </w:rPr>
        <w:t>, and Gas Flow)</w:t>
      </w:r>
      <w:r w:rsidR="009240DA">
        <w:rPr>
          <w:rFonts w:ascii="Aptos Light" w:hAnsi="Aptos Light" w:cs="Calibri Light"/>
          <w:noProof/>
          <w:color w:val="262626" w:themeColor="text1" w:themeTint="D9"/>
          <w:sz w:val="22"/>
          <w:szCs w:val="22"/>
        </w:rPr>
        <w:t>, the three two-way interactions (HF</w:t>
      </w:r>
      <w:r w:rsidR="002F77E3">
        <w:rPr>
          <w:rFonts w:ascii="Aptos Light" w:hAnsi="Aptos Light" w:cs="Calibri Light"/>
          <w:noProof/>
          <w:color w:val="262626" w:themeColor="text1" w:themeTint="D9"/>
          <w:sz w:val="22"/>
          <w:szCs w:val="22"/>
        </w:rPr>
        <w:t xml:space="preserve"> Power</w:t>
      </w:r>
      <w:r w:rsidR="009240DA">
        <w:rPr>
          <w:rFonts w:ascii="Aptos Light" w:hAnsi="Aptos Light" w:cs="Calibri Light"/>
          <w:noProof/>
          <w:color w:val="262626" w:themeColor="text1" w:themeTint="D9"/>
          <w:sz w:val="22"/>
          <w:szCs w:val="22"/>
        </w:rPr>
        <w:t>*LP</w:t>
      </w:r>
      <w:r w:rsidR="002F77E3">
        <w:rPr>
          <w:rFonts w:ascii="Aptos Light" w:hAnsi="Aptos Light" w:cs="Calibri Light"/>
          <w:noProof/>
          <w:color w:val="262626" w:themeColor="text1" w:themeTint="D9"/>
          <w:sz w:val="22"/>
          <w:szCs w:val="22"/>
        </w:rPr>
        <w:t xml:space="preserve"> Power</w:t>
      </w:r>
      <w:r w:rsidR="009240DA">
        <w:rPr>
          <w:rFonts w:ascii="Aptos Light" w:hAnsi="Aptos Light" w:cs="Calibri Light"/>
          <w:noProof/>
          <w:color w:val="262626" w:themeColor="text1" w:themeTint="D9"/>
          <w:sz w:val="22"/>
          <w:szCs w:val="22"/>
        </w:rPr>
        <w:t>,</w:t>
      </w:r>
      <w:r w:rsidR="002F77E3">
        <w:rPr>
          <w:rFonts w:ascii="Aptos Light" w:hAnsi="Aptos Light" w:cs="Calibri Light"/>
          <w:noProof/>
          <w:color w:val="262626" w:themeColor="text1" w:themeTint="D9"/>
          <w:sz w:val="22"/>
          <w:szCs w:val="22"/>
        </w:rPr>
        <w:t xml:space="preserve"> </w:t>
      </w:r>
      <w:r w:rsidR="009240DA">
        <w:rPr>
          <w:rFonts w:ascii="Aptos Light" w:hAnsi="Aptos Light" w:cs="Calibri Light"/>
          <w:noProof/>
          <w:color w:val="262626" w:themeColor="text1" w:themeTint="D9"/>
          <w:sz w:val="22"/>
          <w:szCs w:val="22"/>
        </w:rPr>
        <w:t>HF</w:t>
      </w:r>
      <w:r w:rsidR="002F77E3">
        <w:rPr>
          <w:rFonts w:ascii="Aptos Light" w:hAnsi="Aptos Light" w:cs="Calibri Light"/>
          <w:noProof/>
          <w:color w:val="262626" w:themeColor="text1" w:themeTint="D9"/>
          <w:sz w:val="22"/>
          <w:szCs w:val="22"/>
        </w:rPr>
        <w:t xml:space="preserve"> Power</w:t>
      </w:r>
      <w:r w:rsidR="009240DA">
        <w:rPr>
          <w:rFonts w:ascii="Aptos Light" w:hAnsi="Aptos Light" w:cs="Calibri Light"/>
          <w:noProof/>
          <w:color w:val="262626" w:themeColor="text1" w:themeTint="D9"/>
          <w:sz w:val="22"/>
          <w:szCs w:val="22"/>
        </w:rPr>
        <w:t>*Gas Flow, and LF</w:t>
      </w:r>
      <w:r w:rsidR="002F77E3">
        <w:rPr>
          <w:rFonts w:ascii="Aptos Light" w:hAnsi="Aptos Light" w:cs="Calibri Light"/>
          <w:noProof/>
          <w:color w:val="262626" w:themeColor="text1" w:themeTint="D9"/>
          <w:sz w:val="22"/>
          <w:szCs w:val="22"/>
        </w:rPr>
        <w:t xml:space="preserve"> </w:t>
      </w:r>
      <w:r w:rsidR="009240DA">
        <w:rPr>
          <w:rFonts w:ascii="Aptos Light" w:hAnsi="Aptos Light" w:cs="Calibri Light"/>
          <w:noProof/>
          <w:color w:val="262626" w:themeColor="text1" w:themeTint="D9"/>
          <w:sz w:val="22"/>
          <w:szCs w:val="22"/>
        </w:rPr>
        <w:t>P</w:t>
      </w:r>
      <w:r w:rsidR="002F77E3">
        <w:rPr>
          <w:rFonts w:ascii="Aptos Light" w:hAnsi="Aptos Light" w:cs="Calibri Light"/>
          <w:noProof/>
          <w:color w:val="262626" w:themeColor="text1" w:themeTint="D9"/>
          <w:sz w:val="22"/>
          <w:szCs w:val="22"/>
        </w:rPr>
        <w:t>ower</w:t>
      </w:r>
      <w:r w:rsidR="009240DA">
        <w:rPr>
          <w:rFonts w:ascii="Aptos Light" w:hAnsi="Aptos Light" w:cs="Calibri Light"/>
          <w:noProof/>
          <w:color w:val="262626" w:themeColor="text1" w:themeTint="D9"/>
          <w:sz w:val="22"/>
          <w:szCs w:val="22"/>
        </w:rPr>
        <w:t>*Gas Flow’), and the Center Point factor.</w:t>
      </w:r>
    </w:p>
    <w:p w14:paraId="28AB96EE" w14:textId="747B4CA0" w:rsidR="009F0A11" w:rsidRPr="00E84BA3" w:rsidRDefault="000A30DC" w:rsidP="009F0A11">
      <w:pPr>
        <w:pStyle w:val="ListParagraph"/>
        <w:spacing w:after="120"/>
        <w:ind w:right="720"/>
        <w:contextualSpacing w:val="0"/>
        <w:rPr>
          <w:rFonts w:ascii="Calibri Light" w:hAnsi="Calibri Light" w:cs="Calibri Light"/>
          <w:color w:val="262626" w:themeColor="text1" w:themeTint="D9"/>
          <w:sz w:val="22"/>
          <w:szCs w:val="22"/>
        </w:rPr>
      </w:pPr>
      <w:r w:rsidRPr="00E84BA3">
        <w:rPr>
          <w:rFonts w:ascii="Calibri Light" w:hAnsi="Calibri Light" w:cs="Calibri Light"/>
          <w:noProof/>
          <w:color w:val="262626" w:themeColor="text1" w:themeTint="D9"/>
          <w:sz w:val="22"/>
          <w:szCs w:val="22"/>
        </w:rPr>
        <mc:AlternateContent>
          <mc:Choice Requires="wps">
            <w:drawing>
              <wp:anchor distT="0" distB="0" distL="114300" distR="114300" simplePos="0" relativeHeight="251698176" behindDoc="1" locked="0" layoutInCell="1" allowOverlap="1" wp14:anchorId="4F3D8E1E" wp14:editId="6309D861">
                <wp:simplePos x="0" y="0"/>
                <wp:positionH relativeFrom="column">
                  <wp:posOffset>405353</wp:posOffset>
                </wp:positionH>
                <wp:positionV relativeFrom="paragraph">
                  <wp:posOffset>174717</wp:posOffset>
                </wp:positionV>
                <wp:extent cx="5368290" cy="876398"/>
                <wp:effectExtent l="0" t="0" r="3810" b="0"/>
                <wp:wrapNone/>
                <wp:docPr id="12623358" name="Rounded Rectangle 1"/>
                <wp:cNvGraphicFramePr/>
                <a:graphic xmlns:a="http://schemas.openxmlformats.org/drawingml/2006/main">
                  <a:graphicData uri="http://schemas.microsoft.com/office/word/2010/wordprocessingShape">
                    <wps:wsp>
                      <wps:cNvSpPr/>
                      <wps:spPr>
                        <a:xfrm>
                          <a:off x="0" y="0"/>
                          <a:ext cx="5368290" cy="876398"/>
                        </a:xfrm>
                        <a:prstGeom prst="roundRect">
                          <a:avLst>
                            <a:gd name="adj" fmla="val 6433"/>
                          </a:avLst>
                        </a:prstGeom>
                        <a:solidFill>
                          <a:schemeClr val="bg1">
                            <a:lumMod val="95000"/>
                          </a:schemeClr>
                        </a:solidFill>
                        <a:ln w="3175">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95997AA" id="Rounded Rectangle 1" o:spid="_x0000_s1026" style="position:absolute;margin-left:31.9pt;margin-top:13.75pt;width:422.7pt;height:69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4217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" fillcolor="#f2f2f2 [3052]" stroked="f" strokeweight=".25pt">
                <v:stroke joinstyle="miter"/>
              </v:roundrect>
            </w:pict>
          </mc:Fallback>
        </mc:AlternateContent>
      </w:r>
      <w:r w:rsidRPr="00E84BA3">
        <w:rPr>
          <w:rFonts w:ascii="Calibri Light" w:hAnsi="Calibri Light" w:cs="Calibri Light"/>
          <w:noProof/>
          <w:color w:val="E7E6E6" w:themeColor="background2"/>
          <w:sz w:val="20"/>
          <w:szCs w:val="20"/>
        </w:rPr>
        <mc:AlternateContent>
          <mc:Choice Requires="wps">
            <w:drawing>
              <wp:anchor distT="0" distB="0" distL="114300" distR="114300" simplePos="0" relativeHeight="251770880" behindDoc="0" locked="0" layoutInCell="1" allowOverlap="1" wp14:anchorId="51456D21" wp14:editId="5396ABE6">
                <wp:simplePos x="0" y="0"/>
                <wp:positionH relativeFrom="column">
                  <wp:posOffset>461913</wp:posOffset>
                </wp:positionH>
                <wp:positionV relativeFrom="paragraph">
                  <wp:posOffset>165290</wp:posOffset>
                </wp:positionV>
                <wp:extent cx="5077460" cy="886119"/>
                <wp:effectExtent l="0" t="0" r="0" b="0"/>
                <wp:wrapNone/>
                <wp:docPr id="607740111" name="Text Box 2"/>
                <wp:cNvGraphicFramePr/>
                <a:graphic xmlns:a="http://schemas.openxmlformats.org/drawingml/2006/main">
                  <a:graphicData uri="http://schemas.microsoft.com/office/word/2010/wordprocessingShape">
                    <wps:wsp>
                      <wps:cNvSpPr txBox="1"/>
                      <wps:spPr>
                        <a:xfrm>
                          <a:off x="0" y="0"/>
                          <a:ext cx="5077460" cy="886119"/>
                        </a:xfrm>
                        <a:prstGeom prst="rect">
                          <a:avLst/>
                        </a:prstGeom>
                        <a:noFill/>
                        <a:ln w="6350">
                          <a:noFill/>
                        </a:ln>
                      </wps:spPr>
                      <wps:txbx>
                        <w:txbxContent>
                          <w:p w14:paraId="222AAEE8" w14:textId="6AD9533D" w:rsidR="00E277EE" w:rsidRPr="00B318D3" w:rsidRDefault="00E277EE" w:rsidP="00E277EE">
                            <w:pPr>
                              <w:rPr>
                                <w:rFonts w:ascii="Aptos Light" w:hAnsi="Aptos Light" w:cs="Avenir Book"/>
                                <w:i/>
                                <w:iCs/>
                                <w:color w:val="3B3838" w:themeColor="background2" w:themeShade="40"/>
                                <w:szCs w:val="20"/>
                              </w:rPr>
                            </w:pPr>
                            <w:r w:rsidRPr="00BB3102">
                              <w:rPr>
                                <w:rFonts w:ascii="Aptos" w:hAnsi="Aptos" w:cs="Avenir Book"/>
                                <w:i/>
                                <w:iCs/>
                                <w:color w:val="3B3838" w:themeColor="background2" w:themeShade="40"/>
                                <w:szCs w:val="20"/>
                              </w:rPr>
                              <w:t>Instructions:</w:t>
                            </w:r>
                            <w:r w:rsidRPr="00BB3102">
                              <w:rPr>
                                <w:rFonts w:ascii="Aptos Light" w:hAnsi="Aptos Light" w:cs="Avenir Book"/>
                                <w:i/>
                                <w:iCs/>
                                <w:color w:val="3B3838" w:themeColor="background2" w:themeShade="40"/>
                                <w:szCs w:val="20"/>
                              </w:rPr>
                              <w:t xml:space="preserve"> </w:t>
                            </w:r>
                            <w:r w:rsidR="009240DA" w:rsidRPr="0063554C">
                              <w:rPr>
                                <w:rFonts w:ascii="Aptos Light" w:hAnsi="Aptos Light" w:cs="Avenir Book"/>
                                <w:i/>
                                <w:iCs/>
                                <w:color w:val="3B3838" w:themeColor="background2" w:themeShade="40"/>
                                <w:szCs w:val="20"/>
                              </w:rPr>
                              <w:t xml:space="preserve">Choose Analyze &gt; Fit </w:t>
                            </w:r>
                            <w:r w:rsidR="009240DA">
                              <w:rPr>
                                <w:rFonts w:ascii="Aptos Light" w:hAnsi="Aptos Light" w:cs="Avenir Book"/>
                                <w:i/>
                                <w:iCs/>
                                <w:color w:val="3B3838" w:themeColor="background2" w:themeShade="40"/>
                                <w:szCs w:val="20"/>
                              </w:rPr>
                              <w:t>Model</w:t>
                            </w:r>
                            <w:r w:rsidR="009240DA" w:rsidRPr="0063554C">
                              <w:rPr>
                                <w:rFonts w:ascii="Aptos Light" w:hAnsi="Aptos Light" w:cs="Avenir Book"/>
                                <w:i/>
                                <w:iCs/>
                                <w:color w:val="3B3838" w:themeColor="background2" w:themeShade="40"/>
                                <w:szCs w:val="20"/>
                              </w:rPr>
                              <w:t xml:space="preserve">. </w:t>
                            </w:r>
                            <w:r w:rsidR="009240DA">
                              <w:rPr>
                                <w:rFonts w:ascii="Aptos Light" w:hAnsi="Aptos Light" w:cs="Avenir Book"/>
                                <w:i/>
                                <w:iCs/>
                                <w:color w:val="3B3838" w:themeColor="background2" w:themeShade="40"/>
                                <w:szCs w:val="20"/>
                              </w:rPr>
                              <w:t>Choose ‘Avg Thickness’ as the Y variable. Select the three variables ‘HF Power</w:t>
                            </w:r>
                            <w:proofErr w:type="gramStart"/>
                            <w:r w:rsidR="009240DA">
                              <w:rPr>
                                <w:rFonts w:ascii="Aptos Light" w:hAnsi="Aptos Light" w:cs="Avenir Book"/>
                                <w:i/>
                                <w:iCs/>
                                <w:color w:val="3B3838" w:themeColor="background2" w:themeShade="40"/>
                                <w:szCs w:val="20"/>
                              </w:rPr>
                              <w:t>’ ,</w:t>
                            </w:r>
                            <w:proofErr w:type="gramEnd"/>
                            <w:r w:rsidR="009240DA">
                              <w:rPr>
                                <w:rFonts w:ascii="Aptos Light" w:hAnsi="Aptos Light" w:cs="Avenir Book"/>
                                <w:i/>
                                <w:iCs/>
                                <w:color w:val="3B3838" w:themeColor="background2" w:themeShade="40"/>
                                <w:szCs w:val="20"/>
                              </w:rPr>
                              <w:t xml:space="preserve"> ‘LF Power’ and ‘Gas Flow’ from the columns list. Choose Macro &gt; Factorial to Degree in the Construct Model Effects section. Add ‘Center Point’ into the Model Effects. </w:t>
                            </w:r>
                            <w:r w:rsidR="000A30DC">
                              <w:rPr>
                                <w:rFonts w:ascii="Aptos Light" w:hAnsi="Aptos Light" w:cs="Avenir Book"/>
                                <w:i/>
                                <w:iCs/>
                                <w:color w:val="3B3838" w:themeColor="background2" w:themeShade="40"/>
                                <w:szCs w:val="20"/>
                              </w:rPr>
                              <w:t>Choose Minimal Report in the Emphasis drop down menu. Click Run.</w:t>
                            </w:r>
                            <w:r>
                              <w:rPr>
                                <w:rFonts w:ascii="Avenir Book" w:hAnsi="Avenir Book" w:cs="Avenir Book"/>
                                <w:i/>
                                <w:iCs/>
                                <w:color w:val="3B3838" w:themeColor="background2" w:themeShade="40"/>
                                <w:szCs w:val="20"/>
                              </w:rPr>
                              <w:br/>
                            </w:r>
                          </w:p>
                          <w:p w14:paraId="5A84C728" w14:textId="77777777" w:rsidR="00E277EE" w:rsidRPr="00BF3069" w:rsidRDefault="00E277EE" w:rsidP="00E277EE">
                            <w:pPr>
                              <w:rPr>
                                <w:rFonts w:ascii="Avenir Book" w:hAnsi="Avenir Book" w:cs="Avenir Book"/>
                                <w:i/>
                                <w:iCs/>
                                <w:color w:val="3B3838" w:themeColor="background2" w:themeShade="4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1456D21" id="_x0000_s1040" type="#_x0000_t202" style="position:absolute;left:0;text-align:left;margin-left:36.35pt;margin-top:13pt;width:399.8pt;height:69.75pt;z-index:2517708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" filled="f" stroked="f" strokeweight=".5pt">
                <v:textbox>
                  <w:txbxContent>
                    <w:p w14:paraId="222AAEE8" w14:textId="6AD9533D" w:rsidR="00E277EE" w:rsidRPr="00B318D3" w:rsidRDefault="00E277EE" w:rsidP="00E277EE">
                      <w:pPr>
                        <w:rPr>
                          <w:rFonts w:ascii="Aptos Light" w:hAnsi="Aptos Light" w:cs="Avenir Book"/>
                          <w:i/>
                          <w:iCs/>
                          <w:color w:val="3B3838" w:themeColor="background2" w:themeShade="40"/>
                          <w:szCs w:val="20"/>
                        </w:rPr>
                      </w:pPr>
                      <w:r w:rsidRPr="00BB3102">
                        <w:rPr>
                          <w:rFonts w:ascii="Aptos" w:hAnsi="Aptos" w:cs="Avenir Book"/>
                          <w:i/>
                          <w:iCs/>
                          <w:color w:val="3B3838" w:themeColor="background2" w:themeShade="40"/>
                          <w:szCs w:val="20"/>
                        </w:rPr>
                        <w:t>Instructions:</w:t>
                      </w:r>
                      <w:r w:rsidRPr="00BB3102">
                        <w:rPr>
                          <w:rFonts w:ascii="Aptos Light" w:hAnsi="Aptos Light" w:cs="Avenir Book"/>
                          <w:i/>
                          <w:iCs/>
                          <w:color w:val="3B3838" w:themeColor="background2" w:themeShade="40"/>
                          <w:szCs w:val="20"/>
                        </w:rPr>
                        <w:t xml:space="preserve"> </w:t>
                      </w:r>
                      <w:r w:rsidR="009240DA" w:rsidRPr="0063554C">
                        <w:rPr>
                          <w:rFonts w:ascii="Aptos Light" w:hAnsi="Aptos Light" w:cs="Avenir Book"/>
                          <w:i/>
                          <w:iCs/>
                          <w:color w:val="3B3838" w:themeColor="background2" w:themeShade="40"/>
                          <w:szCs w:val="20"/>
                        </w:rPr>
                        <w:t xml:space="preserve">Choose Analyze &gt; Fit </w:t>
                      </w:r>
                      <w:r w:rsidR="009240DA">
                        <w:rPr>
                          <w:rFonts w:ascii="Aptos Light" w:hAnsi="Aptos Light" w:cs="Avenir Book"/>
                          <w:i/>
                          <w:iCs/>
                          <w:color w:val="3B3838" w:themeColor="background2" w:themeShade="40"/>
                          <w:szCs w:val="20"/>
                        </w:rPr>
                        <w:t>Model</w:t>
                      </w:r>
                      <w:r w:rsidR="009240DA" w:rsidRPr="0063554C">
                        <w:rPr>
                          <w:rFonts w:ascii="Aptos Light" w:hAnsi="Aptos Light" w:cs="Avenir Book"/>
                          <w:i/>
                          <w:iCs/>
                          <w:color w:val="3B3838" w:themeColor="background2" w:themeShade="40"/>
                          <w:szCs w:val="20"/>
                        </w:rPr>
                        <w:t xml:space="preserve">. </w:t>
                      </w:r>
                      <w:r w:rsidR="009240DA">
                        <w:rPr>
                          <w:rFonts w:ascii="Aptos Light" w:hAnsi="Aptos Light" w:cs="Avenir Book"/>
                          <w:i/>
                          <w:iCs/>
                          <w:color w:val="3B3838" w:themeColor="background2" w:themeShade="40"/>
                          <w:szCs w:val="20"/>
                        </w:rPr>
                        <w:t>Choose ‘Avg Thickness’ as the Y variable. Select the three variables ‘HF Power</w:t>
                      </w:r>
                      <w:proofErr w:type="gramStart"/>
                      <w:r w:rsidR="009240DA">
                        <w:rPr>
                          <w:rFonts w:ascii="Aptos Light" w:hAnsi="Aptos Light" w:cs="Avenir Book"/>
                          <w:i/>
                          <w:iCs/>
                          <w:color w:val="3B3838" w:themeColor="background2" w:themeShade="40"/>
                          <w:szCs w:val="20"/>
                        </w:rPr>
                        <w:t>’ ,</w:t>
                      </w:r>
                      <w:proofErr w:type="gramEnd"/>
                      <w:r w:rsidR="009240DA">
                        <w:rPr>
                          <w:rFonts w:ascii="Aptos Light" w:hAnsi="Aptos Light" w:cs="Avenir Book"/>
                          <w:i/>
                          <w:iCs/>
                          <w:color w:val="3B3838" w:themeColor="background2" w:themeShade="40"/>
                          <w:szCs w:val="20"/>
                        </w:rPr>
                        <w:t xml:space="preserve"> ‘LF Power’ and ‘Gas Flow’ from the columns list. Choose Macro &gt; Factorial to Degree in the Construct Model Effects section. Add ‘Center Point’ into the Model Effects. </w:t>
                      </w:r>
                      <w:r w:rsidR="000A30DC">
                        <w:rPr>
                          <w:rFonts w:ascii="Aptos Light" w:hAnsi="Aptos Light" w:cs="Avenir Book"/>
                          <w:i/>
                          <w:iCs/>
                          <w:color w:val="3B3838" w:themeColor="background2" w:themeShade="40"/>
                          <w:szCs w:val="20"/>
                        </w:rPr>
                        <w:t>Choose Minimal Report in the Emphasis drop down menu. Click Run.</w:t>
                      </w:r>
                      <w:r>
                        <w:rPr>
                          <w:rFonts w:ascii="Avenir Book" w:hAnsi="Avenir Book" w:cs="Avenir Book"/>
                          <w:i/>
                          <w:iCs/>
                          <w:color w:val="3B3838" w:themeColor="background2" w:themeShade="40"/>
                          <w:szCs w:val="20"/>
                        </w:rPr>
                        <w:br/>
                      </w:r>
                    </w:p>
                    <w:p w14:paraId="5A84C728" w14:textId="77777777" w:rsidR="00E277EE" w:rsidRPr="00BF3069" w:rsidRDefault="00E277EE" w:rsidP="00E277EE">
                      <w:pPr>
                        <w:rPr>
                          <w:rFonts w:ascii="Avenir Book" w:hAnsi="Avenir Book" w:cs="Avenir Book"/>
                          <w:i/>
                          <w:iCs/>
                          <w:color w:val="3B3838" w:themeColor="background2" w:themeShade="40"/>
                          <w:szCs w:val="20"/>
                        </w:rPr>
                      </w:pPr>
                    </w:p>
                  </w:txbxContent>
                </v:textbox>
              </v:shape>
            </w:pict>
          </mc:Fallback>
        </mc:AlternateContent>
      </w:r>
      <w:r w:rsidR="009F0A11" w:rsidRPr="00E84BA3">
        <w:rPr>
          <w:rFonts w:ascii="Calibri Light" w:hAnsi="Calibri Light" w:cs="Calibri Light"/>
          <w:color w:val="3B3838" w:themeColor="background2" w:themeShade="40"/>
          <w:sz w:val="20"/>
          <w:szCs w:val="20"/>
        </w:rPr>
        <w:t xml:space="preserve"> </w:t>
      </w:r>
      <w:r w:rsidR="009F0A11" w:rsidRPr="00E84BA3">
        <w:rPr>
          <w:rFonts w:ascii="Calibri Light" w:hAnsi="Calibri Light" w:cs="Calibri Light"/>
          <w:color w:val="262626" w:themeColor="text1" w:themeTint="D9"/>
          <w:sz w:val="20"/>
          <w:szCs w:val="20"/>
        </w:rPr>
        <w:br/>
      </w:r>
    </w:p>
    <w:p w14:paraId="59C9FCD4" w14:textId="37F418B9" w:rsidR="009F0A11" w:rsidRPr="00E84BA3" w:rsidRDefault="009F0A11" w:rsidP="009F0A11">
      <w:pPr>
        <w:pStyle w:val="ListParagraph"/>
        <w:spacing w:after="120"/>
        <w:ind w:right="720"/>
        <w:contextualSpacing w:val="0"/>
        <w:rPr>
          <w:rFonts w:ascii="Calibri Light" w:hAnsi="Calibri Light" w:cs="Calibri Light"/>
          <w:color w:val="262626" w:themeColor="text1" w:themeTint="D9"/>
          <w:sz w:val="22"/>
          <w:szCs w:val="22"/>
        </w:rPr>
      </w:pPr>
    </w:p>
    <w:p w14:paraId="796FC09F" w14:textId="0C06A6A3" w:rsidR="009F0A11" w:rsidRPr="00E84BA3" w:rsidRDefault="009F0A11" w:rsidP="0062139D">
      <w:pPr>
        <w:spacing w:after="120"/>
        <w:ind w:right="720"/>
        <w:rPr>
          <w:rFonts w:ascii="Calibri Light" w:hAnsi="Calibri Light" w:cs="Calibri Light"/>
          <w:color w:val="262626" w:themeColor="text1" w:themeTint="D9"/>
          <w:sz w:val="22"/>
          <w:szCs w:val="22"/>
        </w:rPr>
      </w:pPr>
    </w:p>
    <w:p w14:paraId="3EBFD7CF" w14:textId="77777777" w:rsidR="00E277EE" w:rsidRPr="00E84BA3" w:rsidRDefault="00E277EE" w:rsidP="0062139D">
      <w:pPr>
        <w:spacing w:after="120"/>
        <w:ind w:right="720"/>
        <w:rPr>
          <w:rFonts w:ascii="Calibri Light" w:hAnsi="Calibri Light" w:cs="Calibri Light"/>
          <w:color w:val="262626" w:themeColor="text1" w:themeTint="D9"/>
          <w:sz w:val="22"/>
          <w:szCs w:val="22"/>
        </w:rPr>
      </w:pPr>
    </w:p>
    <w:p w14:paraId="1B3966B2" w14:textId="77777777" w:rsidR="009240DA" w:rsidRPr="00E84BA3" w:rsidRDefault="009240DA" w:rsidP="0062139D">
      <w:pPr>
        <w:spacing w:after="120"/>
        <w:ind w:right="720"/>
        <w:rPr>
          <w:rFonts w:ascii="Calibri Light" w:hAnsi="Calibri Light" w:cs="Calibri Light"/>
          <w:color w:val="262626" w:themeColor="text1" w:themeTint="D9"/>
          <w:sz w:val="22"/>
          <w:szCs w:val="22"/>
        </w:rPr>
      </w:pPr>
      <w:bookmarkStart w:id="39" w:name="OLE_LINK11"/>
    </w:p>
    <w:bookmarkEnd w:id="37"/>
    <w:bookmarkEnd w:id="38"/>
    <w:p w14:paraId="64200BDA" w14:textId="2020E818" w:rsidR="00153110" w:rsidRPr="008B22A2" w:rsidRDefault="00AD6F6D" w:rsidP="00006A1E">
      <w:pPr>
        <w:pStyle w:val="ListParagraph"/>
        <w:numPr>
          <w:ilvl w:val="0"/>
          <w:numId w:val="34"/>
        </w:numPr>
        <w:spacing w:after="120"/>
        <w:ind w:left="360" w:right="720"/>
        <w:contextualSpacing w:val="0"/>
        <w:rPr>
          <w:rFonts w:ascii="Aptos Light" w:hAnsi="Aptos Light" w:cs="Calibri Light"/>
          <w:color w:val="262626" w:themeColor="text1" w:themeTint="D9"/>
          <w:sz w:val="22"/>
          <w:szCs w:val="22"/>
        </w:rPr>
      </w:pPr>
      <w:r w:rsidRPr="00E84BA3">
        <w:rPr>
          <w:rFonts w:ascii="Calibri Light" w:hAnsi="Calibri Light" w:cs="Calibri Light"/>
          <w:noProof/>
          <w:color w:val="E7E6E6" w:themeColor="background2"/>
          <w:sz w:val="20"/>
          <w:szCs w:val="20"/>
        </w:rPr>
        <mc:AlternateContent>
          <mc:Choice Requires="wps">
            <w:drawing>
              <wp:anchor distT="0" distB="0" distL="114300" distR="114300" simplePos="0" relativeHeight="251703296" behindDoc="0" locked="0" layoutInCell="1" allowOverlap="1" wp14:anchorId="151BEE24" wp14:editId="1AE74EA6">
                <wp:simplePos x="0" y="0"/>
                <wp:positionH relativeFrom="column">
                  <wp:posOffset>442595</wp:posOffset>
                </wp:positionH>
                <wp:positionV relativeFrom="paragraph">
                  <wp:posOffset>513715</wp:posOffset>
                </wp:positionV>
                <wp:extent cx="5077460" cy="866775"/>
                <wp:effectExtent l="0" t="0" r="0" b="0"/>
                <wp:wrapNone/>
                <wp:docPr id="1437280131" name="Text Box 2"/>
                <wp:cNvGraphicFramePr/>
                <a:graphic xmlns:a="http://schemas.openxmlformats.org/drawingml/2006/main">
                  <a:graphicData uri="http://schemas.microsoft.com/office/word/2010/wordprocessingShape">
                    <wps:wsp>
                      <wps:cNvSpPr txBox="1"/>
                      <wps:spPr>
                        <a:xfrm>
                          <a:off x="0" y="0"/>
                          <a:ext cx="5077460" cy="866775"/>
                        </a:xfrm>
                        <a:prstGeom prst="rect">
                          <a:avLst/>
                        </a:prstGeom>
                        <a:noFill/>
                        <a:ln w="6350">
                          <a:noFill/>
                        </a:ln>
                      </wps:spPr>
                      <wps:txbx>
                        <w:txbxContent>
                          <w:p w14:paraId="6142A5A6" w14:textId="710B1CD1" w:rsidR="00153110" w:rsidRPr="0063554C" w:rsidRDefault="00153110" w:rsidP="00153110">
                            <w:pPr>
                              <w:rPr>
                                <w:rFonts w:ascii="Aptos Light" w:hAnsi="Aptos Light" w:cs="Avenir Book"/>
                                <w:i/>
                                <w:iCs/>
                                <w:color w:val="3B3838" w:themeColor="background2" w:themeShade="40"/>
                                <w:szCs w:val="20"/>
                              </w:rPr>
                            </w:pPr>
                            <w:r w:rsidRPr="0063554C">
                              <w:rPr>
                                <w:rFonts w:ascii="Aptos" w:hAnsi="Aptos" w:cs="Avenir Book"/>
                                <w:i/>
                                <w:iCs/>
                                <w:color w:val="3B3838" w:themeColor="background2" w:themeShade="40"/>
                                <w:szCs w:val="20"/>
                              </w:rPr>
                              <w:t>Instructions:</w:t>
                            </w:r>
                            <w:r w:rsidRPr="0063554C">
                              <w:rPr>
                                <w:rFonts w:ascii="Aptos Light" w:hAnsi="Aptos Light" w:cs="Avenir Book"/>
                                <w:i/>
                                <w:iCs/>
                                <w:color w:val="3B3838" w:themeColor="background2" w:themeShade="40"/>
                                <w:szCs w:val="20"/>
                              </w:rPr>
                              <w:t xml:space="preserve"> </w:t>
                            </w:r>
                            <w:bookmarkStart w:id="40" w:name="OLE_LINK109"/>
                            <w:bookmarkStart w:id="41" w:name="OLE_LINK110"/>
                            <w:r w:rsidR="000A30DC">
                              <w:rPr>
                                <w:rFonts w:ascii="Aptos Light" w:hAnsi="Aptos Light" w:cs="Avenir Book"/>
                                <w:i/>
                                <w:iCs/>
                                <w:color w:val="3B3838" w:themeColor="background2" w:themeShade="40"/>
                                <w:szCs w:val="20"/>
                              </w:rPr>
                              <w:t>Examine the Effect Summary table</w:t>
                            </w:r>
                            <w:r w:rsidR="00745BD6">
                              <w:rPr>
                                <w:rFonts w:ascii="Aptos Light" w:hAnsi="Aptos Light" w:cs="Avenir Book"/>
                                <w:i/>
                                <w:iCs/>
                                <w:color w:val="3B3838" w:themeColor="background2" w:themeShade="40"/>
                                <w:szCs w:val="20"/>
                              </w:rPr>
                              <w:t>.</w:t>
                            </w:r>
                            <w:bookmarkEnd w:id="40"/>
                            <w:bookmarkEnd w:id="41"/>
                            <w:r w:rsidR="00085B05">
                              <w:rPr>
                                <w:rFonts w:ascii="Aptos Light" w:hAnsi="Aptos Light" w:cs="Avenir Book"/>
                                <w:i/>
                                <w:iCs/>
                                <w:color w:val="3B3838" w:themeColor="background2" w:themeShade="40"/>
                                <w:szCs w:val="20"/>
                              </w:rPr>
                              <w:t xml:space="preserve"> Start by removing any of the two-way interactions with p-values greater than 0.05. Now examine the Center Point effect and remove if not significant. Examine the main effects and remove any that are not significant being sure not to remove any term that </w:t>
                            </w:r>
                            <w:r w:rsidR="009A10BB">
                              <w:rPr>
                                <w:rFonts w:ascii="Aptos Light" w:hAnsi="Aptos Light" w:cs="Avenir Book"/>
                                <w:i/>
                                <w:iCs/>
                                <w:color w:val="3B3838" w:themeColor="background2" w:themeShade="40"/>
                                <w:szCs w:val="20"/>
                              </w:rPr>
                              <w:t>are</w:t>
                            </w:r>
                            <w:r w:rsidR="00085B05">
                              <w:rPr>
                                <w:rFonts w:ascii="Aptos Light" w:hAnsi="Aptos Light" w:cs="Avenir Book"/>
                                <w:i/>
                                <w:iCs/>
                                <w:color w:val="3B3838" w:themeColor="background2" w:themeShade="40"/>
                                <w:szCs w:val="20"/>
                              </w:rPr>
                              <w:t xml:space="preserve"> part of a significant two-way interaction.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51BEE24" id="_x0000_s1041" type="#_x0000_t202" style="position:absolute;left:0;text-align:left;margin-left:34.85pt;margin-top:40.45pt;width:399.8pt;height:68.25pt;z-index:2517032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" filled="f" stroked="f" strokeweight=".5pt">
                <v:textbox>
                  <w:txbxContent>
                    <w:p w14:paraId="6142A5A6" w14:textId="710B1CD1" w:rsidR="00153110" w:rsidRPr="0063554C" w:rsidRDefault="00153110" w:rsidP="00153110">
                      <w:pPr>
                        <w:rPr>
                          <w:rFonts w:ascii="Aptos Light" w:hAnsi="Aptos Light" w:cs="Avenir Book"/>
                          <w:i/>
                          <w:iCs/>
                          <w:color w:val="3B3838" w:themeColor="background2" w:themeShade="40"/>
                          <w:szCs w:val="20"/>
                        </w:rPr>
                      </w:pPr>
                      <w:r w:rsidRPr="0063554C">
                        <w:rPr>
                          <w:rFonts w:ascii="Aptos" w:hAnsi="Aptos" w:cs="Avenir Book"/>
                          <w:i/>
                          <w:iCs/>
                          <w:color w:val="3B3838" w:themeColor="background2" w:themeShade="40"/>
                          <w:szCs w:val="20"/>
                        </w:rPr>
                        <w:t>Instructions:</w:t>
                      </w:r>
                      <w:r w:rsidRPr="0063554C">
                        <w:rPr>
                          <w:rFonts w:ascii="Aptos Light" w:hAnsi="Aptos Light" w:cs="Avenir Book"/>
                          <w:i/>
                          <w:iCs/>
                          <w:color w:val="3B3838" w:themeColor="background2" w:themeShade="40"/>
                          <w:szCs w:val="20"/>
                        </w:rPr>
                        <w:t xml:space="preserve"> </w:t>
                      </w:r>
                      <w:bookmarkStart w:id="42" w:name="OLE_LINK109"/>
                      <w:bookmarkStart w:id="43" w:name="OLE_LINK110"/>
                      <w:r w:rsidR="000A30DC">
                        <w:rPr>
                          <w:rFonts w:ascii="Aptos Light" w:hAnsi="Aptos Light" w:cs="Avenir Book"/>
                          <w:i/>
                          <w:iCs/>
                          <w:color w:val="3B3838" w:themeColor="background2" w:themeShade="40"/>
                          <w:szCs w:val="20"/>
                        </w:rPr>
                        <w:t>Examine the Effect Summary table</w:t>
                      </w:r>
                      <w:r w:rsidR="00745BD6">
                        <w:rPr>
                          <w:rFonts w:ascii="Aptos Light" w:hAnsi="Aptos Light" w:cs="Avenir Book"/>
                          <w:i/>
                          <w:iCs/>
                          <w:color w:val="3B3838" w:themeColor="background2" w:themeShade="40"/>
                          <w:szCs w:val="20"/>
                        </w:rPr>
                        <w:t>.</w:t>
                      </w:r>
                      <w:bookmarkEnd w:id="42"/>
                      <w:bookmarkEnd w:id="43"/>
                      <w:r w:rsidR="00085B05">
                        <w:rPr>
                          <w:rFonts w:ascii="Aptos Light" w:hAnsi="Aptos Light" w:cs="Avenir Book"/>
                          <w:i/>
                          <w:iCs/>
                          <w:color w:val="3B3838" w:themeColor="background2" w:themeShade="40"/>
                          <w:szCs w:val="20"/>
                        </w:rPr>
                        <w:t xml:space="preserve"> Start by removing any of the two-way interactions with p-values greater than 0.05. Now examine the Center Point effect and remove if not significant. Examine the main effects and remove any that are not significant being sure not to remove any term that </w:t>
                      </w:r>
                      <w:r w:rsidR="009A10BB">
                        <w:rPr>
                          <w:rFonts w:ascii="Aptos Light" w:hAnsi="Aptos Light" w:cs="Avenir Book"/>
                          <w:i/>
                          <w:iCs/>
                          <w:color w:val="3B3838" w:themeColor="background2" w:themeShade="40"/>
                          <w:szCs w:val="20"/>
                        </w:rPr>
                        <w:t>are</w:t>
                      </w:r>
                      <w:r w:rsidR="00085B05">
                        <w:rPr>
                          <w:rFonts w:ascii="Aptos Light" w:hAnsi="Aptos Light" w:cs="Avenir Book"/>
                          <w:i/>
                          <w:iCs/>
                          <w:color w:val="3B3838" w:themeColor="background2" w:themeShade="40"/>
                          <w:szCs w:val="20"/>
                        </w:rPr>
                        <w:t xml:space="preserve"> part of a significant two-way interaction.</w:t>
                      </w:r>
                    </w:p>
                  </w:txbxContent>
                </v:textbox>
              </v:shape>
            </w:pict>
          </mc:Fallback>
        </mc:AlternateContent>
      </w:r>
      <w:r w:rsidRPr="008B22A2">
        <w:rPr>
          <w:rFonts w:ascii="Aptos Light" w:hAnsi="Aptos Light" w:cs="Calibri Light"/>
          <w:noProof/>
          <w:color w:val="262626" w:themeColor="text1" w:themeTint="D9"/>
          <w:sz w:val="22"/>
          <w:szCs w:val="22"/>
        </w:rPr>
        <mc:AlternateContent>
          <mc:Choice Requires="wps">
            <w:drawing>
              <wp:anchor distT="0" distB="0" distL="114300" distR="114300" simplePos="0" relativeHeight="251702272" behindDoc="1" locked="0" layoutInCell="1" allowOverlap="1" wp14:anchorId="0F6CFD82" wp14:editId="279504D6">
                <wp:simplePos x="0" y="0"/>
                <wp:positionH relativeFrom="column">
                  <wp:posOffset>376555</wp:posOffset>
                </wp:positionH>
                <wp:positionV relativeFrom="paragraph">
                  <wp:posOffset>561877</wp:posOffset>
                </wp:positionV>
                <wp:extent cx="5297170" cy="904875"/>
                <wp:effectExtent l="0" t="0" r="0" b="0"/>
                <wp:wrapNone/>
                <wp:docPr id="631240417" name="Rounded Rectangle 1"/>
                <wp:cNvGraphicFramePr/>
                <a:graphic xmlns:a="http://schemas.openxmlformats.org/drawingml/2006/main">
                  <a:graphicData uri="http://schemas.microsoft.com/office/word/2010/wordprocessingShape">
                    <wps:wsp>
                      <wps:cNvSpPr/>
                      <wps:spPr>
                        <a:xfrm>
                          <a:off x="0" y="0"/>
                          <a:ext cx="5297170" cy="904875"/>
                        </a:xfrm>
                        <a:prstGeom prst="roundRect">
                          <a:avLst>
                            <a:gd name="adj" fmla="val 6847"/>
                          </a:avLst>
                        </a:prstGeom>
                        <a:solidFill>
                          <a:schemeClr val="bg1">
                            <a:lumMod val="95000"/>
                          </a:schemeClr>
                        </a:solidFill>
                        <a:ln w="3175">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B8D9537" id="Rounded Rectangle 1" o:spid="_x0000_s1026" style="position:absolute;margin-left:29.65pt;margin-top:44.25pt;width:417.1pt;height:71.25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4487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" fillcolor="#f2f2f2 [3052]" stroked="f" strokeweight=".25pt">
                <v:stroke joinstyle="miter"/>
              </v:roundrect>
            </w:pict>
          </mc:Fallback>
        </mc:AlternateContent>
      </w:r>
      <w:r w:rsidR="000A30DC">
        <w:rPr>
          <w:rFonts w:ascii="Aptos Light" w:hAnsi="Aptos Light" w:cs="Calibri Light"/>
          <w:color w:val="262626" w:themeColor="text1" w:themeTint="D9"/>
          <w:sz w:val="22"/>
          <w:szCs w:val="22"/>
        </w:rPr>
        <w:t xml:space="preserve">Reduce the model until it only includes statistically significant terms. </w:t>
      </w:r>
      <w:r>
        <w:rPr>
          <w:rFonts w:ascii="Aptos Light" w:hAnsi="Aptos Light" w:cs="Calibri Light"/>
          <w:color w:val="262626" w:themeColor="text1" w:themeTint="D9"/>
          <w:sz w:val="22"/>
          <w:szCs w:val="22"/>
        </w:rPr>
        <w:t>How does this final model compare to your initial assessment in the graph created in Exercise 1?</w:t>
      </w:r>
      <w:r w:rsidR="00153110" w:rsidRPr="008B22A2">
        <w:rPr>
          <w:rFonts w:ascii="Aptos Light" w:hAnsi="Aptos Light" w:cs="Calibri Light"/>
          <w:color w:val="262626" w:themeColor="text1" w:themeTint="D9"/>
          <w:sz w:val="20"/>
          <w:szCs w:val="20"/>
        </w:rPr>
        <w:br/>
      </w:r>
    </w:p>
    <w:p w14:paraId="16549287" w14:textId="7A6AB46A" w:rsidR="0062139D" w:rsidRPr="00E84BA3" w:rsidRDefault="0062139D" w:rsidP="00153110">
      <w:pPr>
        <w:pStyle w:val="ListParagraph"/>
        <w:spacing w:after="120"/>
        <w:ind w:right="720"/>
        <w:contextualSpacing w:val="0"/>
        <w:rPr>
          <w:rFonts w:ascii="Calibri Light" w:hAnsi="Calibri Light" w:cs="Calibri Light"/>
          <w:color w:val="262626" w:themeColor="text1" w:themeTint="D9"/>
          <w:sz w:val="22"/>
          <w:szCs w:val="22"/>
        </w:rPr>
      </w:pPr>
    </w:p>
    <w:bookmarkEnd w:id="39"/>
    <w:p w14:paraId="5D8B5A35" w14:textId="6331B72A" w:rsidR="0062139D" w:rsidRPr="00E84BA3" w:rsidRDefault="0062139D" w:rsidP="00153110">
      <w:pPr>
        <w:pStyle w:val="ListParagraph"/>
        <w:spacing w:after="120"/>
        <w:ind w:right="720"/>
        <w:contextualSpacing w:val="0"/>
        <w:rPr>
          <w:rFonts w:ascii="Calibri Light" w:hAnsi="Calibri Light" w:cs="Calibri Light"/>
          <w:color w:val="262626" w:themeColor="text1" w:themeTint="D9"/>
          <w:sz w:val="22"/>
          <w:szCs w:val="22"/>
        </w:rPr>
      </w:pPr>
    </w:p>
    <w:p w14:paraId="2DD6E697" w14:textId="34860FC2" w:rsidR="00984370" w:rsidRPr="00E84BA3" w:rsidRDefault="00984370" w:rsidP="00153110">
      <w:pPr>
        <w:pStyle w:val="ListParagraph"/>
        <w:spacing w:after="120"/>
        <w:ind w:right="720"/>
        <w:contextualSpacing w:val="0"/>
        <w:rPr>
          <w:rFonts w:ascii="Calibri Light" w:hAnsi="Calibri Light" w:cs="Calibri Light"/>
          <w:color w:val="262626" w:themeColor="text1" w:themeTint="D9"/>
          <w:sz w:val="22"/>
          <w:szCs w:val="22"/>
        </w:rPr>
      </w:pPr>
    </w:p>
    <w:p w14:paraId="1E5F8B3D" w14:textId="4541A128" w:rsidR="00984370" w:rsidRPr="00E84BA3" w:rsidRDefault="00984370" w:rsidP="004702BA">
      <w:pPr>
        <w:spacing w:after="120"/>
        <w:ind w:right="720"/>
        <w:rPr>
          <w:rFonts w:ascii="Calibri Light" w:hAnsi="Calibri Light" w:cs="Calibri Light"/>
          <w:color w:val="262626" w:themeColor="text1" w:themeTint="D9"/>
          <w:sz w:val="22"/>
          <w:szCs w:val="22"/>
        </w:rPr>
      </w:pPr>
    </w:p>
    <w:p w14:paraId="57FC9974" w14:textId="1423134E" w:rsidR="00B903FE" w:rsidRDefault="00B903FE" w:rsidP="00B903FE">
      <w:pPr>
        <w:spacing w:after="120"/>
        <w:ind w:right="720"/>
        <w:rPr>
          <w:rFonts w:ascii="Calibri Light" w:hAnsi="Calibri Light" w:cs="Calibri Light"/>
          <w:color w:val="262626" w:themeColor="text1" w:themeTint="D9"/>
          <w:sz w:val="22"/>
          <w:szCs w:val="22"/>
        </w:rPr>
      </w:pPr>
    </w:p>
    <w:p w14:paraId="0339F8E4" w14:textId="77777777" w:rsidR="00113C17" w:rsidRDefault="00113C17" w:rsidP="00B903FE">
      <w:pPr>
        <w:spacing w:after="120"/>
        <w:ind w:right="720"/>
        <w:rPr>
          <w:rFonts w:ascii="Calibri Light" w:hAnsi="Calibri Light" w:cs="Calibri Light"/>
          <w:color w:val="262626" w:themeColor="text1" w:themeTint="D9"/>
          <w:sz w:val="22"/>
          <w:szCs w:val="22"/>
        </w:rPr>
      </w:pPr>
    </w:p>
    <w:p w14:paraId="26CE02A1" w14:textId="77777777" w:rsidR="000D1310" w:rsidRPr="00E84BA3" w:rsidRDefault="000D1310" w:rsidP="00B903FE">
      <w:pPr>
        <w:spacing w:after="120"/>
        <w:ind w:right="720"/>
        <w:rPr>
          <w:rFonts w:ascii="Calibri Light" w:hAnsi="Calibri Light" w:cs="Calibri Light"/>
          <w:color w:val="262626" w:themeColor="text1" w:themeTint="D9"/>
          <w:sz w:val="22"/>
          <w:szCs w:val="22"/>
        </w:rPr>
      </w:pPr>
    </w:p>
    <w:p w14:paraId="2EBA4D0A" w14:textId="735DF209" w:rsidR="00347037" w:rsidRDefault="00347037" w:rsidP="00B903FE">
      <w:pPr>
        <w:pStyle w:val="ListParagraph"/>
        <w:numPr>
          <w:ilvl w:val="0"/>
          <w:numId w:val="34"/>
        </w:numPr>
        <w:spacing w:after="120"/>
        <w:ind w:left="360" w:right="720"/>
        <w:contextualSpacing w:val="0"/>
        <w:rPr>
          <w:rFonts w:ascii="Aptos Light" w:hAnsi="Aptos Light" w:cs="Calibri Light"/>
          <w:color w:val="262626" w:themeColor="text1" w:themeTint="D9"/>
          <w:sz w:val="22"/>
          <w:szCs w:val="22"/>
        </w:rPr>
      </w:pPr>
      <w:r w:rsidRPr="00E84BA3">
        <w:rPr>
          <w:rFonts w:ascii="Calibri Light" w:hAnsi="Calibri Light" w:cs="Calibri Light"/>
          <w:noProof/>
          <w:color w:val="E7E6E6" w:themeColor="background2"/>
          <w:sz w:val="20"/>
          <w:szCs w:val="20"/>
        </w:rPr>
        <w:lastRenderedPageBreak/>
        <mc:AlternateContent>
          <mc:Choice Requires="wps">
            <w:drawing>
              <wp:anchor distT="0" distB="0" distL="114300" distR="114300" simplePos="0" relativeHeight="251811840" behindDoc="0" locked="0" layoutInCell="1" allowOverlap="1" wp14:anchorId="5B61B5C0" wp14:editId="1D485FAF">
                <wp:simplePos x="0" y="0"/>
                <wp:positionH relativeFrom="column">
                  <wp:posOffset>442595</wp:posOffset>
                </wp:positionH>
                <wp:positionV relativeFrom="paragraph">
                  <wp:posOffset>411382</wp:posOffset>
                </wp:positionV>
                <wp:extent cx="5077460" cy="508635"/>
                <wp:effectExtent l="0" t="0" r="0" b="0"/>
                <wp:wrapNone/>
                <wp:docPr id="105803413" name="Text Box 2"/>
                <wp:cNvGraphicFramePr/>
                <a:graphic xmlns:a="http://schemas.openxmlformats.org/drawingml/2006/main">
                  <a:graphicData uri="http://schemas.microsoft.com/office/word/2010/wordprocessingShape">
                    <wps:wsp>
                      <wps:cNvSpPr txBox="1"/>
                      <wps:spPr>
                        <a:xfrm>
                          <a:off x="0" y="0"/>
                          <a:ext cx="5077460" cy="508635"/>
                        </a:xfrm>
                        <a:prstGeom prst="rect">
                          <a:avLst/>
                        </a:prstGeom>
                        <a:noFill/>
                        <a:ln w="6350">
                          <a:noFill/>
                        </a:ln>
                      </wps:spPr>
                      <wps:txbx>
                        <w:txbxContent>
                          <w:p w14:paraId="060DBC47" w14:textId="29C28424" w:rsidR="00B903FE" w:rsidRPr="0063554C" w:rsidRDefault="00B903FE" w:rsidP="00B903FE">
                            <w:pPr>
                              <w:rPr>
                                <w:rFonts w:ascii="Aptos Light" w:hAnsi="Aptos Light" w:cs="Avenir Book"/>
                                <w:i/>
                                <w:iCs/>
                                <w:color w:val="3B3838" w:themeColor="background2" w:themeShade="40"/>
                                <w:szCs w:val="20"/>
                              </w:rPr>
                            </w:pPr>
                            <w:r w:rsidRPr="0063554C">
                              <w:rPr>
                                <w:rFonts w:ascii="Aptos" w:hAnsi="Aptos" w:cs="Avenir Book"/>
                                <w:i/>
                                <w:iCs/>
                                <w:color w:val="3B3838" w:themeColor="background2" w:themeShade="40"/>
                                <w:szCs w:val="20"/>
                              </w:rPr>
                              <w:t>Instructions:</w:t>
                            </w:r>
                            <w:r w:rsidRPr="0063554C">
                              <w:rPr>
                                <w:rFonts w:ascii="Aptos Light" w:hAnsi="Aptos Light" w:cs="Avenir Book"/>
                                <w:i/>
                                <w:iCs/>
                                <w:color w:val="3B3838" w:themeColor="background2" w:themeShade="40"/>
                                <w:szCs w:val="20"/>
                              </w:rPr>
                              <w:t xml:space="preserve"> </w:t>
                            </w:r>
                            <w:r>
                              <w:rPr>
                                <w:rFonts w:ascii="Aptos Light" w:hAnsi="Aptos Light" w:cs="Avenir Book"/>
                                <w:i/>
                                <w:iCs/>
                                <w:color w:val="3B3838" w:themeColor="background2" w:themeShade="40"/>
                                <w:szCs w:val="20"/>
                              </w:rPr>
                              <w:t xml:space="preserve">Choose Row Diagnostics &gt; Plot Residual by Predicted under the red triangle. Choose Row Diagnostics </w:t>
                            </w:r>
                            <w:r w:rsidR="00347037">
                              <w:rPr>
                                <w:rFonts w:ascii="Aptos Light" w:hAnsi="Aptos Light" w:cs="Avenir Book"/>
                                <w:i/>
                                <w:iCs/>
                                <w:color w:val="3B3838" w:themeColor="background2" w:themeShade="40"/>
                                <w:szCs w:val="20"/>
                              </w:rPr>
                              <w:t xml:space="preserve">&gt; Plot Residual by Normal Quantiles.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B61B5C0" id="_x0000_s1042" type="#_x0000_t202" style="position:absolute;left:0;text-align:left;margin-left:34.85pt;margin-top:32.4pt;width:399.8pt;height:40.05pt;z-index:2518118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" filled="f" stroked="f" strokeweight=".5pt">
                <v:textbox>
                  <w:txbxContent>
                    <w:p w14:paraId="060DBC47" w14:textId="29C28424" w:rsidR="00B903FE" w:rsidRPr="0063554C" w:rsidRDefault="00B903FE" w:rsidP="00B903FE">
                      <w:pPr>
                        <w:rPr>
                          <w:rFonts w:ascii="Aptos Light" w:hAnsi="Aptos Light" w:cs="Avenir Book"/>
                          <w:i/>
                          <w:iCs/>
                          <w:color w:val="3B3838" w:themeColor="background2" w:themeShade="40"/>
                          <w:szCs w:val="20"/>
                        </w:rPr>
                      </w:pPr>
                      <w:r w:rsidRPr="0063554C">
                        <w:rPr>
                          <w:rFonts w:ascii="Aptos" w:hAnsi="Aptos" w:cs="Avenir Book"/>
                          <w:i/>
                          <w:iCs/>
                          <w:color w:val="3B3838" w:themeColor="background2" w:themeShade="40"/>
                          <w:szCs w:val="20"/>
                        </w:rPr>
                        <w:t>Instructions:</w:t>
                      </w:r>
                      <w:r w:rsidRPr="0063554C">
                        <w:rPr>
                          <w:rFonts w:ascii="Aptos Light" w:hAnsi="Aptos Light" w:cs="Avenir Book"/>
                          <w:i/>
                          <w:iCs/>
                          <w:color w:val="3B3838" w:themeColor="background2" w:themeShade="40"/>
                          <w:szCs w:val="20"/>
                        </w:rPr>
                        <w:t xml:space="preserve"> </w:t>
                      </w:r>
                      <w:r>
                        <w:rPr>
                          <w:rFonts w:ascii="Aptos Light" w:hAnsi="Aptos Light" w:cs="Avenir Book"/>
                          <w:i/>
                          <w:iCs/>
                          <w:color w:val="3B3838" w:themeColor="background2" w:themeShade="40"/>
                          <w:szCs w:val="20"/>
                        </w:rPr>
                        <w:t xml:space="preserve">Choose Row Diagnostics &gt; Plot Residual by Predicted under the red triangle. Choose Row Diagnostics </w:t>
                      </w:r>
                      <w:r w:rsidR="00347037">
                        <w:rPr>
                          <w:rFonts w:ascii="Aptos Light" w:hAnsi="Aptos Light" w:cs="Avenir Book"/>
                          <w:i/>
                          <w:iCs/>
                          <w:color w:val="3B3838" w:themeColor="background2" w:themeShade="40"/>
                          <w:szCs w:val="20"/>
                        </w:rPr>
                        <w:t xml:space="preserve">&gt; Plot Residual by Normal Quantiles. </w:t>
                      </w:r>
                    </w:p>
                  </w:txbxContent>
                </v:textbox>
              </v:shape>
            </w:pict>
          </mc:Fallback>
        </mc:AlternateContent>
      </w:r>
      <w:r w:rsidR="00B903FE">
        <w:rPr>
          <w:rFonts w:ascii="Aptos Light" w:hAnsi="Aptos Light" w:cs="Calibri Light"/>
          <w:color w:val="262626" w:themeColor="text1" w:themeTint="D9"/>
          <w:sz w:val="22"/>
          <w:szCs w:val="22"/>
        </w:rPr>
        <w:t>Evaluate model assumptions (i.e., homogeneity of variance and normality of residuals) for your final model. Is there any cause for concern?</w:t>
      </w:r>
    </w:p>
    <w:p w14:paraId="1097D0AF" w14:textId="761B499D" w:rsidR="00B903FE" w:rsidRPr="008B22A2" w:rsidRDefault="00347037" w:rsidP="00347037">
      <w:pPr>
        <w:pStyle w:val="ListParagraph"/>
        <w:spacing w:after="120"/>
        <w:ind w:left="360" w:right="720"/>
        <w:contextualSpacing w:val="0"/>
        <w:rPr>
          <w:rFonts w:ascii="Aptos Light" w:hAnsi="Aptos Light" w:cs="Calibri Light"/>
          <w:color w:val="262626" w:themeColor="text1" w:themeTint="D9"/>
          <w:sz w:val="22"/>
          <w:szCs w:val="22"/>
        </w:rPr>
      </w:pPr>
      <w:r w:rsidRPr="008B22A2">
        <w:rPr>
          <w:rFonts w:ascii="Aptos Light" w:hAnsi="Aptos Light" w:cs="Calibri Light"/>
          <w:noProof/>
          <w:color w:val="262626" w:themeColor="text1" w:themeTint="D9"/>
          <w:sz w:val="22"/>
          <w:szCs w:val="22"/>
        </w:rPr>
        <mc:AlternateContent>
          <mc:Choice Requires="wps">
            <w:drawing>
              <wp:anchor distT="0" distB="0" distL="114300" distR="114300" simplePos="0" relativeHeight="251810816" behindDoc="1" locked="0" layoutInCell="1" allowOverlap="1" wp14:anchorId="3A1827B1" wp14:editId="0FEE4B03">
                <wp:simplePos x="0" y="0"/>
                <wp:positionH relativeFrom="column">
                  <wp:posOffset>376555</wp:posOffset>
                </wp:positionH>
                <wp:positionV relativeFrom="paragraph">
                  <wp:posOffset>40542</wp:posOffset>
                </wp:positionV>
                <wp:extent cx="5297170" cy="612140"/>
                <wp:effectExtent l="0" t="0" r="0" b="0"/>
                <wp:wrapNone/>
                <wp:docPr id="1260509769" name="Rounded Rectangle 1"/>
                <wp:cNvGraphicFramePr/>
                <a:graphic xmlns:a="http://schemas.openxmlformats.org/drawingml/2006/main">
                  <a:graphicData uri="http://schemas.microsoft.com/office/word/2010/wordprocessingShape">
                    <wps:wsp>
                      <wps:cNvSpPr/>
                      <wps:spPr>
                        <a:xfrm>
                          <a:off x="0" y="0"/>
                          <a:ext cx="5297170" cy="612140"/>
                        </a:xfrm>
                        <a:prstGeom prst="roundRect">
                          <a:avLst>
                            <a:gd name="adj" fmla="val 6847"/>
                          </a:avLst>
                        </a:prstGeom>
                        <a:solidFill>
                          <a:schemeClr val="bg1">
                            <a:lumMod val="95000"/>
                          </a:schemeClr>
                        </a:solidFill>
                        <a:ln w="3175">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6BBC82D" id="Rounded Rectangle 1" o:spid="_x0000_s1026" style="position:absolute;margin-left:29.65pt;margin-top:3.2pt;width:417.1pt;height:48.2pt;z-index:-251505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4487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" fillcolor="#f2f2f2 [3052]" stroked="f" strokeweight=".25pt">
                <v:stroke joinstyle="miter"/>
              </v:roundrect>
            </w:pict>
          </mc:Fallback>
        </mc:AlternateContent>
      </w:r>
      <w:r w:rsidR="00B903FE" w:rsidRPr="008B22A2">
        <w:rPr>
          <w:rFonts w:ascii="Aptos Light" w:hAnsi="Aptos Light" w:cs="Calibri Light"/>
          <w:color w:val="262626" w:themeColor="text1" w:themeTint="D9"/>
          <w:sz w:val="20"/>
          <w:szCs w:val="20"/>
        </w:rPr>
        <w:br/>
      </w:r>
    </w:p>
    <w:p w14:paraId="064BD5EA" w14:textId="661FF0ED" w:rsidR="0060753B" w:rsidRDefault="0060753B">
      <w:pPr>
        <w:spacing w:before="0" w:after="0"/>
        <w:rPr>
          <w:rFonts w:ascii="Calibri Light" w:hAnsi="Calibri Light" w:cs="Calibri Light"/>
          <w:color w:val="262626" w:themeColor="text1" w:themeTint="D9"/>
          <w:sz w:val="22"/>
          <w:szCs w:val="22"/>
        </w:rPr>
      </w:pPr>
    </w:p>
    <w:p w14:paraId="65C97036" w14:textId="77777777" w:rsidR="0060753B" w:rsidRPr="00E84BA3" w:rsidRDefault="0060753B" w:rsidP="004702BA">
      <w:pPr>
        <w:spacing w:after="120"/>
        <w:ind w:right="720"/>
        <w:rPr>
          <w:rFonts w:ascii="Calibri Light" w:hAnsi="Calibri Light" w:cs="Calibri Light"/>
          <w:color w:val="262626" w:themeColor="text1" w:themeTint="D9"/>
          <w:sz w:val="22"/>
          <w:szCs w:val="22"/>
        </w:rPr>
      </w:pPr>
    </w:p>
    <w:p w14:paraId="531EB81D" w14:textId="7948538B" w:rsidR="004702BA" w:rsidRPr="008B22A2" w:rsidRDefault="00AB06D0" w:rsidP="009C0659">
      <w:pPr>
        <w:pStyle w:val="ListParagraph"/>
        <w:numPr>
          <w:ilvl w:val="0"/>
          <w:numId w:val="34"/>
        </w:numPr>
        <w:spacing w:after="120"/>
        <w:ind w:left="360" w:right="720"/>
        <w:contextualSpacing w:val="0"/>
        <w:rPr>
          <w:rFonts w:ascii="Aptos Light" w:hAnsi="Aptos Light" w:cs="Calibri Light"/>
          <w:color w:val="3B3838" w:themeColor="background2" w:themeShade="40"/>
          <w:sz w:val="20"/>
          <w:szCs w:val="20"/>
        </w:rPr>
      </w:pPr>
      <w:bookmarkStart w:id="44" w:name="OLE_LINK111"/>
      <w:bookmarkStart w:id="45" w:name="OLE_LINK112"/>
      <w:r>
        <w:rPr>
          <w:rFonts w:ascii="Aptos Light" w:hAnsi="Aptos Light" w:cs="Calibri Light"/>
          <w:noProof/>
          <w:color w:val="262626" w:themeColor="text1" w:themeTint="D9"/>
          <w:sz w:val="22"/>
          <w:szCs w:val="22"/>
        </w:rPr>
        <w:t>Display visual representations of the final statistical model</w:t>
      </w:r>
      <w:r w:rsidR="00863BE9">
        <w:rPr>
          <w:rFonts w:ascii="Aptos Light" w:hAnsi="Aptos Light" w:cs="Calibri Light"/>
          <w:color w:val="262626" w:themeColor="text1" w:themeTint="D9"/>
          <w:sz w:val="22"/>
          <w:szCs w:val="22"/>
        </w:rPr>
        <w:t>.</w:t>
      </w:r>
      <w:bookmarkEnd w:id="44"/>
      <w:bookmarkEnd w:id="45"/>
      <w:r w:rsidR="00AD6F6D">
        <w:rPr>
          <w:rFonts w:ascii="Aptos Light" w:hAnsi="Aptos Light" w:cs="Calibri Light"/>
          <w:color w:val="262626" w:themeColor="text1" w:themeTint="D9"/>
          <w:sz w:val="22"/>
          <w:szCs w:val="22"/>
        </w:rPr>
        <w:t xml:space="preserve"> </w:t>
      </w:r>
      <w:r w:rsidR="00927236">
        <w:rPr>
          <w:rFonts w:ascii="Aptos Light" w:hAnsi="Aptos Light" w:cs="Calibri Light"/>
          <w:color w:val="262626" w:themeColor="text1" w:themeTint="D9"/>
          <w:sz w:val="22"/>
          <w:szCs w:val="22"/>
        </w:rPr>
        <w:t>Use those graphs to provide a description of the impact the significant factors have on the response.</w:t>
      </w:r>
    </w:p>
    <w:p w14:paraId="46172B2C" w14:textId="001F5580" w:rsidR="00916664" w:rsidRPr="00E84BA3" w:rsidRDefault="00D26039" w:rsidP="00916664">
      <w:pPr>
        <w:pStyle w:val="ListParagraph"/>
        <w:spacing w:after="120"/>
        <w:ind w:right="720"/>
        <w:contextualSpacing w:val="0"/>
        <w:rPr>
          <w:rFonts w:ascii="Calibri Light" w:hAnsi="Calibri Light" w:cs="Calibri Light"/>
          <w:color w:val="262626" w:themeColor="text1" w:themeTint="D9"/>
          <w:sz w:val="22"/>
          <w:szCs w:val="22"/>
        </w:rPr>
      </w:pPr>
      <w:r w:rsidRPr="00E84BA3">
        <w:rPr>
          <w:rFonts w:ascii="Calibri Light" w:hAnsi="Calibri Light" w:cs="Calibri Light"/>
          <w:noProof/>
          <w:color w:val="E7E6E6" w:themeColor="background2"/>
          <w:sz w:val="20"/>
          <w:szCs w:val="20"/>
        </w:rPr>
        <mc:AlternateContent>
          <mc:Choice Requires="wps">
            <w:drawing>
              <wp:anchor distT="0" distB="0" distL="114300" distR="114300" simplePos="0" relativeHeight="251778048" behindDoc="0" locked="0" layoutInCell="1" allowOverlap="1" wp14:anchorId="7FF1D1D5" wp14:editId="2E41F19B">
                <wp:simplePos x="0" y="0"/>
                <wp:positionH relativeFrom="column">
                  <wp:posOffset>461913</wp:posOffset>
                </wp:positionH>
                <wp:positionV relativeFrom="paragraph">
                  <wp:posOffset>102686</wp:posOffset>
                </wp:positionV>
                <wp:extent cx="5077460" cy="1649141"/>
                <wp:effectExtent l="0" t="0" r="0" b="0"/>
                <wp:wrapNone/>
                <wp:docPr id="584173743" name="Text Box 2"/>
                <wp:cNvGraphicFramePr/>
                <a:graphic xmlns:a="http://schemas.openxmlformats.org/drawingml/2006/main">
                  <a:graphicData uri="http://schemas.microsoft.com/office/word/2010/wordprocessingShape">
                    <wps:wsp>
                      <wps:cNvSpPr txBox="1"/>
                      <wps:spPr>
                        <a:xfrm>
                          <a:off x="0" y="0"/>
                          <a:ext cx="5077460" cy="1649141"/>
                        </a:xfrm>
                        <a:prstGeom prst="rect">
                          <a:avLst/>
                        </a:prstGeom>
                        <a:noFill/>
                        <a:ln w="6350">
                          <a:noFill/>
                        </a:ln>
                      </wps:spPr>
                      <wps:txbx>
                        <w:txbxContent>
                          <w:p w14:paraId="6441D930" w14:textId="54D07334" w:rsidR="006E35D4" w:rsidRPr="00BF3069" w:rsidRDefault="006E35D4" w:rsidP="006E35D4">
                            <w:pPr>
                              <w:rPr>
                                <w:rFonts w:ascii="Avenir Book" w:hAnsi="Avenir Book" w:cs="Avenir Book"/>
                                <w:i/>
                                <w:iCs/>
                                <w:color w:val="3B3838" w:themeColor="background2" w:themeShade="40"/>
                                <w:szCs w:val="20"/>
                              </w:rPr>
                            </w:pPr>
                            <w:r w:rsidRPr="003B733A">
                              <w:rPr>
                                <w:rFonts w:ascii="Aptos" w:hAnsi="Aptos" w:cs="Avenir Book"/>
                                <w:i/>
                                <w:iCs/>
                                <w:color w:val="3B3838" w:themeColor="background2" w:themeShade="40"/>
                                <w:szCs w:val="20"/>
                              </w:rPr>
                              <w:t>Instructions:</w:t>
                            </w:r>
                            <w:r w:rsidRPr="0027691D">
                              <w:rPr>
                                <w:rFonts w:ascii="AVENIR OBLIQUE" w:hAnsi="AVENIR OBLIQUE" w:cs="Avenir Book"/>
                                <w:i/>
                                <w:iCs/>
                                <w:color w:val="3B3838" w:themeColor="background2" w:themeShade="40"/>
                                <w:szCs w:val="20"/>
                              </w:rPr>
                              <w:t xml:space="preserve"> </w:t>
                            </w:r>
                            <w:r w:rsidRPr="003B733A">
                              <w:rPr>
                                <w:rFonts w:ascii="Aptos Light" w:hAnsi="Aptos Light" w:cs="Avenir Book"/>
                                <w:i/>
                                <w:iCs/>
                                <w:color w:val="3B3838" w:themeColor="background2" w:themeShade="40"/>
                                <w:szCs w:val="20"/>
                              </w:rPr>
                              <w:t xml:space="preserve">Choose </w:t>
                            </w:r>
                            <w:r w:rsidR="00AD6F6D">
                              <w:rPr>
                                <w:rFonts w:ascii="Aptos Light" w:hAnsi="Aptos Light" w:cs="Avenir Book"/>
                                <w:i/>
                                <w:iCs/>
                                <w:color w:val="3B3838" w:themeColor="background2" w:themeShade="40"/>
                                <w:szCs w:val="20"/>
                              </w:rPr>
                              <w:t xml:space="preserve">Profiler, Contour Profiler, and Surface Profiler </w:t>
                            </w:r>
                            <w:r w:rsidR="00AB7274">
                              <w:rPr>
                                <w:rFonts w:ascii="Aptos Light" w:hAnsi="Aptos Light" w:cs="Avenir Book"/>
                                <w:i/>
                                <w:iCs/>
                                <w:color w:val="3B3838" w:themeColor="background2" w:themeShade="40"/>
                                <w:szCs w:val="20"/>
                              </w:rPr>
                              <w:t xml:space="preserve">in Factor Profiling </w:t>
                            </w:r>
                            <w:r w:rsidR="00AD6F6D">
                              <w:rPr>
                                <w:rFonts w:ascii="Aptos Light" w:hAnsi="Aptos Light" w:cs="Avenir Book"/>
                                <w:i/>
                                <w:iCs/>
                                <w:color w:val="3B3838" w:themeColor="background2" w:themeShade="40"/>
                                <w:szCs w:val="20"/>
                              </w:rPr>
                              <w:t>under the top red triangle</w:t>
                            </w:r>
                            <w:r w:rsidR="00836375">
                              <w:rPr>
                                <w:rFonts w:ascii="Aptos Light" w:hAnsi="Aptos Light" w:cs="Avenir Book"/>
                                <w:i/>
                                <w:iCs/>
                                <w:color w:val="3B3838" w:themeColor="background2" w:themeShade="40"/>
                                <w:szCs w:val="20"/>
                              </w:rPr>
                              <w:t>.</w:t>
                            </w:r>
                            <w:r w:rsidR="00AB7274">
                              <w:rPr>
                                <w:rFonts w:ascii="Aptos Light" w:hAnsi="Aptos Light" w:cs="Avenir Book"/>
                                <w:i/>
                                <w:iCs/>
                                <w:color w:val="3B3838" w:themeColor="background2" w:themeShade="40"/>
                                <w:szCs w:val="20"/>
                              </w:rPr>
                              <w:t xml:space="preserve"> Note: Each of the visualizations have </w:t>
                            </w:r>
                            <w:r w:rsidR="009A10BB">
                              <w:rPr>
                                <w:rFonts w:ascii="Aptos Light" w:hAnsi="Aptos Light" w:cs="Avenir Book"/>
                                <w:i/>
                                <w:iCs/>
                                <w:color w:val="3B3838" w:themeColor="background2" w:themeShade="40"/>
                                <w:szCs w:val="20"/>
                              </w:rPr>
                              <w:t>options</w:t>
                            </w:r>
                            <w:r w:rsidR="00AB7274">
                              <w:rPr>
                                <w:rFonts w:ascii="Aptos Light" w:hAnsi="Aptos Light" w:cs="Avenir Book"/>
                                <w:i/>
                                <w:iCs/>
                                <w:color w:val="3B3838" w:themeColor="background2" w:themeShade="40"/>
                                <w:szCs w:val="20"/>
                              </w:rPr>
                              <w:t xml:space="preserve"> under their respective red triangles or control panels to enhance the graph (e.g., choosing to display the data points in the prediction profiler, adding contour lines and the data points on the surface graph, changing </w:t>
                            </w:r>
                            <w:r w:rsidR="009D4CFE">
                              <w:rPr>
                                <w:rFonts w:ascii="Aptos Light" w:hAnsi="Aptos Light" w:cs="Avenir Book"/>
                                <w:i/>
                                <w:iCs/>
                                <w:color w:val="3B3838" w:themeColor="background2" w:themeShade="40"/>
                                <w:szCs w:val="20"/>
                              </w:rPr>
                              <w:t>the spacing of the contour lines on the contour plot, among others).</w:t>
                            </w:r>
                            <w:r w:rsidR="00F44AB0">
                              <w:rPr>
                                <w:rFonts w:ascii="Aptos Light" w:hAnsi="Aptos Light" w:cs="Avenir Book"/>
                                <w:i/>
                                <w:iCs/>
                                <w:color w:val="3B3838" w:themeColor="background2" w:themeShade="40"/>
                                <w:szCs w:val="20"/>
                              </w:rPr>
                              <w:t xml:space="preserve"> One enhancement that you’ll find useful is to add the lower and upper response limit to the Lo Limit and Hi Limit on the surface plot</w:t>
                            </w:r>
                            <w:r w:rsidR="00C03774">
                              <w:rPr>
                                <w:rFonts w:ascii="Aptos Light" w:hAnsi="Aptos Light" w:cs="Avenir Book"/>
                                <w:i/>
                                <w:iCs/>
                                <w:color w:val="3B3838" w:themeColor="background2" w:themeShade="40"/>
                                <w:szCs w:val="20"/>
                              </w:rPr>
                              <w:t xml:space="preserve"> and to add a contour at the target of 6650.</w:t>
                            </w:r>
                            <w:r w:rsidR="00F44AB0">
                              <w:rPr>
                                <w:rFonts w:ascii="Aptos Light" w:hAnsi="Aptos Light" w:cs="Avenir Book"/>
                                <w:i/>
                                <w:iCs/>
                                <w:color w:val="3B3838" w:themeColor="background2" w:themeShade="40"/>
                                <w:szCs w:val="20"/>
                              </w:rPr>
                              <w:t xml:space="preserve"> </w:t>
                            </w:r>
                            <w:bookmarkStart w:id="46" w:name="OLE_LINK13"/>
                            <w:bookmarkStart w:id="47" w:name="OLE_LINK14"/>
                            <w:bookmarkStart w:id="48" w:name="_Hlk191120155"/>
                            <w:r w:rsidR="00F44AB0">
                              <w:rPr>
                                <w:rFonts w:ascii="Aptos Light" w:hAnsi="Aptos Light" w:cs="Avenir Book"/>
                                <w:i/>
                                <w:iCs/>
                                <w:color w:val="3B3838" w:themeColor="background2" w:themeShade="40"/>
                                <w:szCs w:val="20"/>
                              </w:rPr>
                              <w:t xml:space="preserve">The clear region is displaying </w:t>
                            </w:r>
                            <w:r w:rsidR="00D26039">
                              <w:rPr>
                                <w:rFonts w:ascii="Aptos Light" w:hAnsi="Aptos Light" w:cs="Avenir Book"/>
                                <w:i/>
                                <w:iCs/>
                                <w:color w:val="3B3838" w:themeColor="background2" w:themeShade="40"/>
                                <w:szCs w:val="20"/>
                              </w:rPr>
                              <w:t xml:space="preserve">the levels of the factor </w:t>
                            </w:r>
                            <w:r w:rsidR="00F44AB0">
                              <w:rPr>
                                <w:rFonts w:ascii="Aptos Light" w:hAnsi="Aptos Light" w:cs="Avenir Book"/>
                                <w:i/>
                                <w:iCs/>
                                <w:color w:val="3B3838" w:themeColor="background2" w:themeShade="40"/>
                                <w:szCs w:val="20"/>
                              </w:rPr>
                              <w:t>where the response is predicted to be within those limits.</w:t>
                            </w:r>
                            <w:bookmarkEnd w:id="46"/>
                            <w:bookmarkEnd w:id="47"/>
                            <w:bookmarkEnd w:id="48"/>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FF1D1D5" id="_x0000_s1043" type="#_x0000_t202" style="position:absolute;left:0;text-align:left;margin-left:36.35pt;margin-top:8.1pt;width:399.8pt;height:129.85pt;z-index:2517780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" filled="f" stroked="f" strokeweight=".5pt">
                <v:textbox>
                  <w:txbxContent>
                    <w:p w14:paraId="6441D930" w14:textId="54D07334" w:rsidR="006E35D4" w:rsidRPr="00BF3069" w:rsidRDefault="006E35D4" w:rsidP="006E35D4">
                      <w:pPr>
                        <w:rPr>
                          <w:rFonts w:ascii="Avenir Book" w:hAnsi="Avenir Book" w:cs="Avenir Book"/>
                          <w:i/>
                          <w:iCs/>
                          <w:color w:val="3B3838" w:themeColor="background2" w:themeShade="40"/>
                          <w:szCs w:val="20"/>
                        </w:rPr>
                      </w:pPr>
                      <w:r w:rsidRPr="003B733A">
                        <w:rPr>
                          <w:rFonts w:ascii="Aptos" w:hAnsi="Aptos" w:cs="Avenir Book"/>
                          <w:i/>
                          <w:iCs/>
                          <w:color w:val="3B3838" w:themeColor="background2" w:themeShade="40"/>
                          <w:szCs w:val="20"/>
                        </w:rPr>
                        <w:t>Instructions:</w:t>
                      </w:r>
                      <w:r w:rsidRPr="0027691D">
                        <w:rPr>
                          <w:rFonts w:ascii="AVENIR OBLIQUE" w:hAnsi="AVENIR OBLIQUE" w:cs="Avenir Book"/>
                          <w:i/>
                          <w:iCs/>
                          <w:color w:val="3B3838" w:themeColor="background2" w:themeShade="40"/>
                          <w:szCs w:val="20"/>
                        </w:rPr>
                        <w:t xml:space="preserve"> </w:t>
                      </w:r>
                      <w:r w:rsidRPr="003B733A">
                        <w:rPr>
                          <w:rFonts w:ascii="Aptos Light" w:hAnsi="Aptos Light" w:cs="Avenir Book"/>
                          <w:i/>
                          <w:iCs/>
                          <w:color w:val="3B3838" w:themeColor="background2" w:themeShade="40"/>
                          <w:szCs w:val="20"/>
                        </w:rPr>
                        <w:t xml:space="preserve">Choose </w:t>
                      </w:r>
                      <w:r w:rsidR="00AD6F6D">
                        <w:rPr>
                          <w:rFonts w:ascii="Aptos Light" w:hAnsi="Aptos Light" w:cs="Avenir Book"/>
                          <w:i/>
                          <w:iCs/>
                          <w:color w:val="3B3838" w:themeColor="background2" w:themeShade="40"/>
                          <w:szCs w:val="20"/>
                        </w:rPr>
                        <w:t xml:space="preserve">Profiler, Contour Profiler, and Surface Profiler </w:t>
                      </w:r>
                      <w:r w:rsidR="00AB7274">
                        <w:rPr>
                          <w:rFonts w:ascii="Aptos Light" w:hAnsi="Aptos Light" w:cs="Avenir Book"/>
                          <w:i/>
                          <w:iCs/>
                          <w:color w:val="3B3838" w:themeColor="background2" w:themeShade="40"/>
                          <w:szCs w:val="20"/>
                        </w:rPr>
                        <w:t xml:space="preserve">in Factor Profiling </w:t>
                      </w:r>
                      <w:r w:rsidR="00AD6F6D">
                        <w:rPr>
                          <w:rFonts w:ascii="Aptos Light" w:hAnsi="Aptos Light" w:cs="Avenir Book"/>
                          <w:i/>
                          <w:iCs/>
                          <w:color w:val="3B3838" w:themeColor="background2" w:themeShade="40"/>
                          <w:szCs w:val="20"/>
                        </w:rPr>
                        <w:t>under the top red triangle</w:t>
                      </w:r>
                      <w:r w:rsidR="00836375">
                        <w:rPr>
                          <w:rFonts w:ascii="Aptos Light" w:hAnsi="Aptos Light" w:cs="Avenir Book"/>
                          <w:i/>
                          <w:iCs/>
                          <w:color w:val="3B3838" w:themeColor="background2" w:themeShade="40"/>
                          <w:szCs w:val="20"/>
                        </w:rPr>
                        <w:t>.</w:t>
                      </w:r>
                      <w:r w:rsidR="00AB7274">
                        <w:rPr>
                          <w:rFonts w:ascii="Aptos Light" w:hAnsi="Aptos Light" w:cs="Avenir Book"/>
                          <w:i/>
                          <w:iCs/>
                          <w:color w:val="3B3838" w:themeColor="background2" w:themeShade="40"/>
                          <w:szCs w:val="20"/>
                        </w:rPr>
                        <w:t xml:space="preserve"> Note: Each of the visualizations have </w:t>
                      </w:r>
                      <w:r w:rsidR="009A10BB">
                        <w:rPr>
                          <w:rFonts w:ascii="Aptos Light" w:hAnsi="Aptos Light" w:cs="Avenir Book"/>
                          <w:i/>
                          <w:iCs/>
                          <w:color w:val="3B3838" w:themeColor="background2" w:themeShade="40"/>
                          <w:szCs w:val="20"/>
                        </w:rPr>
                        <w:t>options</w:t>
                      </w:r>
                      <w:r w:rsidR="00AB7274">
                        <w:rPr>
                          <w:rFonts w:ascii="Aptos Light" w:hAnsi="Aptos Light" w:cs="Avenir Book"/>
                          <w:i/>
                          <w:iCs/>
                          <w:color w:val="3B3838" w:themeColor="background2" w:themeShade="40"/>
                          <w:szCs w:val="20"/>
                        </w:rPr>
                        <w:t xml:space="preserve"> under their respective red triangles or control panels to enhance the graph (e.g., choosing to display the data points in the prediction profiler, adding contour lines and the data points on the surface graph, changing </w:t>
                      </w:r>
                      <w:r w:rsidR="009D4CFE">
                        <w:rPr>
                          <w:rFonts w:ascii="Aptos Light" w:hAnsi="Aptos Light" w:cs="Avenir Book"/>
                          <w:i/>
                          <w:iCs/>
                          <w:color w:val="3B3838" w:themeColor="background2" w:themeShade="40"/>
                          <w:szCs w:val="20"/>
                        </w:rPr>
                        <w:t>the spacing of the contour lines on the contour plot, among others).</w:t>
                      </w:r>
                      <w:r w:rsidR="00F44AB0">
                        <w:rPr>
                          <w:rFonts w:ascii="Aptos Light" w:hAnsi="Aptos Light" w:cs="Avenir Book"/>
                          <w:i/>
                          <w:iCs/>
                          <w:color w:val="3B3838" w:themeColor="background2" w:themeShade="40"/>
                          <w:szCs w:val="20"/>
                        </w:rPr>
                        <w:t xml:space="preserve"> One enhancement that you’ll find useful is to add the lower and upper response limit to the Lo Limit and Hi Limit on the surface plot</w:t>
                      </w:r>
                      <w:r w:rsidR="00C03774">
                        <w:rPr>
                          <w:rFonts w:ascii="Aptos Light" w:hAnsi="Aptos Light" w:cs="Avenir Book"/>
                          <w:i/>
                          <w:iCs/>
                          <w:color w:val="3B3838" w:themeColor="background2" w:themeShade="40"/>
                          <w:szCs w:val="20"/>
                        </w:rPr>
                        <w:t xml:space="preserve"> and to add a contour at the target of 6650.</w:t>
                      </w:r>
                      <w:r w:rsidR="00F44AB0">
                        <w:rPr>
                          <w:rFonts w:ascii="Aptos Light" w:hAnsi="Aptos Light" w:cs="Avenir Book"/>
                          <w:i/>
                          <w:iCs/>
                          <w:color w:val="3B3838" w:themeColor="background2" w:themeShade="40"/>
                          <w:szCs w:val="20"/>
                        </w:rPr>
                        <w:t xml:space="preserve"> </w:t>
                      </w:r>
                      <w:bookmarkStart w:id="49" w:name="OLE_LINK13"/>
                      <w:bookmarkStart w:id="50" w:name="OLE_LINK14"/>
                      <w:bookmarkStart w:id="51" w:name="_Hlk191120155"/>
                      <w:r w:rsidR="00F44AB0">
                        <w:rPr>
                          <w:rFonts w:ascii="Aptos Light" w:hAnsi="Aptos Light" w:cs="Avenir Book"/>
                          <w:i/>
                          <w:iCs/>
                          <w:color w:val="3B3838" w:themeColor="background2" w:themeShade="40"/>
                          <w:szCs w:val="20"/>
                        </w:rPr>
                        <w:t xml:space="preserve">The clear region is displaying </w:t>
                      </w:r>
                      <w:r w:rsidR="00D26039">
                        <w:rPr>
                          <w:rFonts w:ascii="Aptos Light" w:hAnsi="Aptos Light" w:cs="Avenir Book"/>
                          <w:i/>
                          <w:iCs/>
                          <w:color w:val="3B3838" w:themeColor="background2" w:themeShade="40"/>
                          <w:szCs w:val="20"/>
                        </w:rPr>
                        <w:t xml:space="preserve">the levels of the factor </w:t>
                      </w:r>
                      <w:r w:rsidR="00F44AB0">
                        <w:rPr>
                          <w:rFonts w:ascii="Aptos Light" w:hAnsi="Aptos Light" w:cs="Avenir Book"/>
                          <w:i/>
                          <w:iCs/>
                          <w:color w:val="3B3838" w:themeColor="background2" w:themeShade="40"/>
                          <w:szCs w:val="20"/>
                        </w:rPr>
                        <w:t>where the response is predicted to be within those limits.</w:t>
                      </w:r>
                      <w:bookmarkEnd w:id="49"/>
                      <w:bookmarkEnd w:id="50"/>
                      <w:bookmarkEnd w:id="51"/>
                    </w:p>
                  </w:txbxContent>
                </v:textbox>
              </v:shape>
            </w:pict>
          </mc:Fallback>
        </mc:AlternateContent>
      </w:r>
      <w:r w:rsidR="00927236" w:rsidRPr="00E84BA3">
        <w:rPr>
          <w:rFonts w:ascii="Calibri Light" w:hAnsi="Calibri Light" w:cs="Calibri Light"/>
          <w:noProof/>
          <w:color w:val="262626" w:themeColor="text1" w:themeTint="D9"/>
          <w:sz w:val="22"/>
          <w:szCs w:val="22"/>
        </w:rPr>
        <mc:AlternateContent>
          <mc:Choice Requires="wps">
            <w:drawing>
              <wp:anchor distT="0" distB="0" distL="114300" distR="114300" simplePos="0" relativeHeight="251777024" behindDoc="1" locked="0" layoutInCell="1" allowOverlap="1" wp14:anchorId="2B2B4474" wp14:editId="64BB8D86">
                <wp:simplePos x="0" y="0"/>
                <wp:positionH relativeFrom="column">
                  <wp:posOffset>395926</wp:posOffset>
                </wp:positionH>
                <wp:positionV relativeFrom="paragraph">
                  <wp:posOffset>159247</wp:posOffset>
                </wp:positionV>
                <wp:extent cx="5297170" cy="1593129"/>
                <wp:effectExtent l="0" t="0" r="0" b="0"/>
                <wp:wrapNone/>
                <wp:docPr id="224202768" name="Rounded Rectangle 1"/>
                <wp:cNvGraphicFramePr/>
                <a:graphic xmlns:a="http://schemas.openxmlformats.org/drawingml/2006/main">
                  <a:graphicData uri="http://schemas.microsoft.com/office/word/2010/wordprocessingShape">
                    <wps:wsp>
                      <wps:cNvSpPr/>
                      <wps:spPr>
                        <a:xfrm>
                          <a:off x="0" y="0"/>
                          <a:ext cx="5297170" cy="1593129"/>
                        </a:xfrm>
                        <a:prstGeom prst="roundRect">
                          <a:avLst>
                            <a:gd name="adj" fmla="val 6556"/>
                          </a:avLst>
                        </a:prstGeom>
                        <a:solidFill>
                          <a:schemeClr val="bg1">
                            <a:lumMod val="95000"/>
                          </a:schemeClr>
                        </a:solidFill>
                        <a:ln w="3175">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B2BF183" id="Rounded Rectangle 1" o:spid="_x0000_s1026" style="position:absolute;margin-left:31.2pt;margin-top:12.55pt;width:417.1pt;height:125.45pt;z-index:-251539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4296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" fillcolor="#f2f2f2 [3052]" stroked="f" strokeweight=".25pt">
                <v:stroke joinstyle="miter"/>
              </v:roundrect>
            </w:pict>
          </mc:Fallback>
        </mc:AlternateContent>
      </w:r>
    </w:p>
    <w:p w14:paraId="5B50A597" w14:textId="77777777" w:rsidR="00E35717" w:rsidRPr="00E84BA3" w:rsidRDefault="00E35717" w:rsidP="00916664">
      <w:pPr>
        <w:spacing w:after="120"/>
        <w:ind w:right="720"/>
        <w:rPr>
          <w:rFonts w:ascii="Calibri Light" w:hAnsi="Calibri Light" w:cs="Calibri Light"/>
          <w:color w:val="262626" w:themeColor="text1" w:themeTint="D9"/>
          <w:sz w:val="22"/>
          <w:szCs w:val="22"/>
        </w:rPr>
      </w:pPr>
    </w:p>
    <w:p w14:paraId="5AD8710D" w14:textId="77777777" w:rsidR="002876B2" w:rsidRPr="00E84BA3" w:rsidRDefault="002876B2" w:rsidP="00916664">
      <w:pPr>
        <w:spacing w:after="120"/>
        <w:ind w:right="720"/>
        <w:rPr>
          <w:rFonts w:ascii="Calibri Light" w:hAnsi="Calibri Light" w:cs="Calibri Light"/>
          <w:color w:val="262626" w:themeColor="text1" w:themeTint="D9"/>
          <w:sz w:val="22"/>
          <w:szCs w:val="22"/>
        </w:rPr>
      </w:pPr>
    </w:p>
    <w:p w14:paraId="12F3FAC9" w14:textId="77777777" w:rsidR="002876B2" w:rsidRPr="00E84BA3" w:rsidRDefault="002876B2" w:rsidP="00916664">
      <w:pPr>
        <w:spacing w:after="120"/>
        <w:ind w:right="720"/>
        <w:rPr>
          <w:rFonts w:ascii="Calibri Light" w:hAnsi="Calibri Light" w:cs="Calibri Light"/>
          <w:color w:val="262626" w:themeColor="text1" w:themeTint="D9"/>
          <w:sz w:val="22"/>
          <w:szCs w:val="22"/>
        </w:rPr>
      </w:pPr>
    </w:p>
    <w:p w14:paraId="5D5CFDE6" w14:textId="77777777" w:rsidR="002876B2" w:rsidRPr="00E84BA3" w:rsidRDefault="002876B2" w:rsidP="00916664">
      <w:pPr>
        <w:spacing w:after="120"/>
        <w:ind w:right="720"/>
        <w:rPr>
          <w:rFonts w:ascii="Calibri Light" w:hAnsi="Calibri Light" w:cs="Calibri Light"/>
          <w:color w:val="262626" w:themeColor="text1" w:themeTint="D9"/>
          <w:sz w:val="22"/>
          <w:szCs w:val="22"/>
        </w:rPr>
      </w:pPr>
    </w:p>
    <w:p w14:paraId="22D0F25E" w14:textId="77777777" w:rsidR="002876B2" w:rsidRDefault="002876B2" w:rsidP="00916664">
      <w:pPr>
        <w:spacing w:after="120"/>
        <w:ind w:right="720"/>
        <w:rPr>
          <w:rFonts w:ascii="Calibri Light" w:hAnsi="Calibri Light" w:cs="Calibri Light"/>
          <w:color w:val="262626" w:themeColor="text1" w:themeTint="D9"/>
          <w:sz w:val="22"/>
          <w:szCs w:val="22"/>
        </w:rPr>
      </w:pPr>
    </w:p>
    <w:p w14:paraId="29DECC97" w14:textId="77777777" w:rsidR="00AB06D0" w:rsidRDefault="00AB06D0" w:rsidP="00916664">
      <w:pPr>
        <w:spacing w:after="120"/>
        <w:ind w:right="720"/>
        <w:rPr>
          <w:rFonts w:ascii="Calibri Light" w:hAnsi="Calibri Light" w:cs="Calibri Light"/>
          <w:color w:val="262626" w:themeColor="text1" w:themeTint="D9"/>
          <w:sz w:val="22"/>
          <w:szCs w:val="22"/>
        </w:rPr>
      </w:pPr>
    </w:p>
    <w:p w14:paraId="4B7E1FF4" w14:textId="77777777" w:rsidR="00AB06D0" w:rsidRPr="00E84BA3" w:rsidRDefault="00AB06D0" w:rsidP="00916664">
      <w:pPr>
        <w:spacing w:after="120"/>
        <w:ind w:right="720"/>
        <w:rPr>
          <w:rFonts w:ascii="Calibri Light" w:hAnsi="Calibri Light" w:cs="Calibri Light"/>
          <w:color w:val="262626" w:themeColor="text1" w:themeTint="D9"/>
          <w:sz w:val="22"/>
          <w:szCs w:val="22"/>
        </w:rPr>
      </w:pPr>
    </w:p>
    <w:p w14:paraId="7781E1E4" w14:textId="18742B4B" w:rsidR="00832AB9" w:rsidRPr="008B22A2" w:rsidRDefault="00927236" w:rsidP="000970B4">
      <w:pPr>
        <w:pStyle w:val="ListParagraph"/>
        <w:numPr>
          <w:ilvl w:val="0"/>
          <w:numId w:val="34"/>
        </w:numPr>
        <w:spacing w:after="120"/>
        <w:ind w:left="360" w:right="720"/>
        <w:contextualSpacing w:val="0"/>
        <w:rPr>
          <w:rFonts w:ascii="Aptos Light" w:hAnsi="Aptos Light" w:cs="Calibri Light"/>
          <w:color w:val="262626" w:themeColor="text1" w:themeTint="D9"/>
          <w:sz w:val="22"/>
          <w:szCs w:val="22"/>
        </w:rPr>
      </w:pPr>
      <w:r>
        <w:rPr>
          <w:rFonts w:ascii="Aptos Light" w:hAnsi="Aptos Light" w:cs="Calibri Light"/>
          <w:color w:val="262626" w:themeColor="text1" w:themeTint="D9"/>
          <w:sz w:val="22"/>
          <w:szCs w:val="22"/>
        </w:rPr>
        <w:t xml:space="preserve">Are there factor settings that can achieve the desired </w:t>
      </w:r>
      <w:r w:rsidR="00376C61">
        <w:rPr>
          <w:rFonts w:ascii="Aptos Light" w:hAnsi="Aptos Light" w:cs="Calibri Light"/>
          <w:color w:val="262626" w:themeColor="text1" w:themeTint="D9"/>
          <w:sz w:val="22"/>
          <w:szCs w:val="22"/>
        </w:rPr>
        <w:t>‘</w:t>
      </w:r>
      <w:r>
        <w:rPr>
          <w:rFonts w:ascii="Aptos Light" w:hAnsi="Aptos Light" w:cs="Calibri Light"/>
          <w:color w:val="262626" w:themeColor="text1" w:themeTint="D9"/>
          <w:sz w:val="22"/>
          <w:szCs w:val="22"/>
        </w:rPr>
        <w:t>Avg Thickness</w:t>
      </w:r>
      <w:r w:rsidR="00376C61">
        <w:rPr>
          <w:rFonts w:ascii="Aptos Light" w:hAnsi="Aptos Light" w:cs="Calibri Light"/>
          <w:color w:val="262626" w:themeColor="text1" w:themeTint="D9"/>
          <w:sz w:val="22"/>
          <w:szCs w:val="22"/>
        </w:rPr>
        <w:t>’</w:t>
      </w:r>
      <w:r>
        <w:rPr>
          <w:rFonts w:ascii="Aptos Light" w:hAnsi="Aptos Light" w:cs="Calibri Light"/>
          <w:color w:val="262626" w:themeColor="text1" w:themeTint="D9"/>
          <w:sz w:val="22"/>
          <w:szCs w:val="22"/>
        </w:rPr>
        <w:t xml:space="preserve"> of 6650?</w:t>
      </w:r>
      <w:r w:rsidR="00FD5561">
        <w:rPr>
          <w:rFonts w:ascii="Aptos Light" w:hAnsi="Aptos Light" w:cs="Calibri Light"/>
          <w:color w:val="262626" w:themeColor="text1" w:themeTint="D9"/>
          <w:sz w:val="22"/>
          <w:szCs w:val="22"/>
        </w:rPr>
        <w:t xml:space="preserve"> Is the solution unique or are </w:t>
      </w:r>
      <w:r w:rsidR="00E05820">
        <w:rPr>
          <w:rFonts w:ascii="Aptos Light" w:hAnsi="Aptos Light" w:cs="Calibri Light"/>
          <w:color w:val="262626" w:themeColor="text1" w:themeTint="D9"/>
          <w:sz w:val="22"/>
          <w:szCs w:val="22"/>
        </w:rPr>
        <w:t xml:space="preserve">there </w:t>
      </w:r>
      <w:r w:rsidR="00A21550">
        <w:rPr>
          <w:rFonts w:ascii="Aptos Light" w:hAnsi="Aptos Light" w:cs="Calibri Light"/>
          <w:color w:val="262626" w:themeColor="text1" w:themeTint="D9"/>
          <w:sz w:val="22"/>
          <w:szCs w:val="22"/>
        </w:rPr>
        <w:t>other</w:t>
      </w:r>
      <w:r w:rsidR="00FD5561">
        <w:rPr>
          <w:rFonts w:ascii="Aptos Light" w:hAnsi="Aptos Light" w:cs="Calibri Light"/>
          <w:color w:val="262626" w:themeColor="text1" w:themeTint="D9"/>
          <w:sz w:val="22"/>
          <w:szCs w:val="22"/>
        </w:rPr>
        <w:t xml:space="preserve"> </w:t>
      </w:r>
      <w:r w:rsidR="00A21550">
        <w:rPr>
          <w:rFonts w:ascii="Aptos Light" w:hAnsi="Aptos Light" w:cs="Calibri Light"/>
          <w:color w:val="262626" w:themeColor="text1" w:themeTint="D9"/>
          <w:sz w:val="22"/>
          <w:szCs w:val="22"/>
        </w:rPr>
        <w:t>levels</w:t>
      </w:r>
      <w:r w:rsidR="00FD5561">
        <w:rPr>
          <w:rFonts w:ascii="Aptos Light" w:hAnsi="Aptos Light" w:cs="Calibri Light"/>
          <w:color w:val="262626" w:themeColor="text1" w:themeTint="D9"/>
          <w:sz w:val="22"/>
          <w:szCs w:val="22"/>
        </w:rPr>
        <w:t xml:space="preserve"> of the experimental factors that can achieve the target of 6650?</w:t>
      </w:r>
    </w:p>
    <w:p w14:paraId="58650F30" w14:textId="268A4F0C" w:rsidR="00E35717" w:rsidRPr="00832AB9" w:rsidRDefault="00FD5561" w:rsidP="00832AB9">
      <w:pPr>
        <w:spacing w:after="120"/>
        <w:ind w:right="720"/>
        <w:rPr>
          <w:rFonts w:ascii="Calibri Light" w:hAnsi="Calibri Light" w:cs="Calibri Light"/>
          <w:color w:val="262626" w:themeColor="text1" w:themeTint="D9"/>
          <w:sz w:val="22"/>
          <w:szCs w:val="22"/>
        </w:rPr>
      </w:pPr>
      <w:r w:rsidRPr="008B22A2">
        <w:rPr>
          <w:rFonts w:ascii="Aptos Light" w:hAnsi="Aptos Light" w:cs="Calibri Light"/>
          <w:noProof/>
          <w:color w:val="262626" w:themeColor="text1" w:themeTint="D9"/>
          <w:sz w:val="22"/>
          <w:szCs w:val="22"/>
        </w:rPr>
        <mc:AlternateContent>
          <mc:Choice Requires="wps">
            <w:drawing>
              <wp:anchor distT="0" distB="0" distL="114300" distR="114300" simplePos="0" relativeHeight="251708416" behindDoc="1" locked="0" layoutInCell="1" allowOverlap="1" wp14:anchorId="230B619A" wp14:editId="01CE8BB6">
                <wp:simplePos x="0" y="0"/>
                <wp:positionH relativeFrom="column">
                  <wp:posOffset>395926</wp:posOffset>
                </wp:positionH>
                <wp:positionV relativeFrom="paragraph">
                  <wp:posOffset>86335</wp:posOffset>
                </wp:positionV>
                <wp:extent cx="5297170" cy="707010"/>
                <wp:effectExtent l="0" t="0" r="0" b="4445"/>
                <wp:wrapNone/>
                <wp:docPr id="622929395" name="Rounded Rectangle 1"/>
                <wp:cNvGraphicFramePr/>
                <a:graphic xmlns:a="http://schemas.openxmlformats.org/drawingml/2006/main">
                  <a:graphicData uri="http://schemas.microsoft.com/office/word/2010/wordprocessingShape">
                    <wps:wsp>
                      <wps:cNvSpPr/>
                      <wps:spPr>
                        <a:xfrm>
                          <a:off x="0" y="0"/>
                          <a:ext cx="5297170" cy="707010"/>
                        </a:xfrm>
                        <a:prstGeom prst="roundRect">
                          <a:avLst>
                            <a:gd name="adj" fmla="val 7801"/>
                          </a:avLst>
                        </a:prstGeom>
                        <a:solidFill>
                          <a:schemeClr val="bg1">
                            <a:lumMod val="95000"/>
                          </a:schemeClr>
                        </a:solidFill>
                        <a:ln w="3175">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4841888" id="Rounded Rectangle 1" o:spid="_x0000_s1026" style="position:absolute;margin-left:31.2pt;margin-top:6.8pt;width:417.1pt;height:55.65pt;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5112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" fillcolor="#f2f2f2 [3052]" stroked="f" strokeweight=".25pt">
                <v:stroke joinstyle="miter"/>
              </v:roundrect>
            </w:pict>
          </mc:Fallback>
        </mc:AlternateContent>
      </w:r>
      <w:r w:rsidRPr="008B22A2">
        <w:rPr>
          <w:rFonts w:ascii="Aptos Light" w:hAnsi="Aptos Light" w:cs="Calibri Light"/>
          <w:noProof/>
          <w:color w:val="262626" w:themeColor="text1" w:themeTint="D9"/>
          <w:sz w:val="22"/>
          <w:szCs w:val="22"/>
        </w:rPr>
        <mc:AlternateContent>
          <mc:Choice Requires="wps">
            <w:drawing>
              <wp:anchor distT="0" distB="0" distL="114300" distR="114300" simplePos="0" relativeHeight="251709440" behindDoc="0" locked="0" layoutInCell="1" allowOverlap="1" wp14:anchorId="12AAD875" wp14:editId="4D3C0B60">
                <wp:simplePos x="0" y="0"/>
                <wp:positionH relativeFrom="column">
                  <wp:posOffset>461913</wp:posOffset>
                </wp:positionH>
                <wp:positionV relativeFrom="paragraph">
                  <wp:posOffset>86334</wp:posOffset>
                </wp:positionV>
                <wp:extent cx="5077460" cy="641022"/>
                <wp:effectExtent l="0" t="0" r="0" b="0"/>
                <wp:wrapNone/>
                <wp:docPr id="1054289007" name="Text Box 2"/>
                <wp:cNvGraphicFramePr/>
                <a:graphic xmlns:a="http://schemas.openxmlformats.org/drawingml/2006/main">
                  <a:graphicData uri="http://schemas.microsoft.com/office/word/2010/wordprocessingShape">
                    <wps:wsp>
                      <wps:cNvSpPr txBox="1"/>
                      <wps:spPr>
                        <a:xfrm>
                          <a:off x="0" y="0"/>
                          <a:ext cx="5077460" cy="641022"/>
                        </a:xfrm>
                        <a:prstGeom prst="rect">
                          <a:avLst/>
                        </a:prstGeom>
                        <a:noFill/>
                        <a:ln w="6350">
                          <a:noFill/>
                        </a:ln>
                      </wps:spPr>
                      <wps:txbx>
                        <w:txbxContent>
                          <w:p w14:paraId="1339551E" w14:textId="60CDB509" w:rsidR="00E35717" w:rsidRPr="00F51D8C" w:rsidRDefault="00E35717" w:rsidP="00E35717">
                            <w:pPr>
                              <w:rPr>
                                <w:rFonts w:ascii="Aptos Light" w:hAnsi="Aptos Light" w:cs="Avenir Book"/>
                                <w:i/>
                                <w:iCs/>
                                <w:color w:val="3B3838" w:themeColor="background2" w:themeShade="40"/>
                                <w:szCs w:val="20"/>
                              </w:rPr>
                            </w:pPr>
                            <w:r w:rsidRPr="00F51D8C">
                              <w:rPr>
                                <w:rFonts w:ascii="Aptos" w:hAnsi="Aptos" w:cs="Avenir Book"/>
                                <w:i/>
                                <w:iCs/>
                                <w:color w:val="3B3838" w:themeColor="background2" w:themeShade="40"/>
                                <w:szCs w:val="20"/>
                              </w:rPr>
                              <w:t>Instructions:</w:t>
                            </w:r>
                            <w:r w:rsidRPr="00F51D8C">
                              <w:rPr>
                                <w:rFonts w:ascii="Aptos Light" w:hAnsi="Aptos Light" w:cs="Avenir Book"/>
                                <w:i/>
                                <w:iCs/>
                                <w:color w:val="3B3838" w:themeColor="background2" w:themeShade="40"/>
                                <w:szCs w:val="20"/>
                              </w:rPr>
                              <w:t xml:space="preserve"> </w:t>
                            </w:r>
                            <w:r w:rsidR="00FA6F75">
                              <w:rPr>
                                <w:rFonts w:ascii="Aptos Light" w:hAnsi="Aptos Light" w:cs="Avenir Book"/>
                                <w:i/>
                                <w:iCs/>
                                <w:color w:val="3B3838" w:themeColor="background2" w:themeShade="40"/>
                                <w:szCs w:val="20"/>
                              </w:rPr>
                              <w:t xml:space="preserve">First choose Optimization and Desirability &gt; Maximize Desirability under the red triangle for the Prediction Profiler. </w:t>
                            </w:r>
                            <w:r w:rsidR="00FA6F75">
                              <w:rPr>
                                <w:rFonts w:ascii="Aptos Light" w:hAnsi="Aptos Light" w:cs="Avenir Book"/>
                                <w:i/>
                                <w:iCs/>
                                <w:color w:val="3B3838" w:themeColor="background2" w:themeShade="40"/>
                                <w:szCs w:val="20"/>
                              </w:rPr>
                              <w:t>Then, d</w:t>
                            </w:r>
                            <w:r w:rsidR="00FD5561">
                              <w:rPr>
                                <w:rFonts w:ascii="Aptos Light" w:hAnsi="Aptos Light" w:cs="Avenir Book"/>
                                <w:i/>
                                <w:iCs/>
                                <w:color w:val="3B3838" w:themeColor="background2" w:themeShade="40"/>
                                <w:szCs w:val="20"/>
                              </w:rPr>
                              <w:t xml:space="preserve">rag the red dotted lines in the prediction profiler to </w:t>
                            </w:r>
                            <w:r w:rsidR="00FA6F75">
                              <w:rPr>
                                <w:rFonts w:ascii="Aptos Light" w:hAnsi="Aptos Light" w:cs="Avenir Book"/>
                                <w:i/>
                                <w:iCs/>
                                <w:color w:val="3B3838" w:themeColor="background2" w:themeShade="40"/>
                                <w:szCs w:val="20"/>
                              </w:rPr>
                              <w:t xml:space="preserve">see if other factor </w:t>
                            </w:r>
                            <w:r w:rsidR="00FD5561">
                              <w:rPr>
                                <w:rFonts w:ascii="Aptos Light" w:hAnsi="Aptos Light" w:cs="Avenir Book"/>
                                <w:i/>
                                <w:iCs/>
                                <w:color w:val="3B3838" w:themeColor="background2" w:themeShade="40"/>
                                <w:szCs w:val="20"/>
                              </w:rPr>
                              <w:t xml:space="preserve">settings </w:t>
                            </w:r>
                            <w:r w:rsidR="00FA6F75">
                              <w:rPr>
                                <w:rFonts w:ascii="Aptos Light" w:hAnsi="Aptos Light" w:cs="Avenir Book"/>
                                <w:i/>
                                <w:iCs/>
                                <w:color w:val="3B3838" w:themeColor="background2" w:themeShade="40"/>
                                <w:szCs w:val="20"/>
                              </w:rPr>
                              <w:t>can be found</w:t>
                            </w:r>
                            <w:r w:rsidR="00FD5561">
                              <w:rPr>
                                <w:rFonts w:ascii="Aptos Light" w:hAnsi="Aptos Light" w:cs="Avenir Book"/>
                                <w:i/>
                                <w:iCs/>
                                <w:color w:val="3B3838" w:themeColor="background2" w:themeShade="40"/>
                                <w:szCs w:val="20"/>
                              </w:rPr>
                              <w:t xml:space="preserve"> that hit the target of </w:t>
                            </w:r>
                            <w:r w:rsidR="00FD5561">
                              <w:rPr>
                                <w:rFonts w:ascii="Aptos Light" w:hAnsi="Aptos Light" w:cs="Avenir Book"/>
                                <w:i/>
                                <w:iCs/>
                                <w:color w:val="3B3838" w:themeColor="background2" w:themeShade="40"/>
                                <w:szCs w:val="20"/>
                              </w:rPr>
                              <w:t>6650</w:t>
                            </w:r>
                            <w:r w:rsidR="00FA6F75">
                              <w:rPr>
                                <w:rFonts w:ascii="Aptos Light" w:hAnsi="Aptos Light" w:cs="Avenir Book"/>
                                <w:i/>
                                <w:iCs/>
                                <w:color w:val="3B3838" w:themeColor="background2" w:themeShade="4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2AAD875" id="_x0000_s1044" type="#_x0000_t202" style="position:absolute;margin-left:36.35pt;margin-top:6.8pt;width:399.8pt;height:50.45pt;z-index:2517094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" filled="f" stroked="f" strokeweight=".5pt">
                <v:textbox>
                  <w:txbxContent>
                    <w:p w14:paraId="1339551E" w14:textId="60CDB509" w:rsidR="00E35717" w:rsidRPr="00F51D8C" w:rsidRDefault="00E35717" w:rsidP="00E35717">
                      <w:pPr>
                        <w:rPr>
                          <w:rFonts w:ascii="Aptos Light" w:hAnsi="Aptos Light" w:cs="Avenir Book"/>
                          <w:i/>
                          <w:iCs/>
                          <w:color w:val="3B3838" w:themeColor="background2" w:themeShade="40"/>
                          <w:szCs w:val="20"/>
                        </w:rPr>
                      </w:pPr>
                      <w:r w:rsidRPr="00F51D8C">
                        <w:rPr>
                          <w:rFonts w:ascii="Aptos" w:hAnsi="Aptos" w:cs="Avenir Book"/>
                          <w:i/>
                          <w:iCs/>
                          <w:color w:val="3B3838" w:themeColor="background2" w:themeShade="40"/>
                          <w:szCs w:val="20"/>
                        </w:rPr>
                        <w:t>Instructions:</w:t>
                      </w:r>
                      <w:r w:rsidRPr="00F51D8C">
                        <w:rPr>
                          <w:rFonts w:ascii="Aptos Light" w:hAnsi="Aptos Light" w:cs="Avenir Book"/>
                          <w:i/>
                          <w:iCs/>
                          <w:color w:val="3B3838" w:themeColor="background2" w:themeShade="40"/>
                          <w:szCs w:val="20"/>
                        </w:rPr>
                        <w:t xml:space="preserve"> </w:t>
                      </w:r>
                      <w:r w:rsidR="00FA6F75">
                        <w:rPr>
                          <w:rFonts w:ascii="Aptos Light" w:hAnsi="Aptos Light" w:cs="Avenir Book"/>
                          <w:i/>
                          <w:iCs/>
                          <w:color w:val="3B3838" w:themeColor="background2" w:themeShade="40"/>
                          <w:szCs w:val="20"/>
                        </w:rPr>
                        <w:t xml:space="preserve">First choose Optimization and Desirability &gt; Maximize Desirability under the red triangle for the Prediction Profiler. </w:t>
                      </w:r>
                      <w:r w:rsidR="00FA6F75">
                        <w:rPr>
                          <w:rFonts w:ascii="Aptos Light" w:hAnsi="Aptos Light" w:cs="Avenir Book"/>
                          <w:i/>
                          <w:iCs/>
                          <w:color w:val="3B3838" w:themeColor="background2" w:themeShade="40"/>
                          <w:szCs w:val="20"/>
                        </w:rPr>
                        <w:t>Then, d</w:t>
                      </w:r>
                      <w:r w:rsidR="00FD5561">
                        <w:rPr>
                          <w:rFonts w:ascii="Aptos Light" w:hAnsi="Aptos Light" w:cs="Avenir Book"/>
                          <w:i/>
                          <w:iCs/>
                          <w:color w:val="3B3838" w:themeColor="background2" w:themeShade="40"/>
                          <w:szCs w:val="20"/>
                        </w:rPr>
                        <w:t xml:space="preserve">rag the red dotted lines in the prediction profiler to </w:t>
                      </w:r>
                      <w:r w:rsidR="00FA6F75">
                        <w:rPr>
                          <w:rFonts w:ascii="Aptos Light" w:hAnsi="Aptos Light" w:cs="Avenir Book"/>
                          <w:i/>
                          <w:iCs/>
                          <w:color w:val="3B3838" w:themeColor="background2" w:themeShade="40"/>
                          <w:szCs w:val="20"/>
                        </w:rPr>
                        <w:t xml:space="preserve">see if other factor </w:t>
                      </w:r>
                      <w:r w:rsidR="00FD5561">
                        <w:rPr>
                          <w:rFonts w:ascii="Aptos Light" w:hAnsi="Aptos Light" w:cs="Avenir Book"/>
                          <w:i/>
                          <w:iCs/>
                          <w:color w:val="3B3838" w:themeColor="background2" w:themeShade="40"/>
                          <w:szCs w:val="20"/>
                        </w:rPr>
                        <w:t xml:space="preserve">settings </w:t>
                      </w:r>
                      <w:r w:rsidR="00FA6F75">
                        <w:rPr>
                          <w:rFonts w:ascii="Aptos Light" w:hAnsi="Aptos Light" w:cs="Avenir Book"/>
                          <w:i/>
                          <w:iCs/>
                          <w:color w:val="3B3838" w:themeColor="background2" w:themeShade="40"/>
                          <w:szCs w:val="20"/>
                        </w:rPr>
                        <w:t>can be found</w:t>
                      </w:r>
                      <w:r w:rsidR="00FD5561">
                        <w:rPr>
                          <w:rFonts w:ascii="Aptos Light" w:hAnsi="Aptos Light" w:cs="Avenir Book"/>
                          <w:i/>
                          <w:iCs/>
                          <w:color w:val="3B3838" w:themeColor="background2" w:themeShade="40"/>
                          <w:szCs w:val="20"/>
                        </w:rPr>
                        <w:t xml:space="preserve"> that hit the target of </w:t>
                      </w:r>
                      <w:r w:rsidR="00FD5561">
                        <w:rPr>
                          <w:rFonts w:ascii="Aptos Light" w:hAnsi="Aptos Light" w:cs="Avenir Book"/>
                          <w:i/>
                          <w:iCs/>
                          <w:color w:val="3B3838" w:themeColor="background2" w:themeShade="40"/>
                          <w:szCs w:val="20"/>
                        </w:rPr>
                        <w:t>6650</w:t>
                      </w:r>
                      <w:r w:rsidR="00FA6F75">
                        <w:rPr>
                          <w:rFonts w:ascii="Aptos Light" w:hAnsi="Aptos Light" w:cs="Avenir Book"/>
                          <w:i/>
                          <w:iCs/>
                          <w:color w:val="3B3838" w:themeColor="background2" w:themeShade="40"/>
                          <w:szCs w:val="20"/>
                        </w:rPr>
                        <w:t>.</w:t>
                      </w:r>
                    </w:p>
                  </w:txbxContent>
                </v:textbox>
              </v:shape>
            </w:pict>
          </mc:Fallback>
        </mc:AlternateContent>
      </w:r>
      <w:r w:rsidR="002876B2" w:rsidRPr="00832AB9">
        <w:rPr>
          <w:rFonts w:ascii="Calibri Light" w:hAnsi="Calibri Light" w:cs="Calibri Light"/>
          <w:noProof/>
          <w:color w:val="262626" w:themeColor="text1" w:themeTint="D9"/>
          <w:sz w:val="22"/>
          <w:szCs w:val="22"/>
        </w:rPr>
        <w:br/>
      </w:r>
    </w:p>
    <w:p w14:paraId="380483BF" w14:textId="3F2D4AB2" w:rsidR="00E35717" w:rsidRPr="00E84BA3" w:rsidRDefault="00E35717" w:rsidP="00E35717">
      <w:pPr>
        <w:pStyle w:val="ListParagraph"/>
        <w:spacing w:after="120"/>
        <w:ind w:right="720"/>
        <w:contextualSpacing w:val="0"/>
        <w:rPr>
          <w:rFonts w:ascii="Calibri Light" w:hAnsi="Calibri Light" w:cs="Calibri Light"/>
          <w:color w:val="262626" w:themeColor="text1" w:themeTint="D9"/>
          <w:sz w:val="22"/>
          <w:szCs w:val="22"/>
        </w:rPr>
      </w:pPr>
      <w:r w:rsidRPr="00E84BA3">
        <w:rPr>
          <w:rFonts w:ascii="Calibri Light" w:hAnsi="Calibri Light" w:cs="Calibri Light"/>
          <w:color w:val="3B3838" w:themeColor="background2" w:themeShade="40"/>
          <w:sz w:val="20"/>
          <w:szCs w:val="20"/>
        </w:rPr>
        <w:t xml:space="preserve"> </w:t>
      </w:r>
      <w:r w:rsidRPr="00E84BA3">
        <w:rPr>
          <w:rFonts w:ascii="Calibri Light" w:hAnsi="Calibri Light" w:cs="Calibri Light"/>
          <w:color w:val="262626" w:themeColor="text1" w:themeTint="D9"/>
          <w:sz w:val="20"/>
          <w:szCs w:val="20"/>
        </w:rPr>
        <w:br/>
      </w:r>
    </w:p>
    <w:p w14:paraId="2E9A2457" w14:textId="77777777" w:rsidR="00376C61" w:rsidRPr="00E84BA3" w:rsidRDefault="00376C61" w:rsidP="00376C61">
      <w:pPr>
        <w:spacing w:after="120"/>
        <w:ind w:right="720"/>
        <w:rPr>
          <w:rFonts w:ascii="Calibri Light" w:hAnsi="Calibri Light" w:cs="Calibri Light"/>
          <w:color w:val="262626" w:themeColor="text1" w:themeTint="D9"/>
          <w:sz w:val="22"/>
          <w:szCs w:val="22"/>
        </w:rPr>
      </w:pPr>
    </w:p>
    <w:p w14:paraId="6A70E0F7" w14:textId="316704C7" w:rsidR="00376C61" w:rsidRPr="008B22A2" w:rsidRDefault="00731E6A" w:rsidP="00376C61">
      <w:pPr>
        <w:pStyle w:val="ListParagraph"/>
        <w:numPr>
          <w:ilvl w:val="0"/>
          <w:numId w:val="34"/>
        </w:numPr>
        <w:spacing w:after="120"/>
        <w:ind w:left="360" w:right="720"/>
        <w:contextualSpacing w:val="0"/>
        <w:rPr>
          <w:rFonts w:ascii="Aptos Light" w:hAnsi="Aptos Light" w:cs="Calibri Light"/>
          <w:color w:val="262626" w:themeColor="text1" w:themeTint="D9"/>
          <w:sz w:val="22"/>
          <w:szCs w:val="22"/>
        </w:rPr>
      </w:pPr>
      <w:r>
        <w:rPr>
          <w:rFonts w:ascii="Aptos Light" w:hAnsi="Aptos Light" w:cs="Calibri Light"/>
          <w:color w:val="262626" w:themeColor="text1" w:themeTint="D9"/>
          <w:sz w:val="22"/>
          <w:szCs w:val="22"/>
        </w:rPr>
        <w:t>Create a linear model describing the impact the significant factor</w:t>
      </w:r>
      <w:r w:rsidR="000A75DB">
        <w:rPr>
          <w:rFonts w:ascii="Aptos Light" w:hAnsi="Aptos Light" w:cs="Calibri Light"/>
          <w:color w:val="262626" w:themeColor="text1" w:themeTint="D9"/>
          <w:sz w:val="22"/>
          <w:szCs w:val="22"/>
        </w:rPr>
        <w:t>s</w:t>
      </w:r>
      <w:r>
        <w:rPr>
          <w:rFonts w:ascii="Aptos Light" w:hAnsi="Aptos Light" w:cs="Calibri Light"/>
          <w:color w:val="262626" w:themeColor="text1" w:themeTint="D9"/>
          <w:sz w:val="22"/>
          <w:szCs w:val="22"/>
        </w:rPr>
        <w:t xml:space="preserve"> have on</w:t>
      </w:r>
      <w:r w:rsidR="00376C61">
        <w:rPr>
          <w:rFonts w:ascii="Aptos Light" w:hAnsi="Aptos Light" w:cs="Calibri Light"/>
          <w:color w:val="262626" w:themeColor="text1" w:themeTint="D9"/>
          <w:sz w:val="22"/>
          <w:szCs w:val="22"/>
        </w:rPr>
        <w:t xml:space="preserve"> ‘Var Thickness’.</w:t>
      </w:r>
      <w:r w:rsidR="00932EF4">
        <w:rPr>
          <w:rFonts w:ascii="Aptos Light" w:hAnsi="Aptos Light" w:cs="Calibri Light"/>
          <w:color w:val="262626" w:themeColor="text1" w:themeTint="D9"/>
          <w:sz w:val="22"/>
          <w:szCs w:val="22"/>
        </w:rPr>
        <w:t xml:space="preserve"> What factor settings achieve the lowest variation?</w:t>
      </w:r>
    </w:p>
    <w:p w14:paraId="077348E3" w14:textId="77777777" w:rsidR="00376C61" w:rsidRPr="00832AB9" w:rsidRDefault="00376C61" w:rsidP="00376C61">
      <w:pPr>
        <w:spacing w:after="120"/>
        <w:ind w:right="720"/>
        <w:rPr>
          <w:rFonts w:ascii="Calibri Light" w:hAnsi="Calibri Light" w:cs="Calibri Light"/>
          <w:color w:val="262626" w:themeColor="text1" w:themeTint="D9"/>
          <w:sz w:val="22"/>
          <w:szCs w:val="22"/>
        </w:rPr>
      </w:pPr>
      <w:r w:rsidRPr="008B22A2">
        <w:rPr>
          <w:rFonts w:ascii="Aptos Light" w:hAnsi="Aptos Light" w:cs="Calibri Light"/>
          <w:noProof/>
          <w:color w:val="262626" w:themeColor="text1" w:themeTint="D9"/>
          <w:sz w:val="22"/>
          <w:szCs w:val="22"/>
        </w:rPr>
        <mc:AlternateContent>
          <mc:Choice Requires="wps">
            <w:drawing>
              <wp:anchor distT="0" distB="0" distL="114300" distR="114300" simplePos="0" relativeHeight="251813888" behindDoc="1" locked="0" layoutInCell="1" allowOverlap="1" wp14:anchorId="0CE0CE13" wp14:editId="274E599D">
                <wp:simplePos x="0" y="0"/>
                <wp:positionH relativeFrom="column">
                  <wp:posOffset>395926</wp:posOffset>
                </wp:positionH>
                <wp:positionV relativeFrom="paragraph">
                  <wp:posOffset>86335</wp:posOffset>
                </wp:positionV>
                <wp:extent cx="5297170" cy="707010"/>
                <wp:effectExtent l="0" t="0" r="0" b="4445"/>
                <wp:wrapNone/>
                <wp:docPr id="571736788" name="Rounded Rectangle 1"/>
                <wp:cNvGraphicFramePr/>
                <a:graphic xmlns:a="http://schemas.openxmlformats.org/drawingml/2006/main">
                  <a:graphicData uri="http://schemas.microsoft.com/office/word/2010/wordprocessingShape">
                    <wps:wsp>
                      <wps:cNvSpPr/>
                      <wps:spPr>
                        <a:xfrm>
                          <a:off x="0" y="0"/>
                          <a:ext cx="5297170" cy="707010"/>
                        </a:xfrm>
                        <a:prstGeom prst="roundRect">
                          <a:avLst>
                            <a:gd name="adj" fmla="val 7801"/>
                          </a:avLst>
                        </a:prstGeom>
                        <a:solidFill>
                          <a:schemeClr val="bg1">
                            <a:lumMod val="95000"/>
                          </a:schemeClr>
                        </a:solidFill>
                        <a:ln w="3175">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1192D98" id="Rounded Rectangle 1" o:spid="_x0000_s1026" style="position:absolute;margin-left:31.2pt;margin-top:6.8pt;width:417.1pt;height:55.65pt;z-index:-251502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5112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" fillcolor="#f2f2f2 [3052]" stroked="f" strokeweight=".25pt">
                <v:stroke joinstyle="miter"/>
              </v:roundrect>
            </w:pict>
          </mc:Fallback>
        </mc:AlternateContent>
      </w:r>
      <w:r w:rsidRPr="008B22A2">
        <w:rPr>
          <w:rFonts w:ascii="Aptos Light" w:hAnsi="Aptos Light" w:cs="Calibri Light"/>
          <w:noProof/>
          <w:color w:val="262626" w:themeColor="text1" w:themeTint="D9"/>
          <w:sz w:val="22"/>
          <w:szCs w:val="22"/>
        </w:rPr>
        <mc:AlternateContent>
          <mc:Choice Requires="wps">
            <w:drawing>
              <wp:anchor distT="0" distB="0" distL="114300" distR="114300" simplePos="0" relativeHeight="251814912" behindDoc="0" locked="0" layoutInCell="1" allowOverlap="1" wp14:anchorId="03D0A40C" wp14:editId="763202D3">
                <wp:simplePos x="0" y="0"/>
                <wp:positionH relativeFrom="column">
                  <wp:posOffset>461913</wp:posOffset>
                </wp:positionH>
                <wp:positionV relativeFrom="paragraph">
                  <wp:posOffset>86334</wp:posOffset>
                </wp:positionV>
                <wp:extent cx="5077460" cy="641022"/>
                <wp:effectExtent l="0" t="0" r="0" b="0"/>
                <wp:wrapNone/>
                <wp:docPr id="1227104610" name="Text Box 2"/>
                <wp:cNvGraphicFramePr/>
                <a:graphic xmlns:a="http://schemas.openxmlformats.org/drawingml/2006/main">
                  <a:graphicData uri="http://schemas.microsoft.com/office/word/2010/wordprocessingShape">
                    <wps:wsp>
                      <wps:cNvSpPr txBox="1"/>
                      <wps:spPr>
                        <a:xfrm>
                          <a:off x="0" y="0"/>
                          <a:ext cx="5077460" cy="641022"/>
                        </a:xfrm>
                        <a:prstGeom prst="rect">
                          <a:avLst/>
                        </a:prstGeom>
                        <a:noFill/>
                        <a:ln w="6350">
                          <a:noFill/>
                        </a:ln>
                      </wps:spPr>
                      <wps:txbx>
                        <w:txbxContent>
                          <w:p w14:paraId="2FB92B47" w14:textId="255F6AFB" w:rsidR="00376C61" w:rsidRPr="00F51D8C" w:rsidRDefault="00376C61" w:rsidP="00376C61">
                            <w:pPr>
                              <w:rPr>
                                <w:rFonts w:ascii="Aptos Light" w:hAnsi="Aptos Light" w:cs="Avenir Book"/>
                                <w:i/>
                                <w:iCs/>
                                <w:color w:val="3B3838" w:themeColor="background2" w:themeShade="40"/>
                                <w:szCs w:val="20"/>
                              </w:rPr>
                            </w:pPr>
                            <w:r w:rsidRPr="00F51D8C">
                              <w:rPr>
                                <w:rFonts w:ascii="Aptos" w:hAnsi="Aptos" w:cs="Avenir Book"/>
                                <w:i/>
                                <w:iCs/>
                                <w:color w:val="3B3838" w:themeColor="background2" w:themeShade="40"/>
                                <w:szCs w:val="20"/>
                              </w:rPr>
                              <w:t>Instructions:</w:t>
                            </w:r>
                            <w:r w:rsidRPr="00F51D8C">
                              <w:rPr>
                                <w:rFonts w:ascii="Aptos Light" w:hAnsi="Aptos Light" w:cs="Avenir Book"/>
                                <w:i/>
                                <w:iCs/>
                                <w:color w:val="3B3838" w:themeColor="background2" w:themeShade="40"/>
                                <w:szCs w:val="20"/>
                              </w:rPr>
                              <w:t xml:space="preserve"> </w:t>
                            </w:r>
                            <w:r w:rsidR="00731E6A">
                              <w:rPr>
                                <w:rFonts w:ascii="Aptos Light" w:hAnsi="Aptos Light" w:cs="Avenir Book"/>
                                <w:i/>
                                <w:iCs/>
                                <w:color w:val="3B3838" w:themeColor="background2" w:themeShade="40"/>
                                <w:szCs w:val="20"/>
                              </w:rPr>
                              <w:t>Repeat Exercises 2-6 for the ‘Var Thickness’ response with the</w:t>
                            </w:r>
                            <w:r w:rsidR="006D045D">
                              <w:rPr>
                                <w:rFonts w:ascii="Aptos Light" w:hAnsi="Aptos Light" w:cs="Avenir Book"/>
                                <w:i/>
                                <w:iCs/>
                                <w:color w:val="3B3838" w:themeColor="background2" w:themeShade="40"/>
                                <w:szCs w:val="20"/>
                              </w:rPr>
                              <w:t xml:space="preserve"> goal of finding factor settings that result in the predicted outcome being less than</w:t>
                            </w:r>
                            <w:r w:rsidR="00731E6A">
                              <w:rPr>
                                <w:rFonts w:ascii="Aptos Light" w:hAnsi="Aptos Light" w:cs="Avenir Book"/>
                                <w:i/>
                                <w:iCs/>
                                <w:color w:val="3B3838" w:themeColor="background2" w:themeShade="40"/>
                                <w:szCs w:val="20"/>
                              </w:rPr>
                              <w:t xml:space="preserve"> 2</w:t>
                            </w:r>
                            <w:r w:rsidR="004E5C87">
                              <w:rPr>
                                <w:rFonts w:ascii="Aptos Light" w:hAnsi="Aptos Light" w:cs="Avenir Book"/>
                                <w:i/>
                                <w:iCs/>
                                <w:color w:val="3B3838" w:themeColor="background2" w:themeShade="40"/>
                                <w:szCs w:val="20"/>
                              </w:rPr>
                              <w:t>2</w:t>
                            </w:r>
                            <w:r w:rsidR="00731E6A">
                              <w:rPr>
                                <w:rFonts w:ascii="Aptos Light" w:hAnsi="Aptos Light" w:cs="Avenir Book"/>
                                <w:i/>
                                <w:iCs/>
                                <w:color w:val="3B3838" w:themeColor="background2" w:themeShade="40"/>
                                <w:szCs w:val="20"/>
                              </w:rPr>
                              <w:t>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3D0A40C" id="_x0000_s1045" type="#_x0000_t202" style="position:absolute;margin-left:36.35pt;margin-top:6.8pt;width:399.8pt;height:50.45pt;z-index:2518149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" filled="f" stroked="f" strokeweight=".5pt">
                <v:textbox>
                  <w:txbxContent>
                    <w:p w14:paraId="2FB92B47" w14:textId="255F6AFB" w:rsidR="00376C61" w:rsidRPr="00F51D8C" w:rsidRDefault="00376C61" w:rsidP="00376C61">
                      <w:pPr>
                        <w:rPr>
                          <w:rFonts w:ascii="Aptos Light" w:hAnsi="Aptos Light" w:cs="Avenir Book"/>
                          <w:i/>
                          <w:iCs/>
                          <w:color w:val="3B3838" w:themeColor="background2" w:themeShade="40"/>
                          <w:szCs w:val="20"/>
                        </w:rPr>
                      </w:pPr>
                      <w:r w:rsidRPr="00F51D8C">
                        <w:rPr>
                          <w:rFonts w:ascii="Aptos" w:hAnsi="Aptos" w:cs="Avenir Book"/>
                          <w:i/>
                          <w:iCs/>
                          <w:color w:val="3B3838" w:themeColor="background2" w:themeShade="40"/>
                          <w:szCs w:val="20"/>
                        </w:rPr>
                        <w:t>Instructions:</w:t>
                      </w:r>
                      <w:r w:rsidRPr="00F51D8C">
                        <w:rPr>
                          <w:rFonts w:ascii="Aptos Light" w:hAnsi="Aptos Light" w:cs="Avenir Book"/>
                          <w:i/>
                          <w:iCs/>
                          <w:color w:val="3B3838" w:themeColor="background2" w:themeShade="40"/>
                          <w:szCs w:val="20"/>
                        </w:rPr>
                        <w:t xml:space="preserve"> </w:t>
                      </w:r>
                      <w:r w:rsidR="00731E6A">
                        <w:rPr>
                          <w:rFonts w:ascii="Aptos Light" w:hAnsi="Aptos Light" w:cs="Avenir Book"/>
                          <w:i/>
                          <w:iCs/>
                          <w:color w:val="3B3838" w:themeColor="background2" w:themeShade="40"/>
                          <w:szCs w:val="20"/>
                        </w:rPr>
                        <w:t>Repeat Exercises 2-6 for the ‘Var Thickness’ response with the</w:t>
                      </w:r>
                      <w:r w:rsidR="006D045D">
                        <w:rPr>
                          <w:rFonts w:ascii="Aptos Light" w:hAnsi="Aptos Light" w:cs="Avenir Book"/>
                          <w:i/>
                          <w:iCs/>
                          <w:color w:val="3B3838" w:themeColor="background2" w:themeShade="40"/>
                          <w:szCs w:val="20"/>
                        </w:rPr>
                        <w:t xml:space="preserve"> goal of finding factor settings that result in the predicted outcome being less than</w:t>
                      </w:r>
                      <w:r w:rsidR="00731E6A">
                        <w:rPr>
                          <w:rFonts w:ascii="Aptos Light" w:hAnsi="Aptos Light" w:cs="Avenir Book"/>
                          <w:i/>
                          <w:iCs/>
                          <w:color w:val="3B3838" w:themeColor="background2" w:themeShade="40"/>
                          <w:szCs w:val="20"/>
                        </w:rPr>
                        <w:t xml:space="preserve"> 2</w:t>
                      </w:r>
                      <w:r w:rsidR="004E5C87">
                        <w:rPr>
                          <w:rFonts w:ascii="Aptos Light" w:hAnsi="Aptos Light" w:cs="Avenir Book"/>
                          <w:i/>
                          <w:iCs/>
                          <w:color w:val="3B3838" w:themeColor="background2" w:themeShade="40"/>
                          <w:szCs w:val="20"/>
                        </w:rPr>
                        <w:t>2</w:t>
                      </w:r>
                      <w:r w:rsidR="00731E6A">
                        <w:rPr>
                          <w:rFonts w:ascii="Aptos Light" w:hAnsi="Aptos Light" w:cs="Avenir Book"/>
                          <w:i/>
                          <w:iCs/>
                          <w:color w:val="3B3838" w:themeColor="background2" w:themeShade="40"/>
                          <w:szCs w:val="20"/>
                        </w:rPr>
                        <w:t>0.</w:t>
                      </w:r>
                    </w:p>
                  </w:txbxContent>
                </v:textbox>
              </v:shape>
            </w:pict>
          </mc:Fallback>
        </mc:AlternateContent>
      </w:r>
      <w:r w:rsidRPr="00832AB9">
        <w:rPr>
          <w:rFonts w:ascii="Calibri Light" w:hAnsi="Calibri Light" w:cs="Calibri Light"/>
          <w:noProof/>
          <w:color w:val="262626" w:themeColor="text1" w:themeTint="D9"/>
          <w:sz w:val="22"/>
          <w:szCs w:val="22"/>
        </w:rPr>
        <w:br/>
      </w:r>
    </w:p>
    <w:p w14:paraId="6CBFE82E" w14:textId="77777777" w:rsidR="00376C61" w:rsidRDefault="00376C61" w:rsidP="00376C61">
      <w:pPr>
        <w:pStyle w:val="ListParagraph"/>
        <w:spacing w:after="120"/>
        <w:ind w:right="720"/>
        <w:contextualSpacing w:val="0"/>
        <w:rPr>
          <w:rFonts w:ascii="Calibri Light" w:hAnsi="Calibri Light" w:cs="Calibri Light"/>
          <w:color w:val="262626" w:themeColor="text1" w:themeTint="D9"/>
          <w:sz w:val="22"/>
          <w:szCs w:val="22"/>
        </w:rPr>
      </w:pPr>
      <w:r w:rsidRPr="00E84BA3">
        <w:rPr>
          <w:rFonts w:ascii="Calibri Light" w:hAnsi="Calibri Light" w:cs="Calibri Light"/>
          <w:color w:val="3B3838" w:themeColor="background2" w:themeShade="40"/>
          <w:sz w:val="20"/>
          <w:szCs w:val="20"/>
        </w:rPr>
        <w:t xml:space="preserve"> </w:t>
      </w:r>
      <w:r w:rsidRPr="00E84BA3">
        <w:rPr>
          <w:rFonts w:ascii="Calibri Light" w:hAnsi="Calibri Light" w:cs="Calibri Light"/>
          <w:color w:val="262626" w:themeColor="text1" w:themeTint="D9"/>
          <w:sz w:val="20"/>
          <w:szCs w:val="20"/>
        </w:rPr>
        <w:br/>
      </w:r>
    </w:p>
    <w:p w14:paraId="3A1D8924" w14:textId="77777777" w:rsidR="00AD62F4" w:rsidRDefault="00AD62F4" w:rsidP="000D1310">
      <w:pPr>
        <w:pStyle w:val="ListParagraph"/>
        <w:spacing w:after="120"/>
        <w:ind w:right="720"/>
        <w:contextualSpacing w:val="0"/>
        <w:rPr>
          <w:rFonts w:ascii="Calibri Light" w:hAnsi="Calibri Light" w:cs="Calibri Light"/>
          <w:color w:val="262626" w:themeColor="text1" w:themeTint="D9"/>
          <w:sz w:val="22"/>
          <w:szCs w:val="22"/>
        </w:rPr>
      </w:pPr>
    </w:p>
    <w:p w14:paraId="675D3540" w14:textId="77777777" w:rsidR="000A75DB" w:rsidRDefault="000A75DB" w:rsidP="000D1310">
      <w:pPr>
        <w:pStyle w:val="ListParagraph"/>
        <w:spacing w:after="120"/>
        <w:ind w:right="720"/>
        <w:contextualSpacing w:val="0"/>
        <w:rPr>
          <w:rFonts w:ascii="Calibri Light" w:hAnsi="Calibri Light" w:cs="Calibri Light"/>
          <w:color w:val="262626" w:themeColor="text1" w:themeTint="D9"/>
          <w:sz w:val="22"/>
          <w:szCs w:val="22"/>
        </w:rPr>
      </w:pPr>
    </w:p>
    <w:p w14:paraId="4F3DB520" w14:textId="77777777" w:rsidR="000A75DB" w:rsidRDefault="000A75DB" w:rsidP="000D1310">
      <w:pPr>
        <w:pStyle w:val="ListParagraph"/>
        <w:spacing w:after="120"/>
        <w:ind w:right="720"/>
        <w:contextualSpacing w:val="0"/>
        <w:rPr>
          <w:rFonts w:ascii="Calibri Light" w:hAnsi="Calibri Light" w:cs="Calibri Light"/>
          <w:color w:val="262626" w:themeColor="text1" w:themeTint="D9"/>
          <w:sz w:val="22"/>
          <w:szCs w:val="22"/>
        </w:rPr>
      </w:pPr>
    </w:p>
    <w:p w14:paraId="5E818744" w14:textId="77777777" w:rsidR="000A75DB" w:rsidRDefault="000A75DB" w:rsidP="000D1310">
      <w:pPr>
        <w:pStyle w:val="ListParagraph"/>
        <w:spacing w:after="120"/>
        <w:ind w:right="720"/>
        <w:contextualSpacing w:val="0"/>
        <w:rPr>
          <w:rFonts w:ascii="Calibri Light" w:hAnsi="Calibri Light" w:cs="Calibri Light"/>
          <w:color w:val="262626" w:themeColor="text1" w:themeTint="D9"/>
          <w:sz w:val="22"/>
          <w:szCs w:val="22"/>
        </w:rPr>
      </w:pPr>
    </w:p>
    <w:p w14:paraId="6CBEB721" w14:textId="77777777" w:rsidR="000A75DB" w:rsidRDefault="000A75DB" w:rsidP="000D1310">
      <w:pPr>
        <w:pStyle w:val="ListParagraph"/>
        <w:spacing w:after="120"/>
        <w:ind w:right="720"/>
        <w:contextualSpacing w:val="0"/>
        <w:rPr>
          <w:rFonts w:ascii="Calibri Light" w:hAnsi="Calibri Light" w:cs="Calibri Light"/>
          <w:color w:val="262626" w:themeColor="text1" w:themeTint="D9"/>
          <w:sz w:val="22"/>
          <w:szCs w:val="22"/>
        </w:rPr>
      </w:pPr>
    </w:p>
    <w:p w14:paraId="50751888" w14:textId="77777777" w:rsidR="000A75DB" w:rsidRDefault="000A75DB" w:rsidP="000D1310">
      <w:pPr>
        <w:pStyle w:val="ListParagraph"/>
        <w:spacing w:after="120"/>
        <w:ind w:right="720"/>
        <w:contextualSpacing w:val="0"/>
        <w:rPr>
          <w:rFonts w:ascii="Calibri Light" w:hAnsi="Calibri Light" w:cs="Calibri Light"/>
          <w:color w:val="262626" w:themeColor="text1" w:themeTint="D9"/>
          <w:sz w:val="22"/>
          <w:szCs w:val="22"/>
        </w:rPr>
      </w:pPr>
    </w:p>
    <w:p w14:paraId="6E10ACD9" w14:textId="77777777" w:rsidR="000A75DB" w:rsidRPr="00E84BA3" w:rsidRDefault="000A75DB" w:rsidP="000D1310">
      <w:pPr>
        <w:pStyle w:val="ListParagraph"/>
        <w:spacing w:after="120"/>
        <w:ind w:right="720"/>
        <w:contextualSpacing w:val="0"/>
        <w:rPr>
          <w:rFonts w:ascii="Calibri Light" w:hAnsi="Calibri Light" w:cs="Calibri Light"/>
          <w:color w:val="262626" w:themeColor="text1" w:themeTint="D9"/>
          <w:sz w:val="22"/>
          <w:szCs w:val="22"/>
        </w:rPr>
      </w:pPr>
    </w:p>
    <w:p w14:paraId="36359C70" w14:textId="764F6F86" w:rsidR="00FF0EB8" w:rsidRPr="008B22A2" w:rsidRDefault="00FF0EB8" w:rsidP="00FF0EB8">
      <w:pPr>
        <w:pStyle w:val="ListParagraph"/>
        <w:numPr>
          <w:ilvl w:val="0"/>
          <w:numId w:val="34"/>
        </w:numPr>
        <w:spacing w:after="120"/>
        <w:ind w:left="360" w:right="720"/>
        <w:contextualSpacing w:val="0"/>
        <w:rPr>
          <w:rFonts w:ascii="Aptos Light" w:hAnsi="Aptos Light" w:cs="Calibri Light"/>
          <w:color w:val="262626" w:themeColor="text1" w:themeTint="D9"/>
          <w:sz w:val="22"/>
          <w:szCs w:val="22"/>
        </w:rPr>
      </w:pPr>
      <w:r>
        <w:rPr>
          <w:rFonts w:ascii="Aptos Light" w:hAnsi="Aptos Light" w:cs="Calibri Light"/>
          <w:color w:val="262626" w:themeColor="text1" w:themeTint="D9"/>
          <w:sz w:val="22"/>
          <w:szCs w:val="22"/>
        </w:rPr>
        <w:lastRenderedPageBreak/>
        <w:t xml:space="preserve">Find the factor settings that simultaneously achieve the target of ‘Average Thickness’ of 6650 +/- 50 </w:t>
      </w:r>
      <w:proofErr w:type="gramStart"/>
      <w:r>
        <w:rPr>
          <w:rFonts w:ascii="Aptos Light" w:hAnsi="Aptos Light" w:cs="Calibri Light"/>
          <w:color w:val="262626" w:themeColor="text1" w:themeTint="D9"/>
          <w:sz w:val="22"/>
          <w:szCs w:val="22"/>
        </w:rPr>
        <w:t>and also</w:t>
      </w:r>
      <w:proofErr w:type="gramEnd"/>
      <w:r>
        <w:rPr>
          <w:rFonts w:ascii="Aptos Light" w:hAnsi="Aptos Light" w:cs="Calibri Light"/>
          <w:color w:val="262626" w:themeColor="text1" w:themeTint="D9"/>
          <w:sz w:val="22"/>
          <w:szCs w:val="22"/>
        </w:rPr>
        <w:t xml:space="preserve"> minimizing ‘Variation in Thickness’ with upper response limit of 2</w:t>
      </w:r>
      <w:r w:rsidR="004E5C87">
        <w:rPr>
          <w:rFonts w:ascii="Aptos Light" w:hAnsi="Aptos Light" w:cs="Calibri Light"/>
          <w:color w:val="262626" w:themeColor="text1" w:themeTint="D9"/>
          <w:sz w:val="22"/>
          <w:szCs w:val="22"/>
        </w:rPr>
        <w:t>2</w:t>
      </w:r>
      <w:r>
        <w:rPr>
          <w:rFonts w:ascii="Aptos Light" w:hAnsi="Aptos Light" w:cs="Calibri Light"/>
          <w:color w:val="262626" w:themeColor="text1" w:themeTint="D9"/>
          <w:sz w:val="22"/>
          <w:szCs w:val="22"/>
        </w:rPr>
        <w:t>0.</w:t>
      </w:r>
      <w:r w:rsidR="00A21550">
        <w:rPr>
          <w:rFonts w:ascii="Aptos Light" w:hAnsi="Aptos Light" w:cs="Calibri Light"/>
          <w:color w:val="262626" w:themeColor="text1" w:themeTint="D9"/>
          <w:sz w:val="22"/>
          <w:szCs w:val="22"/>
        </w:rPr>
        <w:t xml:space="preserve"> Is the solution unique or are there other levels of the experimental factors have a predicted </w:t>
      </w:r>
      <w:bookmarkStart w:id="52" w:name="OLE_LINK12"/>
      <w:r w:rsidR="00A21550">
        <w:rPr>
          <w:rFonts w:ascii="Aptos Light" w:hAnsi="Aptos Light" w:cs="Calibri Light"/>
          <w:color w:val="262626" w:themeColor="text1" w:themeTint="D9"/>
          <w:sz w:val="22"/>
          <w:szCs w:val="22"/>
        </w:rPr>
        <w:t>‘Avg Thickness’ of 6650 +/- 50 and ‘Var Thickness’ &lt; 2</w:t>
      </w:r>
      <w:r w:rsidR="004E5C87">
        <w:rPr>
          <w:rFonts w:ascii="Aptos Light" w:hAnsi="Aptos Light" w:cs="Calibri Light"/>
          <w:color w:val="262626" w:themeColor="text1" w:themeTint="D9"/>
          <w:sz w:val="22"/>
          <w:szCs w:val="22"/>
        </w:rPr>
        <w:t>2</w:t>
      </w:r>
      <w:r w:rsidR="00A21550">
        <w:rPr>
          <w:rFonts w:ascii="Aptos Light" w:hAnsi="Aptos Light" w:cs="Calibri Light"/>
          <w:color w:val="262626" w:themeColor="text1" w:themeTint="D9"/>
          <w:sz w:val="22"/>
          <w:szCs w:val="22"/>
        </w:rPr>
        <w:t xml:space="preserve">0. </w:t>
      </w:r>
    </w:p>
    <w:bookmarkEnd w:id="52"/>
    <w:p w14:paraId="41BF4755" w14:textId="1B502F0C" w:rsidR="00FF0EB8" w:rsidRPr="00832AB9" w:rsidRDefault="00D93BFD" w:rsidP="00FF0EB8">
      <w:pPr>
        <w:spacing w:after="120"/>
        <w:ind w:right="720"/>
        <w:rPr>
          <w:rFonts w:ascii="Calibri Light" w:hAnsi="Calibri Light" w:cs="Calibri Light"/>
          <w:color w:val="262626" w:themeColor="text1" w:themeTint="D9"/>
          <w:sz w:val="22"/>
          <w:szCs w:val="22"/>
        </w:rPr>
      </w:pPr>
      <w:r w:rsidRPr="008B22A2">
        <w:rPr>
          <w:rFonts w:ascii="Aptos Light" w:hAnsi="Aptos Light" w:cs="Calibri Light"/>
          <w:noProof/>
          <w:color w:val="262626" w:themeColor="text1" w:themeTint="D9"/>
          <w:sz w:val="22"/>
          <w:szCs w:val="22"/>
        </w:rPr>
        <mc:AlternateContent>
          <mc:Choice Requires="wps">
            <w:drawing>
              <wp:anchor distT="0" distB="0" distL="114300" distR="114300" simplePos="0" relativeHeight="251820032" behindDoc="1" locked="0" layoutInCell="1" allowOverlap="1" wp14:anchorId="062AF87E" wp14:editId="1B52F663">
                <wp:simplePos x="0" y="0"/>
                <wp:positionH relativeFrom="column">
                  <wp:posOffset>395926</wp:posOffset>
                </wp:positionH>
                <wp:positionV relativeFrom="paragraph">
                  <wp:posOffset>84121</wp:posOffset>
                </wp:positionV>
                <wp:extent cx="5297170" cy="1696825"/>
                <wp:effectExtent l="0" t="0" r="0" b="5080"/>
                <wp:wrapNone/>
                <wp:docPr id="499895161" name="Rounded Rectangle 1"/>
                <wp:cNvGraphicFramePr/>
                <a:graphic xmlns:a="http://schemas.openxmlformats.org/drawingml/2006/main">
                  <a:graphicData uri="http://schemas.microsoft.com/office/word/2010/wordprocessingShape">
                    <wps:wsp>
                      <wps:cNvSpPr/>
                      <wps:spPr>
                        <a:xfrm>
                          <a:off x="0" y="0"/>
                          <a:ext cx="5297170" cy="1696825"/>
                        </a:xfrm>
                        <a:prstGeom prst="roundRect">
                          <a:avLst>
                            <a:gd name="adj" fmla="val 2990"/>
                          </a:avLst>
                        </a:prstGeom>
                        <a:solidFill>
                          <a:schemeClr val="bg1">
                            <a:lumMod val="95000"/>
                          </a:schemeClr>
                        </a:solidFill>
                        <a:ln w="3175">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F03FBB6" id="Rounded Rectangle 1" o:spid="_x0000_s1026" style="position:absolute;margin-left:31.2pt;margin-top:6.6pt;width:417.1pt;height:133.6pt;z-index:-251496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960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" fillcolor="#f2f2f2 [3052]" stroked="f" strokeweight=".25pt">
                <v:stroke joinstyle="miter"/>
              </v:roundrect>
            </w:pict>
          </mc:Fallback>
        </mc:AlternateContent>
      </w:r>
      <w:r w:rsidRPr="008B22A2">
        <w:rPr>
          <w:rFonts w:ascii="Aptos Light" w:hAnsi="Aptos Light" w:cs="Calibri Light"/>
          <w:noProof/>
          <w:color w:val="262626" w:themeColor="text1" w:themeTint="D9"/>
          <w:sz w:val="22"/>
          <w:szCs w:val="22"/>
        </w:rPr>
        <mc:AlternateContent>
          <mc:Choice Requires="wps">
            <w:drawing>
              <wp:anchor distT="0" distB="0" distL="114300" distR="114300" simplePos="0" relativeHeight="251821056" behindDoc="0" locked="0" layoutInCell="1" allowOverlap="1" wp14:anchorId="3FAA549A" wp14:editId="31E029F5">
                <wp:simplePos x="0" y="0"/>
                <wp:positionH relativeFrom="column">
                  <wp:posOffset>461913</wp:posOffset>
                </wp:positionH>
                <wp:positionV relativeFrom="paragraph">
                  <wp:posOffset>84122</wp:posOffset>
                </wp:positionV>
                <wp:extent cx="5077460" cy="1564850"/>
                <wp:effectExtent l="0" t="0" r="0" b="0"/>
                <wp:wrapNone/>
                <wp:docPr id="827380620" name="Text Box 2"/>
                <wp:cNvGraphicFramePr/>
                <a:graphic xmlns:a="http://schemas.openxmlformats.org/drawingml/2006/main">
                  <a:graphicData uri="http://schemas.microsoft.com/office/word/2010/wordprocessingShape">
                    <wps:wsp>
                      <wps:cNvSpPr txBox="1"/>
                      <wps:spPr>
                        <a:xfrm>
                          <a:off x="0" y="0"/>
                          <a:ext cx="5077460" cy="1564850"/>
                        </a:xfrm>
                        <a:prstGeom prst="rect">
                          <a:avLst/>
                        </a:prstGeom>
                        <a:noFill/>
                        <a:ln w="6350">
                          <a:noFill/>
                        </a:ln>
                      </wps:spPr>
                      <wps:txbx>
                        <w:txbxContent>
                          <w:p w14:paraId="361B73C0" w14:textId="280F66D1" w:rsidR="00D93BFD" w:rsidRPr="00BF3069" w:rsidRDefault="00FF0EB8" w:rsidP="00D93BFD">
                            <w:pPr>
                              <w:rPr>
                                <w:rFonts w:ascii="Avenir Book" w:hAnsi="Avenir Book" w:cs="Avenir Book"/>
                                <w:i/>
                                <w:iCs/>
                                <w:color w:val="3B3838" w:themeColor="background2" w:themeShade="40"/>
                                <w:szCs w:val="20"/>
                              </w:rPr>
                            </w:pPr>
                            <w:r w:rsidRPr="00F51D8C">
                              <w:rPr>
                                <w:rFonts w:ascii="Aptos" w:hAnsi="Aptos" w:cs="Avenir Book"/>
                                <w:i/>
                                <w:iCs/>
                                <w:color w:val="3B3838" w:themeColor="background2" w:themeShade="40"/>
                                <w:szCs w:val="20"/>
                              </w:rPr>
                              <w:t>Instructions:</w:t>
                            </w:r>
                            <w:r w:rsidRPr="00F51D8C">
                              <w:rPr>
                                <w:rFonts w:ascii="Aptos Light" w:hAnsi="Aptos Light" w:cs="Avenir Book"/>
                                <w:i/>
                                <w:iCs/>
                                <w:color w:val="3B3838" w:themeColor="background2" w:themeShade="40"/>
                                <w:szCs w:val="20"/>
                              </w:rPr>
                              <w:t xml:space="preserve"> </w:t>
                            </w:r>
                            <w:r w:rsidR="00A21550">
                              <w:rPr>
                                <w:rFonts w:ascii="Aptos Light" w:hAnsi="Aptos Light" w:cs="Avenir Book"/>
                                <w:i/>
                                <w:iCs/>
                                <w:color w:val="3B3838" w:themeColor="background2" w:themeShade="40"/>
                                <w:szCs w:val="20"/>
                              </w:rPr>
                              <w:t>First bring both final models into the Formula Depot by choosing Save Columns &gt; Publish Prediction Formula under the top red triangle in the model reports. Inside of the Formula Depot, select Profiler under the top red triangle. Then within the red triangle for the Profiler, select to add the Surface and Contour Profilers. To find the factor settings that simultaneously achieve the goals, select Optimization and Desirability &gt; Maximize Desirability under the red triangle next to Prediction Profiler. The factor setting have now been moved to th</w:t>
                            </w:r>
                            <w:r w:rsidR="009B1511">
                              <w:rPr>
                                <w:rFonts w:ascii="Aptos Light" w:hAnsi="Aptos Light" w:cs="Avenir Book"/>
                                <w:i/>
                                <w:iCs/>
                                <w:color w:val="3B3838" w:themeColor="background2" w:themeShade="40"/>
                                <w:szCs w:val="20"/>
                              </w:rPr>
                              <w:t>e optimal</w:t>
                            </w:r>
                            <w:r w:rsidR="00A21550">
                              <w:rPr>
                                <w:rFonts w:ascii="Aptos Light" w:hAnsi="Aptos Light" w:cs="Avenir Book"/>
                                <w:i/>
                                <w:iCs/>
                                <w:color w:val="3B3838" w:themeColor="background2" w:themeShade="40"/>
                                <w:szCs w:val="20"/>
                              </w:rPr>
                              <w:t xml:space="preserve"> solution.</w:t>
                            </w:r>
                            <w:r w:rsidR="00D93BFD">
                              <w:rPr>
                                <w:rFonts w:ascii="Aptos Light" w:hAnsi="Aptos Light" w:cs="Avenir Book"/>
                                <w:i/>
                                <w:iCs/>
                                <w:color w:val="3B3838" w:themeColor="background2" w:themeShade="40"/>
                                <w:szCs w:val="20"/>
                              </w:rPr>
                              <w:t xml:space="preserve"> The clear region in the overlay Contour Profiler is displaying the levels of the factor where it is estimated the goal of </w:t>
                            </w:r>
                            <w:bookmarkStart w:id="53" w:name="OLE_LINK19"/>
                            <w:r w:rsidR="00D93BFD">
                              <w:rPr>
                                <w:rFonts w:ascii="Aptos Light" w:hAnsi="Aptos Light" w:cs="Avenir Book"/>
                                <w:i/>
                                <w:iCs/>
                                <w:color w:val="3B3838" w:themeColor="background2" w:themeShade="40"/>
                                <w:szCs w:val="20"/>
                              </w:rPr>
                              <w:t>‘Avg Thickness’ of 6650 +/- 50 and ‘Var Thickness’ &lt; 2</w:t>
                            </w:r>
                            <w:r w:rsidR="004E5C87">
                              <w:rPr>
                                <w:rFonts w:ascii="Aptos Light" w:hAnsi="Aptos Light" w:cs="Avenir Book"/>
                                <w:i/>
                                <w:iCs/>
                                <w:color w:val="3B3838" w:themeColor="background2" w:themeShade="40"/>
                                <w:szCs w:val="20"/>
                              </w:rPr>
                              <w:t>2</w:t>
                            </w:r>
                            <w:r w:rsidR="00D93BFD">
                              <w:rPr>
                                <w:rFonts w:ascii="Aptos Light" w:hAnsi="Aptos Light" w:cs="Avenir Book"/>
                                <w:i/>
                                <w:iCs/>
                                <w:color w:val="3B3838" w:themeColor="background2" w:themeShade="40"/>
                                <w:szCs w:val="20"/>
                              </w:rPr>
                              <w:t>0</w:t>
                            </w:r>
                            <w:bookmarkEnd w:id="53"/>
                            <w:r w:rsidR="00D93BFD">
                              <w:rPr>
                                <w:rFonts w:ascii="Aptos Light" w:hAnsi="Aptos Light" w:cs="Avenir Book"/>
                                <w:i/>
                                <w:iCs/>
                                <w:color w:val="3B3838" w:themeColor="background2" w:themeShade="40"/>
                                <w:szCs w:val="20"/>
                              </w:rPr>
                              <w:t xml:space="preserve"> can be achieved.</w:t>
                            </w:r>
                          </w:p>
                          <w:p w14:paraId="6D9943CB" w14:textId="56344DC0" w:rsidR="00FF0EB8" w:rsidRPr="00F51D8C" w:rsidRDefault="00FF0EB8" w:rsidP="00FF0EB8">
                            <w:pPr>
                              <w:rPr>
                                <w:rFonts w:ascii="Aptos Light" w:hAnsi="Aptos Light" w:cs="Avenir Book"/>
                                <w:i/>
                                <w:iCs/>
                                <w:color w:val="3B3838" w:themeColor="background2" w:themeShade="4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FAA549A" id="_x0000_s1047" type="#_x0000_t202" style="position:absolute;margin-left:36.35pt;margin-top:6.6pt;width:399.8pt;height:123.2pt;z-index:2518210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" filled="f" stroked="f" strokeweight=".5pt">
                <v:textbox>
                  <w:txbxContent>
                    <w:p w14:paraId="361B73C0" w14:textId="280F66D1" w:rsidR="00D93BFD" w:rsidRPr="00BF3069" w:rsidRDefault="00FF0EB8" w:rsidP="00D93BFD">
                      <w:pPr>
                        <w:rPr>
                          <w:rFonts w:ascii="Avenir Book" w:hAnsi="Avenir Book" w:cs="Avenir Book"/>
                          <w:i/>
                          <w:iCs/>
                          <w:color w:val="3B3838" w:themeColor="background2" w:themeShade="40"/>
                          <w:szCs w:val="20"/>
                        </w:rPr>
                      </w:pPr>
                      <w:r w:rsidRPr="00F51D8C">
                        <w:rPr>
                          <w:rFonts w:ascii="Aptos" w:hAnsi="Aptos" w:cs="Avenir Book"/>
                          <w:i/>
                          <w:iCs/>
                          <w:color w:val="3B3838" w:themeColor="background2" w:themeShade="40"/>
                          <w:szCs w:val="20"/>
                        </w:rPr>
                        <w:t>Instructions:</w:t>
                      </w:r>
                      <w:r w:rsidRPr="00F51D8C">
                        <w:rPr>
                          <w:rFonts w:ascii="Aptos Light" w:hAnsi="Aptos Light" w:cs="Avenir Book"/>
                          <w:i/>
                          <w:iCs/>
                          <w:color w:val="3B3838" w:themeColor="background2" w:themeShade="40"/>
                          <w:szCs w:val="20"/>
                        </w:rPr>
                        <w:t xml:space="preserve"> </w:t>
                      </w:r>
                      <w:r w:rsidR="00A21550">
                        <w:rPr>
                          <w:rFonts w:ascii="Aptos Light" w:hAnsi="Aptos Light" w:cs="Avenir Book"/>
                          <w:i/>
                          <w:iCs/>
                          <w:color w:val="3B3838" w:themeColor="background2" w:themeShade="40"/>
                          <w:szCs w:val="20"/>
                        </w:rPr>
                        <w:t>First bring both final models into the Formula Depot by choosing Save Columns &gt; Publish Prediction Formula under the top red triangle in the model reports. Inside of the Formula Depot, select Profiler under the top red triangle. Then within the red triangle for the Profiler, select to add the Surface and Contour Profilers. To find the factor settings that simultaneously achieve the goals, select Optimization and Desirability &gt; Maximize Desirability under the red triangle next to Prediction Profiler. The factor setting have now been moved to th</w:t>
                      </w:r>
                      <w:r w:rsidR="009B1511">
                        <w:rPr>
                          <w:rFonts w:ascii="Aptos Light" w:hAnsi="Aptos Light" w:cs="Avenir Book"/>
                          <w:i/>
                          <w:iCs/>
                          <w:color w:val="3B3838" w:themeColor="background2" w:themeShade="40"/>
                          <w:szCs w:val="20"/>
                        </w:rPr>
                        <w:t>e optimal</w:t>
                      </w:r>
                      <w:r w:rsidR="00A21550">
                        <w:rPr>
                          <w:rFonts w:ascii="Aptos Light" w:hAnsi="Aptos Light" w:cs="Avenir Book"/>
                          <w:i/>
                          <w:iCs/>
                          <w:color w:val="3B3838" w:themeColor="background2" w:themeShade="40"/>
                          <w:szCs w:val="20"/>
                        </w:rPr>
                        <w:t xml:space="preserve"> solution.</w:t>
                      </w:r>
                      <w:r w:rsidR="00D93BFD">
                        <w:rPr>
                          <w:rFonts w:ascii="Aptos Light" w:hAnsi="Aptos Light" w:cs="Avenir Book"/>
                          <w:i/>
                          <w:iCs/>
                          <w:color w:val="3B3838" w:themeColor="background2" w:themeShade="40"/>
                          <w:szCs w:val="20"/>
                        </w:rPr>
                        <w:t xml:space="preserve"> </w:t>
                      </w:r>
                      <w:r w:rsidR="00D93BFD">
                        <w:rPr>
                          <w:rFonts w:ascii="Aptos Light" w:hAnsi="Aptos Light" w:cs="Avenir Book"/>
                          <w:i/>
                          <w:iCs/>
                          <w:color w:val="3B3838" w:themeColor="background2" w:themeShade="40"/>
                          <w:szCs w:val="20"/>
                        </w:rPr>
                        <w:t xml:space="preserve">The clear region </w:t>
                      </w:r>
                      <w:r w:rsidR="00D93BFD">
                        <w:rPr>
                          <w:rFonts w:ascii="Aptos Light" w:hAnsi="Aptos Light" w:cs="Avenir Book"/>
                          <w:i/>
                          <w:iCs/>
                          <w:color w:val="3B3838" w:themeColor="background2" w:themeShade="40"/>
                          <w:szCs w:val="20"/>
                        </w:rPr>
                        <w:t>in the overlay Contour Profiler is</w:t>
                      </w:r>
                      <w:r w:rsidR="00D93BFD">
                        <w:rPr>
                          <w:rFonts w:ascii="Aptos Light" w:hAnsi="Aptos Light" w:cs="Avenir Book"/>
                          <w:i/>
                          <w:iCs/>
                          <w:color w:val="3B3838" w:themeColor="background2" w:themeShade="40"/>
                          <w:szCs w:val="20"/>
                        </w:rPr>
                        <w:t xml:space="preserve"> displaying the levels of the factor where </w:t>
                      </w:r>
                      <w:r w:rsidR="00D93BFD">
                        <w:rPr>
                          <w:rFonts w:ascii="Aptos Light" w:hAnsi="Aptos Light" w:cs="Avenir Book"/>
                          <w:i/>
                          <w:iCs/>
                          <w:color w:val="3B3838" w:themeColor="background2" w:themeShade="40"/>
                          <w:szCs w:val="20"/>
                        </w:rPr>
                        <w:t xml:space="preserve">it is estimated the goal of </w:t>
                      </w:r>
                      <w:bookmarkStart w:id="54" w:name="OLE_LINK19"/>
                      <w:r w:rsidR="00D93BFD">
                        <w:rPr>
                          <w:rFonts w:ascii="Aptos Light" w:hAnsi="Aptos Light" w:cs="Avenir Book"/>
                          <w:i/>
                          <w:iCs/>
                          <w:color w:val="3B3838" w:themeColor="background2" w:themeShade="40"/>
                          <w:szCs w:val="20"/>
                        </w:rPr>
                        <w:t>‘Avg Thickness’ of 6650 +/- 50 and ‘Var Thickness’ &lt; 2</w:t>
                      </w:r>
                      <w:r w:rsidR="004E5C87">
                        <w:rPr>
                          <w:rFonts w:ascii="Aptos Light" w:hAnsi="Aptos Light" w:cs="Avenir Book"/>
                          <w:i/>
                          <w:iCs/>
                          <w:color w:val="3B3838" w:themeColor="background2" w:themeShade="40"/>
                          <w:szCs w:val="20"/>
                        </w:rPr>
                        <w:t>2</w:t>
                      </w:r>
                      <w:r w:rsidR="00D93BFD">
                        <w:rPr>
                          <w:rFonts w:ascii="Aptos Light" w:hAnsi="Aptos Light" w:cs="Avenir Book"/>
                          <w:i/>
                          <w:iCs/>
                          <w:color w:val="3B3838" w:themeColor="background2" w:themeShade="40"/>
                          <w:szCs w:val="20"/>
                        </w:rPr>
                        <w:t>0</w:t>
                      </w:r>
                      <w:bookmarkEnd w:id="54"/>
                      <w:r w:rsidR="00D93BFD">
                        <w:rPr>
                          <w:rFonts w:ascii="Aptos Light" w:hAnsi="Aptos Light" w:cs="Avenir Book"/>
                          <w:i/>
                          <w:iCs/>
                          <w:color w:val="3B3838" w:themeColor="background2" w:themeShade="40"/>
                          <w:szCs w:val="20"/>
                        </w:rPr>
                        <w:t xml:space="preserve"> can be achieved</w:t>
                      </w:r>
                      <w:r w:rsidR="00D93BFD">
                        <w:rPr>
                          <w:rFonts w:ascii="Aptos Light" w:hAnsi="Aptos Light" w:cs="Avenir Book"/>
                          <w:i/>
                          <w:iCs/>
                          <w:color w:val="3B3838" w:themeColor="background2" w:themeShade="40"/>
                          <w:szCs w:val="20"/>
                        </w:rPr>
                        <w:t>.</w:t>
                      </w:r>
                    </w:p>
                    <w:p w14:paraId="6D9943CB" w14:textId="56344DC0" w:rsidR="00FF0EB8" w:rsidRPr="00F51D8C" w:rsidRDefault="00FF0EB8" w:rsidP="00FF0EB8">
                      <w:pPr>
                        <w:rPr>
                          <w:rFonts w:ascii="Aptos Light" w:hAnsi="Aptos Light" w:cs="Avenir Book"/>
                          <w:i/>
                          <w:iCs/>
                          <w:color w:val="3B3838" w:themeColor="background2" w:themeShade="40"/>
                          <w:szCs w:val="20"/>
                        </w:rPr>
                      </w:pPr>
                    </w:p>
                  </w:txbxContent>
                </v:textbox>
              </v:shape>
            </w:pict>
          </mc:Fallback>
        </mc:AlternateContent>
      </w:r>
      <w:r w:rsidR="00FF0EB8" w:rsidRPr="00832AB9">
        <w:rPr>
          <w:rFonts w:ascii="Calibri Light" w:hAnsi="Calibri Light" w:cs="Calibri Light"/>
          <w:noProof/>
          <w:color w:val="262626" w:themeColor="text1" w:themeTint="D9"/>
          <w:sz w:val="22"/>
          <w:szCs w:val="22"/>
        </w:rPr>
        <w:br/>
      </w:r>
    </w:p>
    <w:p w14:paraId="62206F21" w14:textId="77777777" w:rsidR="00FF0EB8" w:rsidRDefault="00FF0EB8" w:rsidP="00FF0EB8">
      <w:pPr>
        <w:pStyle w:val="ListParagraph"/>
        <w:spacing w:after="120"/>
        <w:ind w:right="720"/>
        <w:contextualSpacing w:val="0"/>
        <w:rPr>
          <w:rFonts w:ascii="Calibri Light" w:hAnsi="Calibri Light" w:cs="Calibri Light"/>
          <w:color w:val="262626" w:themeColor="text1" w:themeTint="D9"/>
          <w:sz w:val="22"/>
          <w:szCs w:val="22"/>
        </w:rPr>
      </w:pPr>
      <w:r w:rsidRPr="00E84BA3">
        <w:rPr>
          <w:rFonts w:ascii="Calibri Light" w:hAnsi="Calibri Light" w:cs="Calibri Light"/>
          <w:color w:val="3B3838" w:themeColor="background2" w:themeShade="40"/>
          <w:sz w:val="20"/>
          <w:szCs w:val="20"/>
        </w:rPr>
        <w:t xml:space="preserve"> </w:t>
      </w:r>
      <w:r w:rsidRPr="00E84BA3">
        <w:rPr>
          <w:rFonts w:ascii="Calibri Light" w:hAnsi="Calibri Light" w:cs="Calibri Light"/>
          <w:color w:val="262626" w:themeColor="text1" w:themeTint="D9"/>
          <w:sz w:val="20"/>
          <w:szCs w:val="20"/>
        </w:rPr>
        <w:br/>
      </w:r>
    </w:p>
    <w:p w14:paraId="11542A5F" w14:textId="77777777" w:rsidR="00FF0EB8" w:rsidRDefault="00FF0EB8" w:rsidP="00FF0EB8">
      <w:pPr>
        <w:pStyle w:val="ListParagraph"/>
        <w:spacing w:after="120"/>
        <w:ind w:right="720"/>
        <w:contextualSpacing w:val="0"/>
        <w:rPr>
          <w:rFonts w:ascii="Calibri Light" w:hAnsi="Calibri Light" w:cs="Calibri Light"/>
          <w:color w:val="262626" w:themeColor="text1" w:themeTint="D9"/>
          <w:sz w:val="22"/>
          <w:szCs w:val="22"/>
        </w:rPr>
      </w:pPr>
    </w:p>
    <w:p w14:paraId="64EA28C5" w14:textId="77777777" w:rsidR="00FF0EB8" w:rsidRDefault="00FF0EB8" w:rsidP="00FF0EB8">
      <w:pPr>
        <w:pStyle w:val="ListParagraph"/>
        <w:spacing w:after="120"/>
        <w:ind w:right="720"/>
        <w:contextualSpacing w:val="0"/>
        <w:rPr>
          <w:rFonts w:ascii="Calibri Light" w:hAnsi="Calibri Light" w:cs="Calibri Light"/>
          <w:color w:val="262626" w:themeColor="text1" w:themeTint="D9"/>
          <w:sz w:val="22"/>
          <w:szCs w:val="22"/>
        </w:rPr>
      </w:pPr>
    </w:p>
    <w:p w14:paraId="7B6EAA9F" w14:textId="77777777" w:rsidR="00BA7B6E" w:rsidRDefault="00BA7B6E" w:rsidP="00376C61">
      <w:pPr>
        <w:pStyle w:val="ListParagraph"/>
        <w:spacing w:after="120"/>
        <w:ind w:right="720"/>
        <w:contextualSpacing w:val="0"/>
        <w:rPr>
          <w:rFonts w:ascii="Calibri Light" w:hAnsi="Calibri Light" w:cs="Calibri Light"/>
          <w:color w:val="262626" w:themeColor="text1" w:themeTint="D9"/>
          <w:sz w:val="22"/>
          <w:szCs w:val="22"/>
        </w:rPr>
      </w:pPr>
    </w:p>
    <w:p w14:paraId="1F748380" w14:textId="77777777" w:rsidR="00D93BFD" w:rsidRPr="00113C17" w:rsidRDefault="00D93BFD" w:rsidP="00113C17">
      <w:pPr>
        <w:spacing w:after="120"/>
        <w:ind w:right="720"/>
        <w:rPr>
          <w:rFonts w:ascii="Calibri Light" w:hAnsi="Calibri Light" w:cs="Calibri Light"/>
          <w:color w:val="262626" w:themeColor="text1" w:themeTint="D9"/>
          <w:sz w:val="22"/>
          <w:szCs w:val="22"/>
        </w:rPr>
      </w:pPr>
    </w:p>
    <w:p w14:paraId="0521E7C6" w14:textId="77777777" w:rsidR="00D93BFD" w:rsidRPr="00372949" w:rsidRDefault="00D93BFD" w:rsidP="00372949">
      <w:pPr>
        <w:spacing w:after="120"/>
        <w:ind w:right="720"/>
        <w:rPr>
          <w:rFonts w:ascii="Calibri Light" w:hAnsi="Calibri Light" w:cs="Calibri Light"/>
          <w:color w:val="262626" w:themeColor="text1" w:themeTint="D9"/>
          <w:sz w:val="22"/>
          <w:szCs w:val="22"/>
        </w:rPr>
      </w:pPr>
    </w:p>
    <w:p w14:paraId="05C9B7FB" w14:textId="28ED0278" w:rsidR="004C556D" w:rsidRPr="000E6656" w:rsidRDefault="00A6094C" w:rsidP="000E6656">
      <w:pPr>
        <w:pStyle w:val="ListParagraph"/>
        <w:numPr>
          <w:ilvl w:val="0"/>
          <w:numId w:val="34"/>
        </w:numPr>
        <w:spacing w:after="120"/>
        <w:ind w:left="360" w:right="720"/>
        <w:contextualSpacing w:val="0"/>
        <w:rPr>
          <w:rFonts w:ascii="Aptos Light" w:hAnsi="Aptos Light" w:cs="Calibri Light"/>
          <w:color w:val="262626" w:themeColor="text1" w:themeTint="D9"/>
          <w:sz w:val="22"/>
          <w:szCs w:val="22"/>
        </w:rPr>
      </w:pPr>
      <w:r>
        <w:rPr>
          <w:rFonts w:ascii="Aptos Light" w:hAnsi="Aptos Light" w:cs="Calibri Light"/>
          <w:color w:val="262626" w:themeColor="text1" w:themeTint="D9"/>
          <w:sz w:val="22"/>
          <w:szCs w:val="22"/>
        </w:rPr>
        <w:t xml:space="preserve">Simulate what would happen in this process if it was run at the factor settings found in </w:t>
      </w:r>
      <w:r w:rsidR="000E6656">
        <w:rPr>
          <w:rFonts w:ascii="Aptos Light" w:hAnsi="Aptos Light" w:cs="Calibri Light"/>
          <w:color w:val="262626" w:themeColor="text1" w:themeTint="D9"/>
          <w:sz w:val="22"/>
          <w:szCs w:val="22"/>
        </w:rPr>
        <w:t>Exercise</w:t>
      </w:r>
      <w:r>
        <w:rPr>
          <w:rFonts w:ascii="Aptos Light" w:hAnsi="Aptos Light" w:cs="Calibri Light"/>
          <w:color w:val="262626" w:themeColor="text1" w:themeTint="D9"/>
          <w:sz w:val="22"/>
          <w:szCs w:val="22"/>
        </w:rPr>
        <w:t xml:space="preserve"> 9?</w:t>
      </w:r>
      <w:r w:rsidR="000E6656">
        <w:rPr>
          <w:rFonts w:ascii="Aptos Light" w:hAnsi="Aptos Light" w:cs="Calibri Light"/>
          <w:color w:val="262626" w:themeColor="text1" w:themeTint="D9"/>
          <w:sz w:val="22"/>
          <w:szCs w:val="22"/>
        </w:rPr>
        <w:t xml:space="preserve"> Based upon this</w:t>
      </w:r>
      <w:r w:rsidR="00284C26">
        <w:rPr>
          <w:rFonts w:ascii="Aptos Light" w:hAnsi="Aptos Light" w:cs="Calibri Light"/>
          <w:color w:val="262626" w:themeColor="text1" w:themeTint="D9"/>
          <w:sz w:val="22"/>
          <w:szCs w:val="22"/>
        </w:rPr>
        <w:t xml:space="preserve"> simulation,</w:t>
      </w:r>
      <w:r w:rsidR="000E6656">
        <w:rPr>
          <w:rFonts w:ascii="Aptos Light" w:hAnsi="Aptos Light" w:cs="Calibri Light"/>
          <w:color w:val="262626" w:themeColor="text1" w:themeTint="D9"/>
          <w:sz w:val="22"/>
          <w:szCs w:val="22"/>
        </w:rPr>
        <w:t xml:space="preserve"> how well would th</w:t>
      </w:r>
      <w:r w:rsidR="00284C26">
        <w:rPr>
          <w:rFonts w:ascii="Aptos Light" w:hAnsi="Aptos Light" w:cs="Calibri Light"/>
          <w:color w:val="262626" w:themeColor="text1" w:themeTint="D9"/>
          <w:sz w:val="22"/>
          <w:szCs w:val="22"/>
        </w:rPr>
        <w:t>is</w:t>
      </w:r>
      <w:r w:rsidR="000E6656">
        <w:rPr>
          <w:rFonts w:ascii="Aptos Light" w:hAnsi="Aptos Light" w:cs="Calibri Light"/>
          <w:color w:val="262626" w:themeColor="text1" w:themeTint="D9"/>
          <w:sz w:val="22"/>
          <w:szCs w:val="22"/>
        </w:rPr>
        <w:t xml:space="preserve"> process perform at producing wafers with an ‘Avg Thickness’ of 6650 +/- 50 and ‘Var Thickness’ &lt; 2</w:t>
      </w:r>
      <w:r w:rsidR="004E5C87">
        <w:rPr>
          <w:rFonts w:ascii="Aptos Light" w:hAnsi="Aptos Light" w:cs="Calibri Light"/>
          <w:color w:val="262626" w:themeColor="text1" w:themeTint="D9"/>
          <w:sz w:val="22"/>
          <w:szCs w:val="22"/>
        </w:rPr>
        <w:t>2</w:t>
      </w:r>
      <w:r w:rsidR="000E6656">
        <w:rPr>
          <w:rFonts w:ascii="Aptos Light" w:hAnsi="Aptos Light" w:cs="Calibri Light"/>
          <w:color w:val="262626" w:themeColor="text1" w:themeTint="D9"/>
          <w:sz w:val="22"/>
          <w:szCs w:val="22"/>
        </w:rPr>
        <w:t>0?</w:t>
      </w:r>
      <w:r w:rsidR="00284C26">
        <w:rPr>
          <w:rFonts w:ascii="Aptos Light" w:hAnsi="Aptos Light" w:cs="Calibri Light"/>
          <w:color w:val="262626" w:themeColor="text1" w:themeTint="D9"/>
          <w:sz w:val="22"/>
          <w:szCs w:val="22"/>
        </w:rPr>
        <w:t xml:space="preserve"> Comment on which response variable would perform the worst.</w:t>
      </w:r>
      <w:r w:rsidR="009E50EF">
        <w:rPr>
          <w:rFonts w:ascii="Aptos Light" w:hAnsi="Aptos Light" w:cs="Calibri Light"/>
          <w:color w:val="262626" w:themeColor="text1" w:themeTint="D9"/>
          <w:sz w:val="22"/>
          <w:szCs w:val="22"/>
        </w:rPr>
        <w:t xml:space="preserve"> Produce an estimate of the percentage of wafers that would be </w:t>
      </w:r>
      <w:r w:rsidR="00BA2D88">
        <w:rPr>
          <w:rFonts w:ascii="Aptos Light" w:hAnsi="Aptos Light" w:cs="Calibri Light"/>
          <w:color w:val="262626" w:themeColor="text1" w:themeTint="D9"/>
          <w:sz w:val="22"/>
          <w:szCs w:val="22"/>
        </w:rPr>
        <w:t>within and o</w:t>
      </w:r>
      <w:r w:rsidR="009E50EF">
        <w:rPr>
          <w:rFonts w:ascii="Aptos Light" w:hAnsi="Aptos Light" w:cs="Calibri Light"/>
          <w:color w:val="262626" w:themeColor="text1" w:themeTint="D9"/>
          <w:sz w:val="22"/>
          <w:szCs w:val="22"/>
        </w:rPr>
        <w:t xml:space="preserve">utside </w:t>
      </w:r>
      <w:r w:rsidR="00BA2D88">
        <w:rPr>
          <w:rFonts w:ascii="Aptos Light" w:hAnsi="Aptos Light" w:cs="Calibri Light"/>
          <w:color w:val="262626" w:themeColor="text1" w:themeTint="D9"/>
          <w:sz w:val="22"/>
          <w:szCs w:val="22"/>
        </w:rPr>
        <w:t xml:space="preserve">of </w:t>
      </w:r>
      <w:r w:rsidR="009E50EF">
        <w:rPr>
          <w:rFonts w:ascii="Aptos Light" w:hAnsi="Aptos Light" w:cs="Calibri Light"/>
          <w:color w:val="262626" w:themeColor="text1" w:themeTint="D9"/>
          <w:sz w:val="22"/>
          <w:szCs w:val="22"/>
        </w:rPr>
        <w:t>both sets of specifications</w:t>
      </w:r>
      <w:r w:rsidR="00BA2D88">
        <w:rPr>
          <w:rFonts w:ascii="Aptos Light" w:hAnsi="Aptos Light" w:cs="Calibri Light"/>
          <w:color w:val="262626" w:themeColor="text1" w:themeTint="D9"/>
          <w:sz w:val="22"/>
          <w:szCs w:val="22"/>
        </w:rPr>
        <w:t xml:space="preserve"> simultaneously</w:t>
      </w:r>
      <w:r w:rsidR="009E50EF">
        <w:rPr>
          <w:rFonts w:ascii="Aptos Light" w:hAnsi="Aptos Light" w:cs="Calibri Light"/>
          <w:color w:val="262626" w:themeColor="text1" w:themeTint="D9"/>
          <w:sz w:val="22"/>
          <w:szCs w:val="22"/>
        </w:rPr>
        <w:t>.</w:t>
      </w:r>
      <w:r w:rsidR="00BA2D88">
        <w:rPr>
          <w:rFonts w:ascii="Aptos Light" w:hAnsi="Aptos Light" w:cs="Calibri Light"/>
          <w:color w:val="262626" w:themeColor="text1" w:themeTint="D9"/>
          <w:sz w:val="22"/>
          <w:szCs w:val="22"/>
        </w:rPr>
        <w:t xml:space="preserve"> Comment on how well you think this process will perform overall.</w:t>
      </w:r>
    </w:p>
    <w:p w14:paraId="26A3CE95" w14:textId="64A6EC46" w:rsidR="004C556D" w:rsidRPr="00832AB9" w:rsidRDefault="009E50EF" w:rsidP="004C556D">
      <w:pPr>
        <w:spacing w:after="120"/>
        <w:ind w:right="720"/>
        <w:rPr>
          <w:rFonts w:ascii="Calibri Light" w:hAnsi="Calibri Light" w:cs="Calibri Light"/>
          <w:color w:val="262626" w:themeColor="text1" w:themeTint="D9"/>
          <w:sz w:val="22"/>
          <w:szCs w:val="22"/>
        </w:rPr>
      </w:pPr>
      <w:r w:rsidRPr="008B22A2">
        <w:rPr>
          <w:rFonts w:ascii="Aptos Light" w:hAnsi="Aptos Light" w:cs="Calibri Light"/>
          <w:noProof/>
          <w:color w:val="262626" w:themeColor="text1" w:themeTint="D9"/>
          <w:sz w:val="22"/>
          <w:szCs w:val="22"/>
        </w:rPr>
        <mc:AlternateContent>
          <mc:Choice Requires="wps">
            <w:drawing>
              <wp:anchor distT="0" distB="0" distL="114300" distR="114300" simplePos="0" relativeHeight="251823104" behindDoc="1" locked="0" layoutInCell="1" allowOverlap="1" wp14:anchorId="644DCD64" wp14:editId="731BDAA5">
                <wp:simplePos x="0" y="0"/>
                <wp:positionH relativeFrom="column">
                  <wp:posOffset>395926</wp:posOffset>
                </wp:positionH>
                <wp:positionV relativeFrom="paragraph">
                  <wp:posOffset>79748</wp:posOffset>
                </wp:positionV>
                <wp:extent cx="5297170" cy="3864990"/>
                <wp:effectExtent l="0" t="0" r="0" b="0"/>
                <wp:wrapNone/>
                <wp:docPr id="1954692898" name="Rounded Rectangle 1"/>
                <wp:cNvGraphicFramePr/>
                <a:graphic xmlns:a="http://schemas.openxmlformats.org/drawingml/2006/main">
                  <a:graphicData uri="http://schemas.microsoft.com/office/word/2010/wordprocessingShape">
                    <wps:wsp>
                      <wps:cNvSpPr/>
                      <wps:spPr>
                        <a:xfrm>
                          <a:off x="0" y="0"/>
                          <a:ext cx="5297170" cy="3864990"/>
                        </a:xfrm>
                        <a:prstGeom prst="roundRect">
                          <a:avLst>
                            <a:gd name="adj" fmla="val 2990"/>
                          </a:avLst>
                        </a:prstGeom>
                        <a:solidFill>
                          <a:schemeClr val="bg1">
                            <a:lumMod val="95000"/>
                          </a:schemeClr>
                        </a:solidFill>
                        <a:ln w="3175">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312D480" id="Rounded Rectangle 1" o:spid="_x0000_s1026" style="position:absolute;margin-left:31.2pt;margin-top:6.3pt;width:417.1pt;height:304.35pt;z-index:-251493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960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" fillcolor="#f2f2f2 [3052]" stroked="f" strokeweight=".25pt">
                <v:stroke joinstyle="miter"/>
              </v:roundrect>
            </w:pict>
          </mc:Fallback>
        </mc:AlternateContent>
      </w:r>
      <w:r w:rsidRPr="008B22A2">
        <w:rPr>
          <w:rFonts w:ascii="Aptos Light" w:hAnsi="Aptos Light" w:cs="Calibri Light"/>
          <w:noProof/>
          <w:color w:val="262626" w:themeColor="text1" w:themeTint="D9"/>
          <w:sz w:val="22"/>
          <w:szCs w:val="22"/>
        </w:rPr>
        <mc:AlternateContent>
          <mc:Choice Requires="wps">
            <w:drawing>
              <wp:anchor distT="0" distB="0" distL="114300" distR="114300" simplePos="0" relativeHeight="251824128" behindDoc="0" locked="0" layoutInCell="1" allowOverlap="1" wp14:anchorId="3D14D741" wp14:editId="597F180B">
                <wp:simplePos x="0" y="0"/>
                <wp:positionH relativeFrom="column">
                  <wp:posOffset>461913</wp:posOffset>
                </wp:positionH>
                <wp:positionV relativeFrom="paragraph">
                  <wp:posOffset>79749</wp:posOffset>
                </wp:positionV>
                <wp:extent cx="5077460" cy="3799002"/>
                <wp:effectExtent l="0" t="0" r="0" b="0"/>
                <wp:wrapNone/>
                <wp:docPr id="744666189" name="Text Box 2"/>
                <wp:cNvGraphicFramePr/>
                <a:graphic xmlns:a="http://schemas.openxmlformats.org/drawingml/2006/main">
                  <a:graphicData uri="http://schemas.microsoft.com/office/word/2010/wordprocessingShape">
                    <wps:wsp>
                      <wps:cNvSpPr txBox="1"/>
                      <wps:spPr>
                        <a:xfrm>
                          <a:off x="0" y="0"/>
                          <a:ext cx="5077460" cy="3799002"/>
                        </a:xfrm>
                        <a:prstGeom prst="rect">
                          <a:avLst/>
                        </a:prstGeom>
                        <a:noFill/>
                        <a:ln w="6350">
                          <a:noFill/>
                        </a:ln>
                      </wps:spPr>
                      <wps:txbx>
                        <w:txbxContent>
                          <w:p w14:paraId="40B28AE4" w14:textId="0EC6A5F7" w:rsidR="004C556D" w:rsidRDefault="004C556D" w:rsidP="004C556D">
                            <w:pPr>
                              <w:rPr>
                                <w:rFonts w:ascii="Aptos Light" w:hAnsi="Aptos Light" w:cs="Avenir Book"/>
                                <w:i/>
                                <w:iCs/>
                                <w:color w:val="3B3838" w:themeColor="background2" w:themeShade="40"/>
                                <w:szCs w:val="20"/>
                              </w:rPr>
                            </w:pPr>
                            <w:r w:rsidRPr="00F51D8C">
                              <w:rPr>
                                <w:rFonts w:ascii="Aptos" w:hAnsi="Aptos" w:cs="Avenir Book"/>
                                <w:i/>
                                <w:iCs/>
                                <w:color w:val="3B3838" w:themeColor="background2" w:themeShade="40"/>
                                <w:szCs w:val="20"/>
                              </w:rPr>
                              <w:t>Instructions:</w:t>
                            </w:r>
                            <w:r w:rsidRPr="00F51D8C">
                              <w:rPr>
                                <w:rFonts w:ascii="Aptos Light" w:hAnsi="Aptos Light" w:cs="Avenir Book"/>
                                <w:i/>
                                <w:iCs/>
                                <w:color w:val="3B3838" w:themeColor="background2" w:themeShade="40"/>
                                <w:szCs w:val="20"/>
                              </w:rPr>
                              <w:t xml:space="preserve"> </w:t>
                            </w:r>
                            <w:r w:rsidR="000E6656">
                              <w:rPr>
                                <w:rFonts w:ascii="Aptos Light" w:hAnsi="Aptos Light" w:cs="Avenir Book"/>
                                <w:i/>
                                <w:iCs/>
                                <w:color w:val="3B3838" w:themeColor="background2" w:themeShade="40"/>
                                <w:szCs w:val="20"/>
                              </w:rPr>
                              <w:t>Under the red triangle next to</w:t>
                            </w:r>
                            <w:r>
                              <w:rPr>
                                <w:rFonts w:ascii="Aptos Light" w:hAnsi="Aptos Light" w:cs="Avenir Book"/>
                                <w:i/>
                                <w:iCs/>
                                <w:color w:val="3B3838" w:themeColor="background2" w:themeShade="40"/>
                                <w:szCs w:val="20"/>
                              </w:rPr>
                              <w:t xml:space="preserve"> Prediction </w:t>
                            </w:r>
                            <w:r w:rsidR="000E6656">
                              <w:rPr>
                                <w:rFonts w:ascii="Aptos Light" w:hAnsi="Aptos Light" w:cs="Avenir Book"/>
                                <w:i/>
                                <w:iCs/>
                                <w:color w:val="3B3838" w:themeColor="background2" w:themeShade="40"/>
                                <w:szCs w:val="20"/>
                              </w:rPr>
                              <w:t>Profiler</w:t>
                            </w:r>
                            <w:r w:rsidR="000144A3">
                              <w:rPr>
                                <w:rFonts w:ascii="Aptos Light" w:hAnsi="Aptos Light" w:cs="Avenir Book"/>
                                <w:i/>
                                <w:iCs/>
                                <w:color w:val="3B3838" w:themeColor="background2" w:themeShade="40"/>
                                <w:szCs w:val="20"/>
                              </w:rPr>
                              <w:t xml:space="preserve"> select Simulator. Choose to keep the factor levels fixed (In other words, amount of Gas Flow, HFP, and LFP wouldn’t </w:t>
                            </w:r>
                            <w:r w:rsidR="000512B5">
                              <w:rPr>
                                <w:rFonts w:ascii="Aptos Light" w:hAnsi="Aptos Light" w:cs="Avenir Book"/>
                                <w:i/>
                                <w:iCs/>
                                <w:color w:val="3B3838" w:themeColor="background2" w:themeShade="40"/>
                                <w:szCs w:val="20"/>
                              </w:rPr>
                              <w:t>vary from</w:t>
                            </w:r>
                            <w:r w:rsidR="000144A3">
                              <w:rPr>
                                <w:rFonts w:ascii="Aptos Light" w:hAnsi="Aptos Light" w:cs="Avenir Book"/>
                                <w:i/>
                                <w:iCs/>
                                <w:color w:val="3B3838" w:themeColor="background2" w:themeShade="40"/>
                                <w:szCs w:val="20"/>
                              </w:rPr>
                              <w:t xml:space="preserve"> the chosen setting in running the process).</w:t>
                            </w:r>
                            <w:r>
                              <w:rPr>
                                <w:rFonts w:ascii="Aptos Light" w:hAnsi="Aptos Light" w:cs="Avenir Book"/>
                                <w:i/>
                                <w:iCs/>
                                <w:color w:val="3B3838" w:themeColor="background2" w:themeShade="40"/>
                                <w:szCs w:val="20"/>
                              </w:rPr>
                              <w:t xml:space="preserve"> </w:t>
                            </w:r>
                            <w:r w:rsidR="000144A3">
                              <w:rPr>
                                <w:rFonts w:ascii="Aptos Light" w:hAnsi="Aptos Light" w:cs="Avenir Book"/>
                                <w:i/>
                                <w:iCs/>
                                <w:color w:val="3B3838" w:themeColor="background2" w:themeShade="40"/>
                                <w:szCs w:val="20"/>
                              </w:rPr>
                              <w:t>Select to Add Random Noise for ‘Avg Thickness’ and ‘Var Thickness’</w:t>
                            </w:r>
                            <w:r w:rsidR="00372949">
                              <w:rPr>
                                <w:rFonts w:ascii="Aptos Light" w:hAnsi="Aptos Light" w:cs="Avenir Book"/>
                                <w:i/>
                                <w:iCs/>
                                <w:color w:val="3B3838" w:themeColor="background2" w:themeShade="40"/>
                                <w:szCs w:val="20"/>
                              </w:rPr>
                              <w:t xml:space="preserve"> (</w:t>
                            </w:r>
                            <w:r w:rsidR="000512B5">
                              <w:rPr>
                                <w:rFonts w:ascii="Aptos Light" w:hAnsi="Aptos Light" w:cs="Avenir Book"/>
                                <w:i/>
                                <w:iCs/>
                                <w:color w:val="3B3838" w:themeColor="background2" w:themeShade="40"/>
                                <w:szCs w:val="20"/>
                              </w:rPr>
                              <w:t>These are estimates of how much variation would occur in these responses that are based upon the final models created</w:t>
                            </w:r>
                            <w:r w:rsidR="00372949">
                              <w:rPr>
                                <w:rFonts w:ascii="Aptos Light" w:hAnsi="Aptos Light" w:cs="Avenir Book"/>
                                <w:i/>
                                <w:iCs/>
                                <w:color w:val="3B3838" w:themeColor="background2" w:themeShade="40"/>
                                <w:szCs w:val="20"/>
                              </w:rPr>
                              <w:t>.)</w:t>
                            </w:r>
                            <w:r w:rsidR="000512B5">
                              <w:rPr>
                                <w:rFonts w:ascii="Aptos Light" w:hAnsi="Aptos Light" w:cs="Avenir Book"/>
                                <w:i/>
                                <w:iCs/>
                                <w:color w:val="3B3838" w:themeColor="background2" w:themeShade="40"/>
                                <w:szCs w:val="20"/>
                              </w:rPr>
                              <w:t xml:space="preserve">. </w:t>
                            </w:r>
                            <w:r w:rsidR="00915703">
                              <w:rPr>
                                <w:rFonts w:ascii="Aptos Light" w:hAnsi="Aptos Light" w:cs="Avenir Book"/>
                                <w:i/>
                                <w:iCs/>
                                <w:color w:val="3B3838" w:themeColor="background2" w:themeShade="40"/>
                                <w:szCs w:val="20"/>
                              </w:rPr>
                              <w:t xml:space="preserve">Select the Simulate button. Then choose Make Table under the Simulate to Table. A new data table has been created simulating creating 10,000 wafers the chosen process settings. </w:t>
                            </w:r>
                            <w:r w:rsidR="00352709">
                              <w:rPr>
                                <w:rFonts w:ascii="Aptos Light" w:hAnsi="Aptos Light" w:cs="Avenir Book"/>
                                <w:i/>
                                <w:iCs/>
                                <w:color w:val="3B3838" w:themeColor="background2" w:themeShade="40"/>
                                <w:szCs w:val="20"/>
                              </w:rPr>
                              <w:t xml:space="preserve">Within this new data table, double click on each response column and at </w:t>
                            </w:r>
                            <w:r w:rsidR="00A15D30">
                              <w:rPr>
                                <w:rFonts w:ascii="Aptos Light" w:hAnsi="Aptos Light" w:cs="Avenir Book"/>
                                <w:i/>
                                <w:iCs/>
                                <w:color w:val="3B3838" w:themeColor="background2" w:themeShade="40"/>
                                <w:szCs w:val="20"/>
                              </w:rPr>
                              <w:t>the Specification</w:t>
                            </w:r>
                            <w:r w:rsidR="00352709">
                              <w:rPr>
                                <w:rFonts w:ascii="Aptos Light" w:hAnsi="Aptos Light" w:cs="Avenir Book"/>
                                <w:i/>
                                <w:iCs/>
                                <w:color w:val="3B3838" w:themeColor="background2" w:themeShade="40"/>
                                <w:szCs w:val="20"/>
                              </w:rPr>
                              <w:t xml:space="preserve"> Limits within the Column Properties (‘</w:t>
                            </w:r>
                            <w:r w:rsidR="00A115AC">
                              <w:rPr>
                                <w:rFonts w:ascii="Aptos Light" w:hAnsi="Aptos Light" w:cs="Avenir Book"/>
                                <w:i/>
                                <w:iCs/>
                                <w:color w:val="3B3838" w:themeColor="background2" w:themeShade="40"/>
                                <w:szCs w:val="20"/>
                              </w:rPr>
                              <w:t xml:space="preserve">Pred Formula </w:t>
                            </w:r>
                            <w:r w:rsidR="00352709">
                              <w:rPr>
                                <w:rFonts w:ascii="Aptos Light" w:hAnsi="Aptos Light" w:cs="Avenir Book"/>
                                <w:i/>
                                <w:iCs/>
                                <w:color w:val="3B3838" w:themeColor="background2" w:themeShade="40"/>
                                <w:szCs w:val="20"/>
                              </w:rPr>
                              <w:t xml:space="preserve">Avg Thickness’ </w:t>
                            </w:r>
                            <w:r w:rsidR="00A15D30">
                              <w:rPr>
                                <w:rFonts w:ascii="Aptos Light" w:hAnsi="Aptos Light" w:cs="Avenir Book"/>
                                <w:i/>
                                <w:iCs/>
                                <w:color w:val="3B3838" w:themeColor="background2" w:themeShade="40"/>
                                <w:szCs w:val="20"/>
                              </w:rPr>
                              <w:t xml:space="preserve">of Lower Spec Limit = </w:t>
                            </w:r>
                            <w:proofErr w:type="gramStart"/>
                            <w:r w:rsidR="00A15D30">
                              <w:rPr>
                                <w:rFonts w:ascii="Aptos Light" w:hAnsi="Aptos Light" w:cs="Avenir Book"/>
                                <w:i/>
                                <w:iCs/>
                                <w:color w:val="3B3838" w:themeColor="background2" w:themeShade="40"/>
                                <w:szCs w:val="20"/>
                              </w:rPr>
                              <w:t>6600 ,</w:t>
                            </w:r>
                            <w:proofErr w:type="gramEnd"/>
                            <w:r w:rsidR="00A15D30">
                              <w:rPr>
                                <w:rFonts w:ascii="Aptos Light" w:hAnsi="Aptos Light" w:cs="Avenir Book"/>
                                <w:i/>
                                <w:iCs/>
                                <w:color w:val="3B3838" w:themeColor="background2" w:themeShade="40"/>
                                <w:szCs w:val="20"/>
                              </w:rPr>
                              <w:t xml:space="preserve"> Target = </w:t>
                            </w:r>
                            <w:proofErr w:type="gramStart"/>
                            <w:r w:rsidR="00A15D30">
                              <w:rPr>
                                <w:rFonts w:ascii="Aptos Light" w:hAnsi="Aptos Light" w:cs="Avenir Book"/>
                                <w:i/>
                                <w:iCs/>
                                <w:color w:val="3B3838" w:themeColor="background2" w:themeShade="40"/>
                                <w:szCs w:val="20"/>
                              </w:rPr>
                              <w:t>6650 ,</w:t>
                            </w:r>
                            <w:proofErr w:type="gramEnd"/>
                            <w:r w:rsidR="00A15D30">
                              <w:rPr>
                                <w:rFonts w:ascii="Aptos Light" w:hAnsi="Aptos Light" w:cs="Avenir Book"/>
                                <w:i/>
                                <w:iCs/>
                                <w:color w:val="3B3838" w:themeColor="background2" w:themeShade="40"/>
                                <w:szCs w:val="20"/>
                              </w:rPr>
                              <w:t xml:space="preserve"> Upper Spec Limits = </w:t>
                            </w:r>
                            <w:proofErr w:type="gramStart"/>
                            <w:r w:rsidR="00A15D30">
                              <w:rPr>
                                <w:rFonts w:ascii="Aptos Light" w:hAnsi="Aptos Light" w:cs="Avenir Book"/>
                                <w:i/>
                                <w:iCs/>
                                <w:color w:val="3B3838" w:themeColor="background2" w:themeShade="40"/>
                                <w:szCs w:val="20"/>
                              </w:rPr>
                              <w:t>6700 ;</w:t>
                            </w:r>
                            <w:proofErr w:type="gramEnd"/>
                            <w:r w:rsidR="00352709">
                              <w:rPr>
                                <w:rFonts w:ascii="Aptos Light" w:hAnsi="Aptos Light" w:cs="Avenir Book"/>
                                <w:i/>
                                <w:iCs/>
                                <w:color w:val="3B3838" w:themeColor="background2" w:themeShade="40"/>
                                <w:szCs w:val="20"/>
                              </w:rPr>
                              <w:t xml:space="preserve"> ‘</w:t>
                            </w:r>
                            <w:r w:rsidR="00A115AC">
                              <w:rPr>
                                <w:rFonts w:ascii="Aptos Light" w:hAnsi="Aptos Light" w:cs="Avenir Book"/>
                                <w:i/>
                                <w:iCs/>
                                <w:color w:val="3B3838" w:themeColor="background2" w:themeShade="40"/>
                                <w:szCs w:val="20"/>
                              </w:rPr>
                              <w:t xml:space="preserve">Pred Formula </w:t>
                            </w:r>
                            <w:r w:rsidR="00352709">
                              <w:rPr>
                                <w:rFonts w:ascii="Aptos Light" w:hAnsi="Aptos Light" w:cs="Avenir Book"/>
                                <w:i/>
                                <w:iCs/>
                                <w:color w:val="3B3838" w:themeColor="background2" w:themeShade="40"/>
                                <w:szCs w:val="20"/>
                              </w:rPr>
                              <w:t xml:space="preserve">Var Thickness’ </w:t>
                            </w:r>
                            <w:r w:rsidR="00A115AC">
                              <w:rPr>
                                <w:rFonts w:ascii="Aptos Light" w:hAnsi="Aptos Light" w:cs="Avenir Book"/>
                                <w:i/>
                                <w:iCs/>
                                <w:color w:val="3B3838" w:themeColor="background2" w:themeShade="40"/>
                                <w:szCs w:val="20"/>
                              </w:rPr>
                              <w:t>to</w:t>
                            </w:r>
                            <w:r w:rsidR="00352709">
                              <w:rPr>
                                <w:rFonts w:ascii="Aptos Light" w:hAnsi="Aptos Light" w:cs="Avenir Book"/>
                                <w:i/>
                                <w:iCs/>
                                <w:color w:val="3B3838" w:themeColor="background2" w:themeShade="40"/>
                                <w:szCs w:val="20"/>
                              </w:rPr>
                              <w:t xml:space="preserve"> Upper Value of 2</w:t>
                            </w:r>
                            <w:r w:rsidR="004E5C87">
                              <w:rPr>
                                <w:rFonts w:ascii="Aptos Light" w:hAnsi="Aptos Light" w:cs="Avenir Book"/>
                                <w:i/>
                                <w:iCs/>
                                <w:color w:val="3B3838" w:themeColor="background2" w:themeShade="40"/>
                                <w:szCs w:val="20"/>
                              </w:rPr>
                              <w:t>2</w:t>
                            </w:r>
                            <w:r w:rsidR="00352709">
                              <w:rPr>
                                <w:rFonts w:ascii="Aptos Light" w:hAnsi="Aptos Light" w:cs="Avenir Book"/>
                                <w:i/>
                                <w:iCs/>
                                <w:color w:val="3B3838" w:themeColor="background2" w:themeShade="40"/>
                                <w:szCs w:val="20"/>
                              </w:rPr>
                              <w:t>0). For each, choose to Show as Graph Reference Lines.</w:t>
                            </w:r>
                            <w:r w:rsidR="00A15D30">
                              <w:rPr>
                                <w:rFonts w:ascii="Aptos Light" w:hAnsi="Aptos Light" w:cs="Avenir Book"/>
                                <w:i/>
                                <w:iCs/>
                                <w:color w:val="3B3838" w:themeColor="background2" w:themeShade="40"/>
                                <w:szCs w:val="20"/>
                              </w:rPr>
                              <w:t xml:space="preserve"> </w:t>
                            </w:r>
                            <w:r w:rsidR="00284C26">
                              <w:rPr>
                                <w:rFonts w:ascii="Aptos Light" w:hAnsi="Aptos Light" w:cs="Avenir Book"/>
                                <w:i/>
                                <w:iCs/>
                                <w:color w:val="3B3838" w:themeColor="background2" w:themeShade="40"/>
                                <w:szCs w:val="20"/>
                              </w:rPr>
                              <w:t>Select to r</w:t>
                            </w:r>
                            <w:r w:rsidR="00A15D30">
                              <w:rPr>
                                <w:rFonts w:ascii="Aptos Light" w:hAnsi="Aptos Light" w:cs="Avenir Book"/>
                                <w:i/>
                                <w:iCs/>
                                <w:color w:val="3B3838" w:themeColor="background2" w:themeShade="40"/>
                                <w:szCs w:val="20"/>
                              </w:rPr>
                              <w:t>un the Distribution script</w:t>
                            </w:r>
                            <w:r w:rsidR="00284C26">
                              <w:rPr>
                                <w:rFonts w:ascii="Aptos Light" w:hAnsi="Aptos Light" w:cs="Avenir Book"/>
                                <w:i/>
                                <w:iCs/>
                                <w:color w:val="3B3838" w:themeColor="background2" w:themeShade="40"/>
                                <w:szCs w:val="20"/>
                              </w:rPr>
                              <w:t xml:space="preserve"> that has been automatically created for this data table. Select to run the Scatterplot Matrix Y script.</w:t>
                            </w:r>
                            <w:r w:rsidR="009E50EF">
                              <w:rPr>
                                <w:rFonts w:ascii="Aptos Light" w:hAnsi="Aptos Light" w:cs="Avenir Book"/>
                                <w:i/>
                                <w:iCs/>
                                <w:color w:val="3B3838" w:themeColor="background2" w:themeShade="40"/>
                                <w:szCs w:val="20"/>
                              </w:rPr>
                              <w:t xml:space="preserve"> This provides a few of both responses as compared to the specifications. To create a new binary column indicating if the wafer would be within both specifications, select Cols &gt; New Column. Title it ‘Both </w:t>
                            </w:r>
                            <w:proofErr w:type="spellStart"/>
                            <w:r w:rsidR="009E50EF">
                              <w:rPr>
                                <w:rFonts w:ascii="Aptos Light" w:hAnsi="Aptos Light" w:cs="Avenir Book"/>
                                <w:i/>
                                <w:iCs/>
                                <w:color w:val="3B3838" w:themeColor="background2" w:themeShade="40"/>
                                <w:szCs w:val="20"/>
                              </w:rPr>
                              <w:t>Responses_In</w:t>
                            </w:r>
                            <w:proofErr w:type="spellEnd"/>
                            <w:r w:rsidR="009E50EF">
                              <w:rPr>
                                <w:rFonts w:ascii="Aptos Light" w:hAnsi="Aptos Light" w:cs="Avenir Book"/>
                                <w:i/>
                                <w:iCs/>
                                <w:color w:val="3B3838" w:themeColor="background2" w:themeShade="40"/>
                                <w:szCs w:val="20"/>
                              </w:rPr>
                              <w:t xml:space="preserve"> Spec’. Select Column Properties &gt; Formula, then edit formula. Create the following formula using the Conditional ‘if’ and ‘and’ </w:t>
                            </w:r>
                            <w:bookmarkStart w:id="54" w:name="OLE_LINK20"/>
                            <w:r w:rsidR="009E50EF">
                              <w:rPr>
                                <w:rFonts w:ascii="Aptos Light" w:hAnsi="Aptos Light" w:cs="Avenir Book"/>
                                <w:i/>
                                <w:iCs/>
                                <w:color w:val="3B3838" w:themeColor="background2" w:themeShade="40"/>
                                <w:szCs w:val="20"/>
                              </w:rPr>
                              <w:t>statements.</w:t>
                            </w:r>
                            <w:bookmarkEnd w:id="54"/>
                          </w:p>
                          <w:p w14:paraId="1CD7B76D" w14:textId="77777777" w:rsidR="009E50EF" w:rsidRDefault="009E50EF" w:rsidP="004C556D">
                            <w:pPr>
                              <w:rPr>
                                <w:rFonts w:ascii="Aptos Light" w:hAnsi="Aptos Light" w:cs="Avenir Book"/>
                                <w:i/>
                                <w:iCs/>
                                <w:color w:val="3B3838" w:themeColor="background2" w:themeShade="40"/>
                                <w:szCs w:val="20"/>
                              </w:rPr>
                            </w:pPr>
                          </w:p>
                          <w:p w14:paraId="1A339A39" w14:textId="77777777" w:rsidR="009E50EF" w:rsidRDefault="009E50EF" w:rsidP="004C556D">
                            <w:pPr>
                              <w:rPr>
                                <w:rFonts w:ascii="Aptos Light" w:hAnsi="Aptos Light" w:cs="Avenir Book"/>
                                <w:i/>
                                <w:iCs/>
                                <w:color w:val="3B3838" w:themeColor="background2" w:themeShade="40"/>
                                <w:szCs w:val="20"/>
                              </w:rPr>
                            </w:pPr>
                          </w:p>
                          <w:p w14:paraId="2C127748" w14:textId="52E8151C" w:rsidR="009E50EF" w:rsidRDefault="009E50EF" w:rsidP="004C556D">
                            <w:pPr>
                              <w:rPr>
                                <w:rFonts w:ascii="Aptos Light" w:hAnsi="Aptos Light" w:cs="Avenir Book"/>
                                <w:i/>
                                <w:iCs/>
                                <w:color w:val="3B3838" w:themeColor="background2" w:themeShade="40"/>
                                <w:szCs w:val="20"/>
                              </w:rPr>
                            </w:pPr>
                            <w:r>
                              <w:rPr>
                                <w:rFonts w:ascii="Aptos Light" w:hAnsi="Aptos Light" w:cs="Avenir Book"/>
                                <w:i/>
                                <w:iCs/>
                                <w:color w:val="3B3838" w:themeColor="background2" w:themeShade="40"/>
                                <w:szCs w:val="20"/>
                              </w:rPr>
                              <w:t xml:space="preserve">Choose Analyze &gt; Distribution on the ‘Both </w:t>
                            </w:r>
                            <w:proofErr w:type="spellStart"/>
                            <w:r>
                              <w:rPr>
                                <w:rFonts w:ascii="Aptos Light" w:hAnsi="Aptos Light" w:cs="Avenir Book"/>
                                <w:i/>
                                <w:iCs/>
                                <w:color w:val="3B3838" w:themeColor="background2" w:themeShade="40"/>
                                <w:szCs w:val="20"/>
                              </w:rPr>
                              <w:t>Responses_In</w:t>
                            </w:r>
                            <w:proofErr w:type="spellEnd"/>
                            <w:r>
                              <w:rPr>
                                <w:rFonts w:ascii="Aptos Light" w:hAnsi="Aptos Light" w:cs="Avenir Book"/>
                                <w:i/>
                                <w:iCs/>
                                <w:color w:val="3B3838" w:themeColor="background2" w:themeShade="40"/>
                                <w:szCs w:val="20"/>
                              </w:rPr>
                              <w:t xml:space="preserve"> Spec’ variable to see the estimates of the proportion of wafers that would be within and outside of </w:t>
                            </w:r>
                            <w:r w:rsidR="00B86AF5">
                              <w:rPr>
                                <w:rFonts w:ascii="Aptos Light" w:hAnsi="Aptos Light" w:cs="Avenir Book"/>
                                <w:i/>
                                <w:iCs/>
                                <w:color w:val="3B3838" w:themeColor="background2" w:themeShade="40"/>
                                <w:szCs w:val="20"/>
                              </w:rPr>
                              <w:t>specifications</w:t>
                            </w:r>
                            <w:r>
                              <w:rPr>
                                <w:rFonts w:ascii="Aptos Light" w:hAnsi="Aptos Light" w:cs="Avenir Book"/>
                                <w:i/>
                                <w:iCs/>
                                <w:color w:val="3B3838" w:themeColor="background2" w:themeShade="40"/>
                                <w:szCs w:val="20"/>
                              </w:rPr>
                              <w:t>.</w:t>
                            </w:r>
                          </w:p>
                          <w:p w14:paraId="757BE62D" w14:textId="77777777" w:rsidR="009E50EF" w:rsidRPr="00F51D8C" w:rsidRDefault="009E50EF" w:rsidP="004C556D">
                            <w:pPr>
                              <w:rPr>
                                <w:rFonts w:ascii="Aptos Light" w:hAnsi="Aptos Light" w:cs="Avenir Book"/>
                                <w:i/>
                                <w:iCs/>
                                <w:color w:val="3B3838" w:themeColor="background2" w:themeShade="4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D14D741" id="_x0000_s1047" type="#_x0000_t202" style="position:absolute;margin-left:36.35pt;margin-top:6.3pt;width:399.8pt;height:299.15pt;z-index:2518241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" filled="f" stroked="f" strokeweight=".5pt">
                <v:textbox>
                  <w:txbxContent>
                    <w:p w14:paraId="40B28AE4" w14:textId="0EC6A5F7" w:rsidR="004C556D" w:rsidRDefault="004C556D" w:rsidP="004C556D">
                      <w:pPr>
                        <w:rPr>
                          <w:rFonts w:ascii="Aptos Light" w:hAnsi="Aptos Light" w:cs="Avenir Book"/>
                          <w:i/>
                          <w:iCs/>
                          <w:color w:val="3B3838" w:themeColor="background2" w:themeShade="40"/>
                          <w:szCs w:val="20"/>
                        </w:rPr>
                      </w:pPr>
                      <w:r w:rsidRPr="00F51D8C">
                        <w:rPr>
                          <w:rFonts w:ascii="Aptos" w:hAnsi="Aptos" w:cs="Avenir Book"/>
                          <w:i/>
                          <w:iCs/>
                          <w:color w:val="3B3838" w:themeColor="background2" w:themeShade="40"/>
                          <w:szCs w:val="20"/>
                        </w:rPr>
                        <w:t>Instructions:</w:t>
                      </w:r>
                      <w:r w:rsidRPr="00F51D8C">
                        <w:rPr>
                          <w:rFonts w:ascii="Aptos Light" w:hAnsi="Aptos Light" w:cs="Avenir Book"/>
                          <w:i/>
                          <w:iCs/>
                          <w:color w:val="3B3838" w:themeColor="background2" w:themeShade="40"/>
                          <w:szCs w:val="20"/>
                        </w:rPr>
                        <w:t xml:space="preserve"> </w:t>
                      </w:r>
                      <w:r w:rsidR="000E6656">
                        <w:rPr>
                          <w:rFonts w:ascii="Aptos Light" w:hAnsi="Aptos Light" w:cs="Avenir Book"/>
                          <w:i/>
                          <w:iCs/>
                          <w:color w:val="3B3838" w:themeColor="background2" w:themeShade="40"/>
                          <w:szCs w:val="20"/>
                        </w:rPr>
                        <w:t>Under the red triangle next to</w:t>
                      </w:r>
                      <w:r>
                        <w:rPr>
                          <w:rFonts w:ascii="Aptos Light" w:hAnsi="Aptos Light" w:cs="Avenir Book"/>
                          <w:i/>
                          <w:iCs/>
                          <w:color w:val="3B3838" w:themeColor="background2" w:themeShade="40"/>
                          <w:szCs w:val="20"/>
                        </w:rPr>
                        <w:t xml:space="preserve"> Prediction </w:t>
                      </w:r>
                      <w:r w:rsidR="000E6656">
                        <w:rPr>
                          <w:rFonts w:ascii="Aptos Light" w:hAnsi="Aptos Light" w:cs="Avenir Book"/>
                          <w:i/>
                          <w:iCs/>
                          <w:color w:val="3B3838" w:themeColor="background2" w:themeShade="40"/>
                          <w:szCs w:val="20"/>
                        </w:rPr>
                        <w:t>Profiler</w:t>
                      </w:r>
                      <w:r w:rsidR="000144A3">
                        <w:rPr>
                          <w:rFonts w:ascii="Aptos Light" w:hAnsi="Aptos Light" w:cs="Avenir Book"/>
                          <w:i/>
                          <w:iCs/>
                          <w:color w:val="3B3838" w:themeColor="background2" w:themeShade="40"/>
                          <w:szCs w:val="20"/>
                        </w:rPr>
                        <w:t xml:space="preserve"> select Simulator. Choose to keep the factor levels fixed (In other words, amount of Gas Flow, HFP, and LFP wouldn’t </w:t>
                      </w:r>
                      <w:r w:rsidR="000512B5">
                        <w:rPr>
                          <w:rFonts w:ascii="Aptos Light" w:hAnsi="Aptos Light" w:cs="Avenir Book"/>
                          <w:i/>
                          <w:iCs/>
                          <w:color w:val="3B3838" w:themeColor="background2" w:themeShade="40"/>
                          <w:szCs w:val="20"/>
                        </w:rPr>
                        <w:t>vary from</w:t>
                      </w:r>
                      <w:r w:rsidR="000144A3">
                        <w:rPr>
                          <w:rFonts w:ascii="Aptos Light" w:hAnsi="Aptos Light" w:cs="Avenir Book"/>
                          <w:i/>
                          <w:iCs/>
                          <w:color w:val="3B3838" w:themeColor="background2" w:themeShade="40"/>
                          <w:szCs w:val="20"/>
                        </w:rPr>
                        <w:t xml:space="preserve"> the chosen setting in running the process).</w:t>
                      </w:r>
                      <w:r>
                        <w:rPr>
                          <w:rFonts w:ascii="Aptos Light" w:hAnsi="Aptos Light" w:cs="Avenir Book"/>
                          <w:i/>
                          <w:iCs/>
                          <w:color w:val="3B3838" w:themeColor="background2" w:themeShade="40"/>
                          <w:szCs w:val="20"/>
                        </w:rPr>
                        <w:t xml:space="preserve"> </w:t>
                      </w:r>
                      <w:r w:rsidR="000144A3">
                        <w:rPr>
                          <w:rFonts w:ascii="Aptos Light" w:hAnsi="Aptos Light" w:cs="Avenir Book"/>
                          <w:i/>
                          <w:iCs/>
                          <w:color w:val="3B3838" w:themeColor="background2" w:themeShade="40"/>
                          <w:szCs w:val="20"/>
                        </w:rPr>
                        <w:t>Select to Add Random Noise for ‘Avg Thickness’ and ‘Var Thickness’</w:t>
                      </w:r>
                      <w:r w:rsidR="00372949">
                        <w:rPr>
                          <w:rFonts w:ascii="Aptos Light" w:hAnsi="Aptos Light" w:cs="Avenir Book"/>
                          <w:i/>
                          <w:iCs/>
                          <w:color w:val="3B3838" w:themeColor="background2" w:themeShade="40"/>
                          <w:szCs w:val="20"/>
                        </w:rPr>
                        <w:t xml:space="preserve"> (</w:t>
                      </w:r>
                      <w:r w:rsidR="000512B5">
                        <w:rPr>
                          <w:rFonts w:ascii="Aptos Light" w:hAnsi="Aptos Light" w:cs="Avenir Book"/>
                          <w:i/>
                          <w:iCs/>
                          <w:color w:val="3B3838" w:themeColor="background2" w:themeShade="40"/>
                          <w:szCs w:val="20"/>
                        </w:rPr>
                        <w:t>These are estimates of how much variation would occur in these responses that are based upon the final models created</w:t>
                      </w:r>
                      <w:r w:rsidR="00372949">
                        <w:rPr>
                          <w:rFonts w:ascii="Aptos Light" w:hAnsi="Aptos Light" w:cs="Avenir Book"/>
                          <w:i/>
                          <w:iCs/>
                          <w:color w:val="3B3838" w:themeColor="background2" w:themeShade="40"/>
                          <w:szCs w:val="20"/>
                        </w:rPr>
                        <w:t>.)</w:t>
                      </w:r>
                      <w:r w:rsidR="000512B5">
                        <w:rPr>
                          <w:rFonts w:ascii="Aptos Light" w:hAnsi="Aptos Light" w:cs="Avenir Book"/>
                          <w:i/>
                          <w:iCs/>
                          <w:color w:val="3B3838" w:themeColor="background2" w:themeShade="40"/>
                          <w:szCs w:val="20"/>
                        </w:rPr>
                        <w:t xml:space="preserve">. </w:t>
                      </w:r>
                      <w:r w:rsidR="00915703">
                        <w:rPr>
                          <w:rFonts w:ascii="Aptos Light" w:hAnsi="Aptos Light" w:cs="Avenir Book"/>
                          <w:i/>
                          <w:iCs/>
                          <w:color w:val="3B3838" w:themeColor="background2" w:themeShade="40"/>
                          <w:szCs w:val="20"/>
                        </w:rPr>
                        <w:t xml:space="preserve">Select the Simulate button. Then choose Make Table under the Simulate to Table. A new data table has been created simulating creating 10,000 wafers the chosen process settings. </w:t>
                      </w:r>
                      <w:r w:rsidR="00352709">
                        <w:rPr>
                          <w:rFonts w:ascii="Aptos Light" w:hAnsi="Aptos Light" w:cs="Avenir Book"/>
                          <w:i/>
                          <w:iCs/>
                          <w:color w:val="3B3838" w:themeColor="background2" w:themeShade="40"/>
                          <w:szCs w:val="20"/>
                        </w:rPr>
                        <w:t xml:space="preserve">Within this new data table, double click on each response column and at </w:t>
                      </w:r>
                      <w:r w:rsidR="00A15D30">
                        <w:rPr>
                          <w:rFonts w:ascii="Aptos Light" w:hAnsi="Aptos Light" w:cs="Avenir Book"/>
                          <w:i/>
                          <w:iCs/>
                          <w:color w:val="3B3838" w:themeColor="background2" w:themeShade="40"/>
                          <w:szCs w:val="20"/>
                        </w:rPr>
                        <w:t>the Specification</w:t>
                      </w:r>
                      <w:r w:rsidR="00352709">
                        <w:rPr>
                          <w:rFonts w:ascii="Aptos Light" w:hAnsi="Aptos Light" w:cs="Avenir Book"/>
                          <w:i/>
                          <w:iCs/>
                          <w:color w:val="3B3838" w:themeColor="background2" w:themeShade="40"/>
                          <w:szCs w:val="20"/>
                        </w:rPr>
                        <w:t xml:space="preserve"> Limits within the Column Properties (‘</w:t>
                      </w:r>
                      <w:r w:rsidR="00A115AC">
                        <w:rPr>
                          <w:rFonts w:ascii="Aptos Light" w:hAnsi="Aptos Light" w:cs="Avenir Book"/>
                          <w:i/>
                          <w:iCs/>
                          <w:color w:val="3B3838" w:themeColor="background2" w:themeShade="40"/>
                          <w:szCs w:val="20"/>
                        </w:rPr>
                        <w:t xml:space="preserve">Pred Formula </w:t>
                      </w:r>
                      <w:r w:rsidR="00352709">
                        <w:rPr>
                          <w:rFonts w:ascii="Aptos Light" w:hAnsi="Aptos Light" w:cs="Avenir Book"/>
                          <w:i/>
                          <w:iCs/>
                          <w:color w:val="3B3838" w:themeColor="background2" w:themeShade="40"/>
                          <w:szCs w:val="20"/>
                        </w:rPr>
                        <w:t xml:space="preserve">Avg Thickness’ </w:t>
                      </w:r>
                      <w:r w:rsidR="00A15D30">
                        <w:rPr>
                          <w:rFonts w:ascii="Aptos Light" w:hAnsi="Aptos Light" w:cs="Avenir Book"/>
                          <w:i/>
                          <w:iCs/>
                          <w:color w:val="3B3838" w:themeColor="background2" w:themeShade="40"/>
                          <w:szCs w:val="20"/>
                        </w:rPr>
                        <w:t xml:space="preserve">of Lower Spec Limit = </w:t>
                      </w:r>
                      <w:proofErr w:type="gramStart"/>
                      <w:r w:rsidR="00A15D30">
                        <w:rPr>
                          <w:rFonts w:ascii="Aptos Light" w:hAnsi="Aptos Light" w:cs="Avenir Book"/>
                          <w:i/>
                          <w:iCs/>
                          <w:color w:val="3B3838" w:themeColor="background2" w:themeShade="40"/>
                          <w:szCs w:val="20"/>
                        </w:rPr>
                        <w:t>6600 ,</w:t>
                      </w:r>
                      <w:proofErr w:type="gramEnd"/>
                      <w:r w:rsidR="00A15D30">
                        <w:rPr>
                          <w:rFonts w:ascii="Aptos Light" w:hAnsi="Aptos Light" w:cs="Avenir Book"/>
                          <w:i/>
                          <w:iCs/>
                          <w:color w:val="3B3838" w:themeColor="background2" w:themeShade="40"/>
                          <w:szCs w:val="20"/>
                        </w:rPr>
                        <w:t xml:space="preserve"> Target = </w:t>
                      </w:r>
                      <w:proofErr w:type="gramStart"/>
                      <w:r w:rsidR="00A15D30">
                        <w:rPr>
                          <w:rFonts w:ascii="Aptos Light" w:hAnsi="Aptos Light" w:cs="Avenir Book"/>
                          <w:i/>
                          <w:iCs/>
                          <w:color w:val="3B3838" w:themeColor="background2" w:themeShade="40"/>
                          <w:szCs w:val="20"/>
                        </w:rPr>
                        <w:t>6650 ,</w:t>
                      </w:r>
                      <w:proofErr w:type="gramEnd"/>
                      <w:r w:rsidR="00A15D30">
                        <w:rPr>
                          <w:rFonts w:ascii="Aptos Light" w:hAnsi="Aptos Light" w:cs="Avenir Book"/>
                          <w:i/>
                          <w:iCs/>
                          <w:color w:val="3B3838" w:themeColor="background2" w:themeShade="40"/>
                          <w:szCs w:val="20"/>
                        </w:rPr>
                        <w:t xml:space="preserve"> Upper Spec Limits = </w:t>
                      </w:r>
                      <w:proofErr w:type="gramStart"/>
                      <w:r w:rsidR="00A15D30">
                        <w:rPr>
                          <w:rFonts w:ascii="Aptos Light" w:hAnsi="Aptos Light" w:cs="Avenir Book"/>
                          <w:i/>
                          <w:iCs/>
                          <w:color w:val="3B3838" w:themeColor="background2" w:themeShade="40"/>
                          <w:szCs w:val="20"/>
                        </w:rPr>
                        <w:t>6700 ;</w:t>
                      </w:r>
                      <w:proofErr w:type="gramEnd"/>
                      <w:r w:rsidR="00352709">
                        <w:rPr>
                          <w:rFonts w:ascii="Aptos Light" w:hAnsi="Aptos Light" w:cs="Avenir Book"/>
                          <w:i/>
                          <w:iCs/>
                          <w:color w:val="3B3838" w:themeColor="background2" w:themeShade="40"/>
                          <w:szCs w:val="20"/>
                        </w:rPr>
                        <w:t xml:space="preserve"> ‘</w:t>
                      </w:r>
                      <w:r w:rsidR="00A115AC">
                        <w:rPr>
                          <w:rFonts w:ascii="Aptos Light" w:hAnsi="Aptos Light" w:cs="Avenir Book"/>
                          <w:i/>
                          <w:iCs/>
                          <w:color w:val="3B3838" w:themeColor="background2" w:themeShade="40"/>
                          <w:szCs w:val="20"/>
                        </w:rPr>
                        <w:t xml:space="preserve">Pred Formula </w:t>
                      </w:r>
                      <w:r w:rsidR="00352709">
                        <w:rPr>
                          <w:rFonts w:ascii="Aptos Light" w:hAnsi="Aptos Light" w:cs="Avenir Book"/>
                          <w:i/>
                          <w:iCs/>
                          <w:color w:val="3B3838" w:themeColor="background2" w:themeShade="40"/>
                          <w:szCs w:val="20"/>
                        </w:rPr>
                        <w:t xml:space="preserve">Var Thickness’ </w:t>
                      </w:r>
                      <w:r w:rsidR="00A115AC">
                        <w:rPr>
                          <w:rFonts w:ascii="Aptos Light" w:hAnsi="Aptos Light" w:cs="Avenir Book"/>
                          <w:i/>
                          <w:iCs/>
                          <w:color w:val="3B3838" w:themeColor="background2" w:themeShade="40"/>
                          <w:szCs w:val="20"/>
                        </w:rPr>
                        <w:t>to</w:t>
                      </w:r>
                      <w:r w:rsidR="00352709">
                        <w:rPr>
                          <w:rFonts w:ascii="Aptos Light" w:hAnsi="Aptos Light" w:cs="Avenir Book"/>
                          <w:i/>
                          <w:iCs/>
                          <w:color w:val="3B3838" w:themeColor="background2" w:themeShade="40"/>
                          <w:szCs w:val="20"/>
                        </w:rPr>
                        <w:t xml:space="preserve"> Upper Value of 2</w:t>
                      </w:r>
                      <w:r w:rsidR="004E5C87">
                        <w:rPr>
                          <w:rFonts w:ascii="Aptos Light" w:hAnsi="Aptos Light" w:cs="Avenir Book"/>
                          <w:i/>
                          <w:iCs/>
                          <w:color w:val="3B3838" w:themeColor="background2" w:themeShade="40"/>
                          <w:szCs w:val="20"/>
                        </w:rPr>
                        <w:t>2</w:t>
                      </w:r>
                      <w:r w:rsidR="00352709">
                        <w:rPr>
                          <w:rFonts w:ascii="Aptos Light" w:hAnsi="Aptos Light" w:cs="Avenir Book"/>
                          <w:i/>
                          <w:iCs/>
                          <w:color w:val="3B3838" w:themeColor="background2" w:themeShade="40"/>
                          <w:szCs w:val="20"/>
                        </w:rPr>
                        <w:t>0). For each, choose to Show as Graph Reference Lines.</w:t>
                      </w:r>
                      <w:r w:rsidR="00A15D30">
                        <w:rPr>
                          <w:rFonts w:ascii="Aptos Light" w:hAnsi="Aptos Light" w:cs="Avenir Book"/>
                          <w:i/>
                          <w:iCs/>
                          <w:color w:val="3B3838" w:themeColor="background2" w:themeShade="40"/>
                          <w:szCs w:val="20"/>
                        </w:rPr>
                        <w:t xml:space="preserve"> </w:t>
                      </w:r>
                      <w:r w:rsidR="00284C26">
                        <w:rPr>
                          <w:rFonts w:ascii="Aptos Light" w:hAnsi="Aptos Light" w:cs="Avenir Book"/>
                          <w:i/>
                          <w:iCs/>
                          <w:color w:val="3B3838" w:themeColor="background2" w:themeShade="40"/>
                          <w:szCs w:val="20"/>
                        </w:rPr>
                        <w:t>Select to r</w:t>
                      </w:r>
                      <w:r w:rsidR="00A15D30">
                        <w:rPr>
                          <w:rFonts w:ascii="Aptos Light" w:hAnsi="Aptos Light" w:cs="Avenir Book"/>
                          <w:i/>
                          <w:iCs/>
                          <w:color w:val="3B3838" w:themeColor="background2" w:themeShade="40"/>
                          <w:szCs w:val="20"/>
                        </w:rPr>
                        <w:t>un the Distribution script</w:t>
                      </w:r>
                      <w:r w:rsidR="00284C26">
                        <w:rPr>
                          <w:rFonts w:ascii="Aptos Light" w:hAnsi="Aptos Light" w:cs="Avenir Book"/>
                          <w:i/>
                          <w:iCs/>
                          <w:color w:val="3B3838" w:themeColor="background2" w:themeShade="40"/>
                          <w:szCs w:val="20"/>
                        </w:rPr>
                        <w:t xml:space="preserve"> that has been automatically created for this data table. Select to run the Scatterplot Matrix Y script.</w:t>
                      </w:r>
                      <w:r w:rsidR="009E50EF">
                        <w:rPr>
                          <w:rFonts w:ascii="Aptos Light" w:hAnsi="Aptos Light" w:cs="Avenir Book"/>
                          <w:i/>
                          <w:iCs/>
                          <w:color w:val="3B3838" w:themeColor="background2" w:themeShade="40"/>
                          <w:szCs w:val="20"/>
                        </w:rPr>
                        <w:t xml:space="preserve"> This provides a few of both responses as compared to the specifications. To create a new binary column indicating if the wafer would be within both specifications, select Cols &gt; New Column. Title it ‘Both </w:t>
                      </w:r>
                      <w:proofErr w:type="spellStart"/>
                      <w:r w:rsidR="009E50EF">
                        <w:rPr>
                          <w:rFonts w:ascii="Aptos Light" w:hAnsi="Aptos Light" w:cs="Avenir Book"/>
                          <w:i/>
                          <w:iCs/>
                          <w:color w:val="3B3838" w:themeColor="background2" w:themeShade="40"/>
                          <w:szCs w:val="20"/>
                        </w:rPr>
                        <w:t>Responses_In</w:t>
                      </w:r>
                      <w:proofErr w:type="spellEnd"/>
                      <w:r w:rsidR="009E50EF">
                        <w:rPr>
                          <w:rFonts w:ascii="Aptos Light" w:hAnsi="Aptos Light" w:cs="Avenir Book"/>
                          <w:i/>
                          <w:iCs/>
                          <w:color w:val="3B3838" w:themeColor="background2" w:themeShade="40"/>
                          <w:szCs w:val="20"/>
                        </w:rPr>
                        <w:t xml:space="preserve"> Spec’. Select Column Properties &gt; Formula, then edit formula. Create the following formula using the Conditional ‘if’ and ‘and’ </w:t>
                      </w:r>
                      <w:bookmarkStart w:id="55" w:name="OLE_LINK20"/>
                      <w:r w:rsidR="009E50EF">
                        <w:rPr>
                          <w:rFonts w:ascii="Aptos Light" w:hAnsi="Aptos Light" w:cs="Avenir Book"/>
                          <w:i/>
                          <w:iCs/>
                          <w:color w:val="3B3838" w:themeColor="background2" w:themeShade="40"/>
                          <w:szCs w:val="20"/>
                        </w:rPr>
                        <w:t>statements.</w:t>
                      </w:r>
                      <w:bookmarkEnd w:id="55"/>
                    </w:p>
                    <w:p w14:paraId="1CD7B76D" w14:textId="77777777" w:rsidR="009E50EF" w:rsidRDefault="009E50EF" w:rsidP="004C556D">
                      <w:pPr>
                        <w:rPr>
                          <w:rFonts w:ascii="Aptos Light" w:hAnsi="Aptos Light" w:cs="Avenir Book"/>
                          <w:i/>
                          <w:iCs/>
                          <w:color w:val="3B3838" w:themeColor="background2" w:themeShade="40"/>
                          <w:szCs w:val="20"/>
                        </w:rPr>
                      </w:pPr>
                    </w:p>
                    <w:p w14:paraId="1A339A39" w14:textId="77777777" w:rsidR="009E50EF" w:rsidRDefault="009E50EF" w:rsidP="004C556D">
                      <w:pPr>
                        <w:rPr>
                          <w:rFonts w:ascii="Aptos Light" w:hAnsi="Aptos Light" w:cs="Avenir Book"/>
                          <w:i/>
                          <w:iCs/>
                          <w:color w:val="3B3838" w:themeColor="background2" w:themeShade="40"/>
                          <w:szCs w:val="20"/>
                        </w:rPr>
                      </w:pPr>
                    </w:p>
                    <w:p w14:paraId="2C127748" w14:textId="52E8151C" w:rsidR="009E50EF" w:rsidRDefault="009E50EF" w:rsidP="004C556D">
                      <w:pPr>
                        <w:rPr>
                          <w:rFonts w:ascii="Aptos Light" w:hAnsi="Aptos Light" w:cs="Avenir Book"/>
                          <w:i/>
                          <w:iCs/>
                          <w:color w:val="3B3838" w:themeColor="background2" w:themeShade="40"/>
                          <w:szCs w:val="20"/>
                        </w:rPr>
                      </w:pPr>
                      <w:r>
                        <w:rPr>
                          <w:rFonts w:ascii="Aptos Light" w:hAnsi="Aptos Light" w:cs="Avenir Book"/>
                          <w:i/>
                          <w:iCs/>
                          <w:color w:val="3B3838" w:themeColor="background2" w:themeShade="40"/>
                          <w:szCs w:val="20"/>
                        </w:rPr>
                        <w:t xml:space="preserve">Choose Analyze &gt; Distribution on the ‘Both </w:t>
                      </w:r>
                      <w:proofErr w:type="spellStart"/>
                      <w:r>
                        <w:rPr>
                          <w:rFonts w:ascii="Aptos Light" w:hAnsi="Aptos Light" w:cs="Avenir Book"/>
                          <w:i/>
                          <w:iCs/>
                          <w:color w:val="3B3838" w:themeColor="background2" w:themeShade="40"/>
                          <w:szCs w:val="20"/>
                        </w:rPr>
                        <w:t>Responses_In</w:t>
                      </w:r>
                      <w:proofErr w:type="spellEnd"/>
                      <w:r>
                        <w:rPr>
                          <w:rFonts w:ascii="Aptos Light" w:hAnsi="Aptos Light" w:cs="Avenir Book"/>
                          <w:i/>
                          <w:iCs/>
                          <w:color w:val="3B3838" w:themeColor="background2" w:themeShade="40"/>
                          <w:szCs w:val="20"/>
                        </w:rPr>
                        <w:t xml:space="preserve"> Spec’ variable to see the estimates of the proportion of wafers that would be within and outside of </w:t>
                      </w:r>
                      <w:r w:rsidR="00B86AF5">
                        <w:rPr>
                          <w:rFonts w:ascii="Aptos Light" w:hAnsi="Aptos Light" w:cs="Avenir Book"/>
                          <w:i/>
                          <w:iCs/>
                          <w:color w:val="3B3838" w:themeColor="background2" w:themeShade="40"/>
                          <w:szCs w:val="20"/>
                        </w:rPr>
                        <w:t>specifications</w:t>
                      </w:r>
                      <w:r>
                        <w:rPr>
                          <w:rFonts w:ascii="Aptos Light" w:hAnsi="Aptos Light" w:cs="Avenir Book"/>
                          <w:i/>
                          <w:iCs/>
                          <w:color w:val="3B3838" w:themeColor="background2" w:themeShade="40"/>
                          <w:szCs w:val="20"/>
                        </w:rPr>
                        <w:t>.</w:t>
                      </w:r>
                    </w:p>
                    <w:p w14:paraId="757BE62D" w14:textId="77777777" w:rsidR="009E50EF" w:rsidRPr="00F51D8C" w:rsidRDefault="009E50EF" w:rsidP="004C556D">
                      <w:pPr>
                        <w:rPr>
                          <w:rFonts w:ascii="Aptos Light" w:hAnsi="Aptos Light" w:cs="Avenir Book"/>
                          <w:i/>
                          <w:iCs/>
                          <w:color w:val="3B3838" w:themeColor="background2" w:themeShade="40"/>
                          <w:szCs w:val="20"/>
                        </w:rPr>
                      </w:pPr>
                    </w:p>
                  </w:txbxContent>
                </v:textbox>
              </v:shape>
            </w:pict>
          </mc:Fallback>
        </mc:AlternateContent>
      </w:r>
      <w:r w:rsidR="004C556D" w:rsidRPr="00832AB9">
        <w:rPr>
          <w:rFonts w:ascii="Calibri Light" w:hAnsi="Calibri Light" w:cs="Calibri Light"/>
          <w:noProof/>
          <w:color w:val="262626" w:themeColor="text1" w:themeTint="D9"/>
          <w:sz w:val="22"/>
          <w:szCs w:val="22"/>
        </w:rPr>
        <w:br/>
      </w:r>
    </w:p>
    <w:p w14:paraId="7538FF05" w14:textId="42E74B16" w:rsidR="004C556D" w:rsidRDefault="004C556D" w:rsidP="004C556D">
      <w:pPr>
        <w:pStyle w:val="ListParagraph"/>
        <w:spacing w:after="120"/>
        <w:ind w:right="720"/>
        <w:contextualSpacing w:val="0"/>
        <w:rPr>
          <w:rFonts w:ascii="Calibri Light" w:hAnsi="Calibri Light" w:cs="Calibri Light"/>
          <w:color w:val="262626" w:themeColor="text1" w:themeTint="D9"/>
          <w:sz w:val="22"/>
          <w:szCs w:val="22"/>
        </w:rPr>
      </w:pPr>
      <w:r w:rsidRPr="00E84BA3">
        <w:rPr>
          <w:rFonts w:ascii="Calibri Light" w:hAnsi="Calibri Light" w:cs="Calibri Light"/>
          <w:color w:val="3B3838" w:themeColor="background2" w:themeShade="40"/>
          <w:sz w:val="20"/>
          <w:szCs w:val="20"/>
        </w:rPr>
        <w:t xml:space="preserve"> </w:t>
      </w:r>
      <w:r w:rsidRPr="00E84BA3">
        <w:rPr>
          <w:rFonts w:ascii="Calibri Light" w:hAnsi="Calibri Light" w:cs="Calibri Light"/>
          <w:color w:val="262626" w:themeColor="text1" w:themeTint="D9"/>
          <w:sz w:val="20"/>
          <w:szCs w:val="20"/>
        </w:rPr>
        <w:br/>
      </w:r>
    </w:p>
    <w:p w14:paraId="269C5B4E" w14:textId="75CC340C" w:rsidR="004C556D" w:rsidRDefault="004C556D" w:rsidP="004C556D">
      <w:pPr>
        <w:pStyle w:val="ListParagraph"/>
        <w:spacing w:after="120"/>
        <w:ind w:right="720"/>
        <w:contextualSpacing w:val="0"/>
        <w:rPr>
          <w:rFonts w:ascii="Calibri Light" w:hAnsi="Calibri Light" w:cs="Calibri Light"/>
          <w:color w:val="262626" w:themeColor="text1" w:themeTint="D9"/>
          <w:sz w:val="22"/>
          <w:szCs w:val="22"/>
        </w:rPr>
      </w:pPr>
    </w:p>
    <w:p w14:paraId="576775CF" w14:textId="77777777" w:rsidR="004C556D" w:rsidRDefault="004C556D" w:rsidP="004C556D">
      <w:pPr>
        <w:pStyle w:val="ListParagraph"/>
        <w:spacing w:after="120"/>
        <w:ind w:right="720"/>
        <w:contextualSpacing w:val="0"/>
        <w:rPr>
          <w:rFonts w:ascii="Calibri Light" w:hAnsi="Calibri Light" w:cs="Calibri Light"/>
          <w:color w:val="262626" w:themeColor="text1" w:themeTint="D9"/>
          <w:sz w:val="22"/>
          <w:szCs w:val="22"/>
        </w:rPr>
      </w:pPr>
    </w:p>
    <w:p w14:paraId="371F6210" w14:textId="77777777" w:rsidR="004C556D" w:rsidRDefault="004C556D" w:rsidP="004C556D">
      <w:pPr>
        <w:pStyle w:val="ListParagraph"/>
        <w:spacing w:after="120"/>
        <w:ind w:right="720"/>
        <w:contextualSpacing w:val="0"/>
        <w:rPr>
          <w:rFonts w:ascii="Calibri Light" w:hAnsi="Calibri Light" w:cs="Calibri Light"/>
          <w:color w:val="262626" w:themeColor="text1" w:themeTint="D9"/>
          <w:sz w:val="22"/>
          <w:szCs w:val="22"/>
        </w:rPr>
      </w:pPr>
    </w:p>
    <w:p w14:paraId="4A01CDD0" w14:textId="77777777" w:rsidR="004C556D" w:rsidRPr="00E84BA3" w:rsidRDefault="004C556D" w:rsidP="004C556D">
      <w:pPr>
        <w:pStyle w:val="ListParagraph"/>
        <w:spacing w:after="120"/>
        <w:ind w:right="720"/>
        <w:contextualSpacing w:val="0"/>
        <w:rPr>
          <w:rFonts w:ascii="Calibri Light" w:hAnsi="Calibri Light" w:cs="Calibri Light"/>
          <w:color w:val="262626" w:themeColor="text1" w:themeTint="D9"/>
          <w:sz w:val="22"/>
          <w:szCs w:val="22"/>
        </w:rPr>
      </w:pPr>
    </w:p>
    <w:p w14:paraId="424181C6" w14:textId="77777777" w:rsidR="004C556D" w:rsidRPr="00E84BA3" w:rsidRDefault="004C556D" w:rsidP="004C556D">
      <w:pPr>
        <w:pStyle w:val="ListParagraph"/>
        <w:spacing w:after="120"/>
        <w:ind w:right="720"/>
        <w:contextualSpacing w:val="0"/>
        <w:rPr>
          <w:rFonts w:ascii="Calibri Light" w:hAnsi="Calibri Light" w:cs="Calibri Light"/>
          <w:color w:val="262626" w:themeColor="text1" w:themeTint="D9"/>
          <w:sz w:val="22"/>
          <w:szCs w:val="22"/>
        </w:rPr>
      </w:pPr>
    </w:p>
    <w:p w14:paraId="661C6145" w14:textId="77777777" w:rsidR="004C556D" w:rsidRPr="00E84BA3" w:rsidRDefault="004C556D" w:rsidP="004C556D">
      <w:pPr>
        <w:pStyle w:val="ListParagraph"/>
        <w:spacing w:after="120"/>
        <w:ind w:right="720"/>
        <w:contextualSpacing w:val="0"/>
        <w:rPr>
          <w:rFonts w:ascii="Calibri Light" w:hAnsi="Calibri Light" w:cs="Calibri Light"/>
          <w:color w:val="262626" w:themeColor="text1" w:themeTint="D9"/>
          <w:sz w:val="22"/>
          <w:szCs w:val="22"/>
        </w:rPr>
      </w:pPr>
    </w:p>
    <w:p w14:paraId="69CC73D3" w14:textId="77777777" w:rsidR="004C556D" w:rsidRPr="00E84BA3" w:rsidRDefault="004C556D" w:rsidP="004C556D">
      <w:pPr>
        <w:spacing w:after="120"/>
        <w:ind w:right="720"/>
        <w:rPr>
          <w:rFonts w:ascii="Calibri Light" w:hAnsi="Calibri Light" w:cs="Calibri Light"/>
          <w:color w:val="262626" w:themeColor="text1" w:themeTint="D9"/>
          <w:sz w:val="22"/>
          <w:szCs w:val="22"/>
        </w:rPr>
      </w:pPr>
    </w:p>
    <w:p w14:paraId="638444BC" w14:textId="119F6456" w:rsidR="004C556D" w:rsidRDefault="009E50EF" w:rsidP="004C556D">
      <w:pPr>
        <w:spacing w:before="0" w:after="0"/>
        <w:rPr>
          <w:rFonts w:ascii="Calibri Light" w:hAnsi="Calibri Light" w:cs="Calibri Light"/>
          <w:color w:val="262626" w:themeColor="text1" w:themeTint="D9"/>
          <w:sz w:val="22"/>
          <w:szCs w:val="22"/>
        </w:rPr>
      </w:pPr>
      <w:r>
        <w:rPr>
          <w:rFonts w:ascii="Calibri Light" w:hAnsi="Calibri Light" w:cs="Calibri Light"/>
          <w:noProof/>
          <w:color w:val="262626" w:themeColor="text1" w:themeTint="D9"/>
          <w:sz w:val="22"/>
          <w:szCs w:val="22"/>
        </w:rPr>
        <w:drawing>
          <wp:anchor distT="0" distB="0" distL="114300" distR="114300" simplePos="0" relativeHeight="251825152" behindDoc="0" locked="0" layoutInCell="1" allowOverlap="1" wp14:anchorId="72084814" wp14:editId="3AA427E9">
            <wp:simplePos x="0" y="0"/>
            <wp:positionH relativeFrom="column">
              <wp:posOffset>659480</wp:posOffset>
            </wp:positionH>
            <wp:positionV relativeFrom="paragraph">
              <wp:posOffset>274955</wp:posOffset>
            </wp:positionV>
            <wp:extent cx="4720834" cy="405765"/>
            <wp:effectExtent l="0" t="0" r="3810" b="635"/>
            <wp:wrapNone/>
            <wp:docPr id="639114449"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9114449" name="Picture 27"/>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720834" cy="405765"/>
                    </a:xfrm>
                    <a:prstGeom prst="rect">
                      <a:avLst/>
                    </a:prstGeom>
                  </pic:spPr>
                </pic:pic>
              </a:graphicData>
            </a:graphic>
            <wp14:sizeRelH relativeFrom="page">
              <wp14:pctWidth>0</wp14:pctWidth>
            </wp14:sizeRelH>
            <wp14:sizeRelV relativeFrom="page">
              <wp14:pctHeight>0</wp14:pctHeight>
            </wp14:sizeRelV>
          </wp:anchor>
        </w:drawing>
      </w:r>
      <w:r w:rsidR="004C556D">
        <w:rPr>
          <w:rFonts w:ascii="Calibri Light" w:hAnsi="Calibri Light" w:cs="Calibri Light"/>
          <w:color w:val="262626" w:themeColor="text1" w:themeTint="D9"/>
          <w:sz w:val="22"/>
          <w:szCs w:val="22"/>
        </w:rPr>
        <w:br w:type="page"/>
      </w:r>
    </w:p>
    <w:p w14:paraId="6C7D1220" w14:textId="3B323EC8" w:rsidR="004C556D" w:rsidRDefault="004C556D" w:rsidP="00376C61">
      <w:pPr>
        <w:pStyle w:val="ListParagraph"/>
        <w:spacing w:after="120"/>
        <w:ind w:right="720"/>
        <w:contextualSpacing w:val="0"/>
        <w:rPr>
          <w:rFonts w:ascii="Calibri Light" w:hAnsi="Calibri Light" w:cs="Calibri Light"/>
          <w:color w:val="262626" w:themeColor="text1" w:themeTint="D9"/>
          <w:sz w:val="22"/>
          <w:szCs w:val="22"/>
        </w:rPr>
      </w:pPr>
    </w:p>
    <w:p w14:paraId="5F28D0E8" w14:textId="7CC1D503" w:rsidR="00BA2D88" w:rsidRPr="008B22A2" w:rsidRDefault="00BA2D88" w:rsidP="00BA2D88">
      <w:pPr>
        <w:pStyle w:val="ListParagraph"/>
        <w:numPr>
          <w:ilvl w:val="0"/>
          <w:numId w:val="34"/>
        </w:numPr>
        <w:spacing w:after="120"/>
        <w:ind w:left="360" w:right="720"/>
        <w:contextualSpacing w:val="0"/>
        <w:rPr>
          <w:rFonts w:ascii="Aptos Light" w:hAnsi="Aptos Light" w:cs="Calibri Light"/>
          <w:color w:val="262626" w:themeColor="text1" w:themeTint="D9"/>
          <w:sz w:val="22"/>
          <w:szCs w:val="22"/>
        </w:rPr>
      </w:pPr>
      <w:r>
        <w:rPr>
          <w:rFonts w:ascii="Aptos Light" w:hAnsi="Aptos Light" w:cs="Calibri Light"/>
          <w:color w:val="262626" w:themeColor="text1" w:themeTint="D9"/>
          <w:sz w:val="22"/>
          <w:szCs w:val="22"/>
        </w:rPr>
        <w:t>What are some idea</w:t>
      </w:r>
      <w:r w:rsidR="00CB2E4D">
        <w:rPr>
          <w:rFonts w:ascii="Aptos Light" w:hAnsi="Aptos Light" w:cs="Calibri Light"/>
          <w:color w:val="262626" w:themeColor="text1" w:themeTint="D9"/>
          <w:sz w:val="22"/>
          <w:szCs w:val="22"/>
        </w:rPr>
        <w:t>s</w:t>
      </w:r>
      <w:r>
        <w:rPr>
          <w:rFonts w:ascii="Aptos Light" w:hAnsi="Aptos Light" w:cs="Calibri Light"/>
          <w:color w:val="262626" w:themeColor="text1" w:themeTint="D9"/>
          <w:sz w:val="22"/>
          <w:szCs w:val="22"/>
        </w:rPr>
        <w:t xml:space="preserve"> you have for next steps </w:t>
      </w:r>
      <w:r w:rsidR="00CB2E4D">
        <w:rPr>
          <w:rFonts w:ascii="Aptos Light" w:hAnsi="Aptos Light" w:cs="Calibri Light"/>
          <w:color w:val="262626" w:themeColor="text1" w:themeTint="D9"/>
          <w:sz w:val="22"/>
          <w:szCs w:val="22"/>
        </w:rPr>
        <w:t xml:space="preserve">the engineering team could take </w:t>
      </w:r>
      <w:r>
        <w:rPr>
          <w:rFonts w:ascii="Aptos Light" w:hAnsi="Aptos Light" w:cs="Calibri Light"/>
          <w:color w:val="262626" w:themeColor="text1" w:themeTint="D9"/>
          <w:sz w:val="22"/>
          <w:szCs w:val="22"/>
        </w:rPr>
        <w:t>that would work towards improving the performance of this process?</w:t>
      </w:r>
    </w:p>
    <w:p w14:paraId="75EEA47A" w14:textId="77777777" w:rsidR="00BA2D88" w:rsidRPr="00E84BA3" w:rsidRDefault="00BA2D88" w:rsidP="00376C61">
      <w:pPr>
        <w:pStyle w:val="ListParagraph"/>
        <w:spacing w:after="120"/>
        <w:ind w:right="720"/>
        <w:contextualSpacing w:val="0"/>
        <w:rPr>
          <w:rFonts w:ascii="Calibri Light" w:hAnsi="Calibri Light" w:cs="Calibri Light"/>
          <w:color w:val="262626" w:themeColor="text1" w:themeTint="D9"/>
          <w:sz w:val="22"/>
          <w:szCs w:val="22"/>
        </w:rPr>
      </w:pPr>
    </w:p>
    <w:p w14:paraId="193B2400" w14:textId="77777777" w:rsidR="00376C61" w:rsidRPr="00E84BA3" w:rsidRDefault="00376C61" w:rsidP="00376C61">
      <w:pPr>
        <w:pStyle w:val="ListParagraph"/>
        <w:spacing w:after="120"/>
        <w:ind w:right="720"/>
        <w:contextualSpacing w:val="0"/>
        <w:rPr>
          <w:rFonts w:ascii="Calibri Light" w:hAnsi="Calibri Light" w:cs="Calibri Light"/>
          <w:color w:val="262626" w:themeColor="text1" w:themeTint="D9"/>
          <w:sz w:val="22"/>
          <w:szCs w:val="22"/>
        </w:rPr>
      </w:pPr>
    </w:p>
    <w:p w14:paraId="2B362728" w14:textId="77777777" w:rsidR="00376C61" w:rsidRPr="00E84BA3" w:rsidRDefault="00376C61" w:rsidP="00E35717">
      <w:pPr>
        <w:pStyle w:val="ListParagraph"/>
        <w:spacing w:after="120"/>
        <w:ind w:right="720"/>
        <w:contextualSpacing w:val="0"/>
        <w:rPr>
          <w:rFonts w:ascii="Calibri Light" w:hAnsi="Calibri Light" w:cs="Calibri Light"/>
          <w:color w:val="262626" w:themeColor="text1" w:themeTint="D9"/>
          <w:sz w:val="22"/>
          <w:szCs w:val="22"/>
        </w:rPr>
      </w:pPr>
    </w:p>
    <w:p w14:paraId="2EA34FA4" w14:textId="62AB5F83" w:rsidR="00E35717" w:rsidRPr="00E84BA3" w:rsidRDefault="00E35717" w:rsidP="00E35717">
      <w:pPr>
        <w:spacing w:after="120"/>
        <w:ind w:right="720"/>
        <w:rPr>
          <w:rFonts w:ascii="Calibri Light" w:hAnsi="Calibri Light" w:cs="Calibri Light"/>
          <w:color w:val="262626" w:themeColor="text1" w:themeTint="D9"/>
          <w:sz w:val="22"/>
          <w:szCs w:val="22"/>
        </w:rPr>
      </w:pPr>
    </w:p>
    <w:bookmarkEnd w:id="26"/>
    <w:bookmarkEnd w:id="27"/>
    <w:bookmarkEnd w:id="28"/>
    <w:bookmarkEnd w:id="29"/>
    <w:bookmarkEnd w:id="30"/>
    <w:bookmarkEnd w:id="31"/>
    <w:bookmarkEnd w:id="32"/>
    <w:bookmarkEnd w:id="35"/>
    <w:bookmarkEnd w:id="36"/>
    <w:p w14:paraId="549ED741" w14:textId="4073AB70" w:rsidR="001F2DCF" w:rsidRPr="00BA2D88" w:rsidRDefault="001F2DCF" w:rsidP="00BA2D88">
      <w:pPr>
        <w:spacing w:before="0" w:after="0"/>
        <w:rPr>
          <w:rFonts w:ascii="Aptos Light" w:hAnsi="Aptos Light" w:cs="Calibri Light"/>
          <w:color w:val="262626" w:themeColor="text1" w:themeTint="D9"/>
          <w:sz w:val="22"/>
          <w:szCs w:val="22"/>
        </w:rPr>
      </w:pPr>
    </w:p>
    <w:sectPr w:rsidR="001F2DCF" w:rsidRPr="00BA2D88" w:rsidSect="00EE447A">
      <w:headerReference w:type="default" r:id="rId13"/>
      <w:footerReference w:type="even" r:id="rId14"/>
      <w:footerReference w:type="default" r:id="rId15"/>
      <w:footerReference w:type="first" r:id="rId16"/>
      <w:pgSz w:w="12240" w:h="15840" w:code="1"/>
      <w:pgMar w:top="1316" w:right="1440" w:bottom="1438" w:left="1440" w:header="720" w:footer="74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5F3D2F" w14:textId="77777777" w:rsidR="007E5073" w:rsidRDefault="007E5073">
      <w:r>
        <w:separator/>
      </w:r>
    </w:p>
  </w:endnote>
  <w:endnote w:type="continuationSeparator" w:id="0">
    <w:p w14:paraId="7BCCF5CD" w14:textId="77777777" w:rsidR="007E5073" w:rsidRDefault="007E50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venir Book">
    <w:panose1 w:val="02000503020000020003"/>
    <w:charset w:val="00"/>
    <w:family w:val="auto"/>
    <w:pitch w:val="variable"/>
    <w:sig w:usb0="800000AF" w:usb1="5000204A" w:usb2="00000000" w:usb3="00000000" w:csb0="0000009B" w:csb1="00000000"/>
  </w:font>
  <w:font w:name="Aptos Light">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 w:name="Albertus Extra Bold">
    <w:altName w:val="Candara"/>
    <w:panose1 w:val="020B0604020202020204"/>
    <w:charset w:val="00"/>
    <w:family w:val="swiss"/>
    <w:pitch w:val="variable"/>
    <w:sig w:usb0="00000001"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Light (Headings)">
    <w:altName w:val="Calibri Light"/>
    <w:panose1 w:val="020B0604020202020204"/>
    <w:charset w:val="00"/>
    <w:family w:val="roman"/>
    <w:pitch w:val="default"/>
  </w:font>
  <w:font w:name="Arial Black">
    <w:panose1 w:val="020B0A04020102020204"/>
    <w:charset w:val="00"/>
    <w:family w:val="swiss"/>
    <w:pitch w:val="variable"/>
    <w:sig w:usb0="A00002AF" w:usb1="400078FB" w:usb2="00000000" w:usb3="00000000" w:csb0="0000009F" w:csb1="00000000"/>
  </w:font>
  <w:font w:name="Avenir Next W1G">
    <w:altName w:val="Calibri"/>
    <w:panose1 w:val="020B0503020202020204"/>
    <w:charset w:val="00"/>
    <w:family w:val="swiss"/>
    <w:pitch w:val="variable"/>
    <w:sig w:usb0="800002AF" w:usb1="5000204A"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venir Heavy">
    <w:panose1 w:val="020B0703020203020204"/>
    <w:charset w:val="4D"/>
    <w:family w:val="swiss"/>
    <w:pitch w:val="variable"/>
    <w:sig w:usb0="800000AF" w:usb1="5000204A" w:usb2="00000000" w:usb3="00000000" w:csb0="0000009B" w:csb1="00000000"/>
  </w:font>
  <w:font w:name="Aptos SemiBold">
    <w:panose1 w:val="020B0004020202020204"/>
    <w:charset w:val="00"/>
    <w:family w:val="swiss"/>
    <w:pitch w:val="variable"/>
    <w:sig w:usb0="20000287" w:usb1="00000003" w:usb2="00000000" w:usb3="00000000" w:csb0="0000019F" w:csb1="00000000"/>
  </w:font>
  <w:font w:name="Avenir">
    <w:panose1 w:val="02000503020000020003"/>
    <w:charset w:val="4D"/>
    <w:family w:val="swiss"/>
    <w:pitch w:val="variable"/>
    <w:sig w:usb0="800000AF" w:usb1="5000204A" w:usb2="00000000" w:usb3="00000000" w:csb0="0000009B" w:csb1="00000000"/>
  </w:font>
  <w:font w:name="Calibri">
    <w:panose1 w:val="020F0502020204030204"/>
    <w:charset w:val="00"/>
    <w:family w:val="swiss"/>
    <w:pitch w:val="variable"/>
    <w:sig w:usb0="E0002AFF" w:usb1="C0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Sarabun Light">
    <w:panose1 w:val="00000400000000000000"/>
    <w:charset w:val="DE"/>
    <w:family w:val="auto"/>
    <w:pitch w:val="variable"/>
    <w:sig w:usb0="21000007" w:usb1="00000001" w:usb2="00000000" w:usb3="00000000" w:csb0="00010193" w:csb1="00000000"/>
  </w:font>
  <w:font w:name="AVENIR OBLIQUE">
    <w:panose1 w:val="020B0503020203090204"/>
    <w:charset w:val="4D"/>
    <w:family w:val="swiss"/>
    <w:pitch w:val="variable"/>
    <w:sig w:usb0="800000A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76ACFA" w14:textId="77777777" w:rsidR="00301E09" w:rsidRDefault="00301E09" w:rsidP="00393296">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5D6CADD" w14:textId="77777777" w:rsidR="00301E09" w:rsidRDefault="00301E09" w:rsidP="00B379C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405379956"/>
      <w:docPartObj>
        <w:docPartGallery w:val="Page Numbers (Bottom of Page)"/>
        <w:docPartUnique/>
      </w:docPartObj>
    </w:sdtPr>
    <w:sdtContent>
      <w:p w14:paraId="50C6526F" w14:textId="4D60C1E3" w:rsidR="00393296" w:rsidRDefault="00393296" w:rsidP="00745B6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39111531" w14:textId="265FEC0D" w:rsidR="00301E09" w:rsidRPr="006E5E32" w:rsidRDefault="00CD1CC3" w:rsidP="00B379C5">
    <w:pPr>
      <w:ind w:right="360"/>
      <w:rPr>
        <w:color w:val="0F243E"/>
        <w:sz w:val="26"/>
        <w:szCs w:val="26"/>
      </w:rPr>
    </w:pPr>
    <w:r>
      <w:rPr>
        <w:noProof/>
      </w:rPr>
      <w:drawing>
        <wp:anchor distT="0" distB="0" distL="114300" distR="114300" simplePos="0" relativeHeight="251659264" behindDoc="1" locked="0" layoutInCell="1" allowOverlap="1" wp14:anchorId="6D7B7628" wp14:editId="01F2991B">
          <wp:simplePos x="0" y="0"/>
          <wp:positionH relativeFrom="column">
            <wp:posOffset>4631055</wp:posOffset>
          </wp:positionH>
          <wp:positionV relativeFrom="paragraph">
            <wp:posOffset>141424</wp:posOffset>
          </wp:positionV>
          <wp:extent cx="1332987" cy="363499"/>
          <wp:effectExtent l="0" t="0" r="635" b="5080"/>
          <wp:wrapNone/>
          <wp:docPr id="1592217415" name="Picture 1592217415"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10;&#10;Description automatically generated"/>
                  <pic:cNvPicPr/>
                </pic:nvPicPr>
                <pic:blipFill>
                  <a:blip r:embed="rId1"/>
                  <a:stretch>
                    <a:fillRect/>
                  </a:stretch>
                </pic:blipFill>
                <pic:spPr>
                  <a:xfrm>
                    <a:off x="0" y="0"/>
                    <a:ext cx="1332987" cy="363499"/>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0288" behindDoc="0" locked="0" layoutInCell="1" allowOverlap="1" wp14:anchorId="4AAA24CA" wp14:editId="522A0553">
              <wp:simplePos x="0" y="0"/>
              <wp:positionH relativeFrom="column">
                <wp:posOffset>-266700</wp:posOffset>
              </wp:positionH>
              <wp:positionV relativeFrom="paragraph">
                <wp:posOffset>91440</wp:posOffset>
              </wp:positionV>
              <wp:extent cx="3048000" cy="533400"/>
              <wp:effectExtent l="0" t="0" r="0" b="0"/>
              <wp:wrapNone/>
              <wp:docPr id="2" name="Text Box 2"/>
              <wp:cNvGraphicFramePr/>
              <a:graphic xmlns:a="http://schemas.openxmlformats.org/drawingml/2006/main">
                <a:graphicData uri="http://schemas.microsoft.com/office/word/2010/wordprocessingShape">
                  <wps:wsp>
                    <wps:cNvSpPr txBox="1"/>
                    <wps:spPr>
                      <a:xfrm>
                        <a:off x="0" y="0"/>
                        <a:ext cx="3048000" cy="533400"/>
                      </a:xfrm>
                      <a:prstGeom prst="rect">
                        <a:avLst/>
                      </a:prstGeom>
                      <a:solidFill>
                        <a:schemeClr val="lt1"/>
                      </a:solidFill>
                      <a:ln w="6350">
                        <a:noFill/>
                      </a:ln>
                    </wps:spPr>
                    <wps:txbx>
                      <w:txbxContent>
                        <w:p w14:paraId="2E63424E" w14:textId="51FD3CD8" w:rsidR="00CD1CC3" w:rsidRPr="00092E26" w:rsidRDefault="00CD1CC3" w:rsidP="00CD1CC3">
                          <w:pPr>
                            <w:pStyle w:val="Footer"/>
                            <w:tabs>
                              <w:tab w:val="clear" w:pos="8640"/>
                              <w:tab w:val="center" w:pos="4946"/>
                              <w:tab w:val="right" w:pos="9360"/>
                            </w:tabs>
                            <w:rPr>
                              <w:sz w:val="18"/>
                              <w:szCs w:val="18"/>
                              <w:lang w:val="en-US"/>
                            </w:rPr>
                          </w:pPr>
                          <w:r>
                            <w:rPr>
                              <w:sz w:val="18"/>
                              <w:szCs w:val="18"/>
                              <w:lang w:val="en-US"/>
                            </w:rPr>
                            <w:t xml:space="preserve">Ver </w:t>
                          </w:r>
                          <w:r w:rsidR="000C7296">
                            <w:rPr>
                              <w:sz w:val="18"/>
                              <w:szCs w:val="18"/>
                              <w:lang w:val="en-US"/>
                            </w:rPr>
                            <w:t>July 2025</w:t>
                          </w:r>
                          <w:r>
                            <w:rPr>
                              <w:sz w:val="18"/>
                              <w:szCs w:val="18"/>
                              <w:lang w:val="en-US"/>
                            </w:rPr>
                            <w:br/>
                            <w:t>Copyright of JMP® Statistical Discovery (</w:t>
                          </w:r>
                          <w:r w:rsidR="00BA2D88">
                            <w:rPr>
                              <w:sz w:val="18"/>
                              <w:szCs w:val="18"/>
                              <w:lang w:val="en-US"/>
                            </w:rPr>
                            <w:t>202</w:t>
                          </w:r>
                          <w:r w:rsidR="000C7296">
                            <w:rPr>
                              <w:sz w:val="18"/>
                              <w:szCs w:val="18"/>
                              <w:lang w:val="en-US"/>
                            </w:rPr>
                            <w:t>5</w:t>
                          </w:r>
                          <w:r>
                            <w:rPr>
                              <w:sz w:val="18"/>
                              <w:szCs w:val="18"/>
                              <w:lang w:val="en-US"/>
                            </w:rPr>
                            <w:t>)</w:t>
                          </w:r>
                        </w:p>
                        <w:p w14:paraId="2D6C9507" w14:textId="77777777" w:rsidR="00CD1CC3" w:rsidRDefault="00CD1CC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AAA24CA" id="_x0000_t202" coordsize="21600,21600" o:spt="202" path="m,l,21600r21600,l21600,xe">
              <v:stroke joinstyle="miter"/>
              <v:path gradientshapeok="t" o:connecttype="rect"/>
            </v:shapetype>
            <v:shape id="_x0000_s1048" type="#_x0000_t202" style="position:absolute;margin-left:-21pt;margin-top:7.2pt;width:240pt;height:4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" fillcolor="white [3201]" stroked="f" strokeweight=".5pt">
              <v:textbox>
                <w:txbxContent>
                  <w:p w14:paraId="2E63424E" w14:textId="51FD3CD8" w:rsidR="00CD1CC3" w:rsidRPr="00092E26" w:rsidRDefault="00CD1CC3" w:rsidP="00CD1CC3">
                    <w:pPr>
                      <w:pStyle w:val="Footer"/>
                      <w:tabs>
                        <w:tab w:val="clear" w:pos="8640"/>
                        <w:tab w:val="center" w:pos="4946"/>
                        <w:tab w:val="right" w:pos="9360"/>
                      </w:tabs>
                      <w:rPr>
                        <w:sz w:val="18"/>
                        <w:szCs w:val="18"/>
                        <w:lang w:val="en-US"/>
                      </w:rPr>
                    </w:pPr>
                    <w:r>
                      <w:rPr>
                        <w:sz w:val="18"/>
                        <w:szCs w:val="18"/>
                        <w:lang w:val="en-US"/>
                      </w:rPr>
                      <w:t xml:space="preserve">Ver </w:t>
                    </w:r>
                    <w:r w:rsidR="000C7296">
                      <w:rPr>
                        <w:sz w:val="18"/>
                        <w:szCs w:val="18"/>
                        <w:lang w:val="en-US"/>
                      </w:rPr>
                      <w:t>July 2025</w:t>
                    </w:r>
                    <w:r>
                      <w:rPr>
                        <w:sz w:val="18"/>
                        <w:szCs w:val="18"/>
                        <w:lang w:val="en-US"/>
                      </w:rPr>
                      <w:br/>
                      <w:t>Copyright of JMP® Statistical Discovery (</w:t>
                    </w:r>
                    <w:r w:rsidR="00BA2D88">
                      <w:rPr>
                        <w:sz w:val="18"/>
                        <w:szCs w:val="18"/>
                        <w:lang w:val="en-US"/>
                      </w:rPr>
                      <w:t>202</w:t>
                    </w:r>
                    <w:r w:rsidR="000C7296">
                      <w:rPr>
                        <w:sz w:val="18"/>
                        <w:szCs w:val="18"/>
                        <w:lang w:val="en-US"/>
                      </w:rPr>
                      <w:t>5</w:t>
                    </w:r>
                    <w:r>
                      <w:rPr>
                        <w:sz w:val="18"/>
                        <w:szCs w:val="18"/>
                        <w:lang w:val="en-US"/>
                      </w:rPr>
                      <w:t>)</w:t>
                    </w:r>
                  </w:p>
                  <w:p w14:paraId="2D6C9507" w14:textId="77777777" w:rsidR="00CD1CC3" w:rsidRDefault="00CD1CC3"/>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11AD98" w14:textId="77777777" w:rsidR="00301E09" w:rsidRPr="00092E26" w:rsidRDefault="00301E09" w:rsidP="001121EA">
    <w:pPr>
      <w:pStyle w:val="Footer"/>
      <w:tabs>
        <w:tab w:val="clear" w:pos="8640"/>
        <w:tab w:val="center" w:pos="4946"/>
        <w:tab w:val="right" w:pos="9360"/>
      </w:tabs>
      <w:ind w:left="180" w:hanging="180"/>
      <w:rPr>
        <w:sz w:val="18"/>
        <w:szCs w:val="18"/>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78458A" w14:textId="77777777" w:rsidR="007E5073" w:rsidRDefault="007E5073">
      <w:r>
        <w:separator/>
      </w:r>
    </w:p>
  </w:footnote>
  <w:footnote w:type="continuationSeparator" w:id="0">
    <w:p w14:paraId="57D530A1" w14:textId="77777777" w:rsidR="007E5073" w:rsidRDefault="007E50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CE87CB" w14:textId="77777777" w:rsidR="00301E09" w:rsidRDefault="00301E09" w:rsidP="00F27BAD">
    <w:pPr>
      <w:pStyle w:val="Footer"/>
      <w:tabs>
        <w:tab w:val="clear" w:pos="4320"/>
        <w:tab w:val="clear" w:pos="8640"/>
        <w:tab w:val="left" w:pos="2340"/>
      </w:tabs>
      <w:ind w:left="180" w:right="-367" w:hanging="18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B786463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1A7B75"/>
    <w:multiLevelType w:val="hybridMultilevel"/>
    <w:tmpl w:val="F020B18C"/>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 w15:restartNumberingAfterBreak="0">
    <w:nsid w:val="052B6AB9"/>
    <w:multiLevelType w:val="hybridMultilevel"/>
    <w:tmpl w:val="327082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852240"/>
    <w:multiLevelType w:val="hybridMultilevel"/>
    <w:tmpl w:val="796C85DE"/>
    <w:lvl w:ilvl="0" w:tplc="FB3E06A0">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4" w15:restartNumberingAfterBreak="0">
    <w:nsid w:val="111F7D75"/>
    <w:multiLevelType w:val="hybridMultilevel"/>
    <w:tmpl w:val="9E6ADAB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1414080A"/>
    <w:multiLevelType w:val="hybridMultilevel"/>
    <w:tmpl w:val="49A80890"/>
    <w:lvl w:ilvl="0" w:tplc="FE6C41C4">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9E6496D"/>
    <w:multiLevelType w:val="hybridMultilevel"/>
    <w:tmpl w:val="4B6C06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Symbo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Symbol"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1F90693"/>
    <w:multiLevelType w:val="hybridMultilevel"/>
    <w:tmpl w:val="D28CBEDC"/>
    <w:lvl w:ilvl="0" w:tplc="AC803366">
      <w:start w:val="1"/>
      <w:numFmt w:val="decimal"/>
      <w:lvlText w:val="%1."/>
      <w:lvlJc w:val="left"/>
      <w:pPr>
        <w:ind w:left="720" w:hanging="360"/>
      </w:pPr>
      <w:rPr>
        <w:rFonts w:ascii="Avenir Book" w:hAnsi="Avenir Book"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4C6727D"/>
    <w:multiLevelType w:val="hybridMultilevel"/>
    <w:tmpl w:val="121885D2"/>
    <w:lvl w:ilvl="0" w:tplc="6AE8B7F6">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6A714D9"/>
    <w:multiLevelType w:val="hybridMultilevel"/>
    <w:tmpl w:val="3EB650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99874BF"/>
    <w:multiLevelType w:val="hybridMultilevel"/>
    <w:tmpl w:val="1B4A483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A025B43"/>
    <w:multiLevelType w:val="hybridMultilevel"/>
    <w:tmpl w:val="AE7E8840"/>
    <w:lvl w:ilvl="0" w:tplc="AC803366">
      <w:start w:val="1"/>
      <w:numFmt w:val="decimal"/>
      <w:lvlText w:val="%1."/>
      <w:lvlJc w:val="left"/>
      <w:pPr>
        <w:ind w:left="720" w:hanging="360"/>
      </w:pPr>
      <w:rPr>
        <w:rFonts w:ascii="Avenir Book" w:hAnsi="Avenir Book"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0C53CA9"/>
    <w:multiLevelType w:val="hybridMultilevel"/>
    <w:tmpl w:val="BC0A77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6BA309E"/>
    <w:multiLevelType w:val="hybridMultilevel"/>
    <w:tmpl w:val="C890B240"/>
    <w:lvl w:ilvl="0" w:tplc="0ABAEF0E">
      <w:start w:val="1"/>
      <w:numFmt w:val="lowerLetter"/>
      <w:lvlText w:val="%1."/>
      <w:lvlJc w:val="left"/>
      <w:pPr>
        <w:ind w:left="108" w:hanging="360"/>
      </w:pPr>
      <w:rPr>
        <w:rFonts w:hint="default"/>
      </w:rPr>
    </w:lvl>
    <w:lvl w:ilvl="1" w:tplc="04090019">
      <w:start w:val="1"/>
      <w:numFmt w:val="lowerLetter"/>
      <w:lvlText w:val="%2."/>
      <w:lvlJc w:val="left"/>
      <w:pPr>
        <w:ind w:left="828" w:hanging="360"/>
      </w:pPr>
    </w:lvl>
    <w:lvl w:ilvl="2" w:tplc="0409001B" w:tentative="1">
      <w:start w:val="1"/>
      <w:numFmt w:val="lowerRoman"/>
      <w:lvlText w:val="%3."/>
      <w:lvlJc w:val="right"/>
      <w:pPr>
        <w:ind w:left="1548" w:hanging="180"/>
      </w:pPr>
    </w:lvl>
    <w:lvl w:ilvl="3" w:tplc="0409000F" w:tentative="1">
      <w:start w:val="1"/>
      <w:numFmt w:val="decimal"/>
      <w:lvlText w:val="%4."/>
      <w:lvlJc w:val="left"/>
      <w:pPr>
        <w:ind w:left="2268" w:hanging="360"/>
      </w:pPr>
    </w:lvl>
    <w:lvl w:ilvl="4" w:tplc="04090019" w:tentative="1">
      <w:start w:val="1"/>
      <w:numFmt w:val="lowerLetter"/>
      <w:lvlText w:val="%5."/>
      <w:lvlJc w:val="left"/>
      <w:pPr>
        <w:ind w:left="2988" w:hanging="360"/>
      </w:pPr>
    </w:lvl>
    <w:lvl w:ilvl="5" w:tplc="0409001B" w:tentative="1">
      <w:start w:val="1"/>
      <w:numFmt w:val="lowerRoman"/>
      <w:lvlText w:val="%6."/>
      <w:lvlJc w:val="right"/>
      <w:pPr>
        <w:ind w:left="3708" w:hanging="180"/>
      </w:pPr>
    </w:lvl>
    <w:lvl w:ilvl="6" w:tplc="0409000F" w:tentative="1">
      <w:start w:val="1"/>
      <w:numFmt w:val="decimal"/>
      <w:lvlText w:val="%7."/>
      <w:lvlJc w:val="left"/>
      <w:pPr>
        <w:ind w:left="4428" w:hanging="360"/>
      </w:pPr>
    </w:lvl>
    <w:lvl w:ilvl="7" w:tplc="04090019" w:tentative="1">
      <w:start w:val="1"/>
      <w:numFmt w:val="lowerLetter"/>
      <w:lvlText w:val="%8."/>
      <w:lvlJc w:val="left"/>
      <w:pPr>
        <w:ind w:left="5148" w:hanging="360"/>
      </w:pPr>
    </w:lvl>
    <w:lvl w:ilvl="8" w:tplc="0409001B" w:tentative="1">
      <w:start w:val="1"/>
      <w:numFmt w:val="lowerRoman"/>
      <w:lvlText w:val="%9."/>
      <w:lvlJc w:val="right"/>
      <w:pPr>
        <w:ind w:left="5868" w:hanging="180"/>
      </w:pPr>
    </w:lvl>
  </w:abstractNum>
  <w:abstractNum w:abstractNumId="14" w15:restartNumberingAfterBreak="0">
    <w:nsid w:val="373F2094"/>
    <w:multiLevelType w:val="hybridMultilevel"/>
    <w:tmpl w:val="29980A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A5621FF"/>
    <w:multiLevelType w:val="hybridMultilevel"/>
    <w:tmpl w:val="699E5B3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B444F73"/>
    <w:multiLevelType w:val="hybridMultilevel"/>
    <w:tmpl w:val="84AE6BEA"/>
    <w:lvl w:ilvl="0" w:tplc="2E1C38C6">
      <w:numFmt w:val="bullet"/>
      <w:lvlText w:val="-"/>
      <w:lvlJc w:val="left"/>
      <w:pPr>
        <w:ind w:left="720" w:hanging="360"/>
      </w:pPr>
      <w:rPr>
        <w:rFonts w:ascii="Avenir Book" w:eastAsia="Times New Roman" w:hAnsi="Avenir Book" w:cs="Avenir Book"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C5B1CD2"/>
    <w:multiLevelType w:val="hybridMultilevel"/>
    <w:tmpl w:val="0324ED70"/>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3D4C58EE"/>
    <w:multiLevelType w:val="hybridMultilevel"/>
    <w:tmpl w:val="55506126"/>
    <w:lvl w:ilvl="0" w:tplc="F14A3122">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0E71705"/>
    <w:multiLevelType w:val="hybridMultilevel"/>
    <w:tmpl w:val="9FBEB42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455757C6"/>
    <w:multiLevelType w:val="hybridMultilevel"/>
    <w:tmpl w:val="122ECBF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5D824FC"/>
    <w:multiLevelType w:val="hybridMultilevel"/>
    <w:tmpl w:val="3490C8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7584D9D"/>
    <w:multiLevelType w:val="hybridMultilevel"/>
    <w:tmpl w:val="8F66B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FFD6448"/>
    <w:multiLevelType w:val="hybridMultilevel"/>
    <w:tmpl w:val="8D90620E"/>
    <w:lvl w:ilvl="0" w:tplc="BB0A0EA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5AEB32BB"/>
    <w:multiLevelType w:val="hybridMultilevel"/>
    <w:tmpl w:val="CF5E0732"/>
    <w:lvl w:ilvl="0" w:tplc="AC803366">
      <w:start w:val="1"/>
      <w:numFmt w:val="decimal"/>
      <w:lvlText w:val="%1."/>
      <w:lvlJc w:val="left"/>
      <w:pPr>
        <w:ind w:left="720" w:hanging="360"/>
      </w:pPr>
      <w:rPr>
        <w:rFonts w:ascii="Avenir Book" w:hAnsi="Avenir Book"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026529D"/>
    <w:multiLevelType w:val="hybridMultilevel"/>
    <w:tmpl w:val="98463280"/>
    <w:lvl w:ilvl="0" w:tplc="07D0243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63E355A5"/>
    <w:multiLevelType w:val="hybridMultilevel"/>
    <w:tmpl w:val="CC14B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3EF18A2"/>
    <w:multiLevelType w:val="hybridMultilevel"/>
    <w:tmpl w:val="DBB2E842"/>
    <w:lvl w:ilvl="0" w:tplc="C8026FCE">
      <w:start w:val="1"/>
      <w:numFmt w:val="decimal"/>
      <w:lvlText w:val="%1."/>
      <w:lvlJc w:val="left"/>
      <w:pPr>
        <w:ind w:left="720" w:hanging="360"/>
      </w:pPr>
      <w:rPr>
        <w:rFonts w:ascii="Aptos Light" w:hAnsi="Aptos Light" w:hint="default"/>
        <w:b w:val="0"/>
        <w:bCs w:val="0"/>
        <w:i w:val="0"/>
        <w:i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7D403BA"/>
    <w:multiLevelType w:val="hybridMultilevel"/>
    <w:tmpl w:val="D540966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7E802B7"/>
    <w:multiLevelType w:val="hybridMultilevel"/>
    <w:tmpl w:val="A2307C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8345A79"/>
    <w:multiLevelType w:val="hybridMultilevel"/>
    <w:tmpl w:val="36642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A9D4807"/>
    <w:multiLevelType w:val="hybridMultilevel"/>
    <w:tmpl w:val="0ABA04AA"/>
    <w:lvl w:ilvl="0" w:tplc="0409000F">
      <w:start w:val="1"/>
      <w:numFmt w:val="decimal"/>
      <w:lvlText w:val="%1."/>
      <w:lvlJc w:val="left"/>
      <w:pPr>
        <w:tabs>
          <w:tab w:val="num" w:pos="720"/>
        </w:tabs>
        <w:ind w:left="720" w:hanging="360"/>
      </w:pPr>
      <w:rPr>
        <w:rFonts w:hint="default"/>
        <w:b w:val="0"/>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6C1E79A1"/>
    <w:multiLevelType w:val="hybridMultilevel"/>
    <w:tmpl w:val="BE2E8860"/>
    <w:lvl w:ilvl="0" w:tplc="B17C7122">
      <w:numFmt w:val="bullet"/>
      <w:lvlText w:val="-"/>
      <w:lvlJc w:val="left"/>
      <w:pPr>
        <w:ind w:left="720" w:hanging="360"/>
      </w:pPr>
      <w:rPr>
        <w:rFonts w:ascii="Avenir Book" w:eastAsia="Times New Roman" w:hAnsi="Avenir Book" w:cs="Avenir Book"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E130E37"/>
    <w:multiLevelType w:val="hybridMultilevel"/>
    <w:tmpl w:val="D540966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E5919F0"/>
    <w:multiLevelType w:val="hybridMultilevel"/>
    <w:tmpl w:val="592091BC"/>
    <w:lvl w:ilvl="0" w:tplc="65445D28">
      <w:numFmt w:val="bullet"/>
      <w:lvlText w:val="-"/>
      <w:lvlJc w:val="left"/>
      <w:pPr>
        <w:ind w:left="720" w:hanging="360"/>
      </w:pPr>
      <w:rPr>
        <w:rFonts w:ascii="Avenir Book" w:eastAsia="Times New Roman" w:hAnsi="Avenir Book" w:cs="Avenir Book"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69054A1"/>
    <w:multiLevelType w:val="hybridMultilevel"/>
    <w:tmpl w:val="E47034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7A0798F"/>
    <w:multiLevelType w:val="hybridMultilevel"/>
    <w:tmpl w:val="699E5B34"/>
    <w:lvl w:ilvl="0" w:tplc="0CEC0E5E">
      <w:start w:val="1"/>
      <w:numFmt w:val="bullet"/>
      <w:lvlText w:val="O"/>
      <w:lvlJc w:val="left"/>
      <w:pPr>
        <w:tabs>
          <w:tab w:val="num" w:pos="576"/>
        </w:tabs>
        <w:ind w:left="288" w:hanging="72"/>
      </w:pPr>
      <w:rPr>
        <w:rFonts w:ascii="Arial" w:hAnsi="Arial" w:cs="Times New Roman"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8984131"/>
    <w:multiLevelType w:val="hybridMultilevel"/>
    <w:tmpl w:val="5D0033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EFF446D"/>
    <w:multiLevelType w:val="hybridMultilevel"/>
    <w:tmpl w:val="C1BCEF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52849499">
    <w:abstractNumId w:val="12"/>
  </w:num>
  <w:num w:numId="2" w16cid:durableId="1742436193">
    <w:abstractNumId w:val="21"/>
  </w:num>
  <w:num w:numId="3" w16cid:durableId="1161390000">
    <w:abstractNumId w:val="4"/>
  </w:num>
  <w:num w:numId="4" w16cid:durableId="1731272933">
    <w:abstractNumId w:val="18"/>
  </w:num>
  <w:num w:numId="5" w16cid:durableId="369455722">
    <w:abstractNumId w:val="31"/>
  </w:num>
  <w:num w:numId="6" w16cid:durableId="2020698168">
    <w:abstractNumId w:val="1"/>
  </w:num>
  <w:num w:numId="7" w16cid:durableId="1881940071">
    <w:abstractNumId w:val="2"/>
  </w:num>
  <w:num w:numId="8" w16cid:durableId="1118525377">
    <w:abstractNumId w:val="25"/>
  </w:num>
  <w:num w:numId="9" w16cid:durableId="624433449">
    <w:abstractNumId w:val="23"/>
  </w:num>
  <w:num w:numId="10" w16cid:durableId="123282674">
    <w:abstractNumId w:val="8"/>
  </w:num>
  <w:num w:numId="11" w16cid:durableId="1278677087">
    <w:abstractNumId w:val="5"/>
  </w:num>
  <w:num w:numId="12" w16cid:durableId="915362391">
    <w:abstractNumId w:val="29"/>
  </w:num>
  <w:num w:numId="13" w16cid:durableId="1616905019">
    <w:abstractNumId w:val="19"/>
  </w:num>
  <w:num w:numId="14" w16cid:durableId="1481732304">
    <w:abstractNumId w:val="36"/>
  </w:num>
  <w:num w:numId="15" w16cid:durableId="1568489132">
    <w:abstractNumId w:val="15"/>
  </w:num>
  <w:num w:numId="16" w16cid:durableId="1700205492">
    <w:abstractNumId w:val="35"/>
  </w:num>
  <w:num w:numId="17" w16cid:durableId="1164711273">
    <w:abstractNumId w:val="14"/>
  </w:num>
  <w:num w:numId="18" w16cid:durableId="2073843222">
    <w:abstractNumId w:val="3"/>
  </w:num>
  <w:num w:numId="19" w16cid:durableId="1750273383">
    <w:abstractNumId w:val="13"/>
  </w:num>
  <w:num w:numId="20" w16cid:durableId="1030642344">
    <w:abstractNumId w:val="6"/>
  </w:num>
  <w:num w:numId="21" w16cid:durableId="1509562676">
    <w:abstractNumId w:val="30"/>
  </w:num>
  <w:num w:numId="22" w16cid:durableId="1708410924">
    <w:abstractNumId w:val="20"/>
  </w:num>
  <w:num w:numId="23" w16cid:durableId="1124277624">
    <w:abstractNumId w:val="28"/>
  </w:num>
  <w:num w:numId="24" w16cid:durableId="1821264804">
    <w:abstractNumId w:val="33"/>
  </w:num>
  <w:num w:numId="25" w16cid:durableId="2066179482">
    <w:abstractNumId w:val="37"/>
  </w:num>
  <w:num w:numId="26" w16cid:durableId="1146775160">
    <w:abstractNumId w:val="0"/>
  </w:num>
  <w:num w:numId="27" w16cid:durableId="1420831237">
    <w:abstractNumId w:val="9"/>
  </w:num>
  <w:num w:numId="28" w16cid:durableId="248855414">
    <w:abstractNumId w:val="7"/>
  </w:num>
  <w:num w:numId="29" w16cid:durableId="447895555">
    <w:abstractNumId w:val="34"/>
  </w:num>
  <w:num w:numId="30" w16cid:durableId="937061622">
    <w:abstractNumId w:val="11"/>
  </w:num>
  <w:num w:numId="31" w16cid:durableId="1851724109">
    <w:abstractNumId w:val="32"/>
  </w:num>
  <w:num w:numId="32" w16cid:durableId="850414453">
    <w:abstractNumId w:val="24"/>
  </w:num>
  <w:num w:numId="33" w16cid:durableId="1111781098">
    <w:abstractNumId w:val="16"/>
  </w:num>
  <w:num w:numId="34" w16cid:durableId="1660648263">
    <w:abstractNumId w:val="27"/>
  </w:num>
  <w:num w:numId="35" w16cid:durableId="1440488361">
    <w:abstractNumId w:val="26"/>
  </w:num>
  <w:num w:numId="36" w16cid:durableId="521358214">
    <w:abstractNumId w:val="10"/>
  </w:num>
  <w:num w:numId="37" w16cid:durableId="194120209">
    <w:abstractNumId w:val="38"/>
  </w:num>
  <w:num w:numId="38" w16cid:durableId="1039620797">
    <w:abstractNumId w:val="22"/>
  </w:num>
  <w:num w:numId="39" w16cid:durableId="177674937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4"/>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noPunctuationKerning/>
  <w:characterSpacingControl w:val="doNotCompress"/>
  <w:hdrShapeDefaults>
    <o:shapedefaults v:ext="edit" spidmax="2050"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3975"/>
    <w:rsid w:val="0000647E"/>
    <w:rsid w:val="000078B7"/>
    <w:rsid w:val="00013192"/>
    <w:rsid w:val="000144A3"/>
    <w:rsid w:val="00014CF0"/>
    <w:rsid w:val="000153CF"/>
    <w:rsid w:val="00017153"/>
    <w:rsid w:val="000178F5"/>
    <w:rsid w:val="000206CC"/>
    <w:rsid w:val="000209B7"/>
    <w:rsid w:val="000221BB"/>
    <w:rsid w:val="00023171"/>
    <w:rsid w:val="0002447C"/>
    <w:rsid w:val="00031100"/>
    <w:rsid w:val="0003159D"/>
    <w:rsid w:val="00031678"/>
    <w:rsid w:val="00031CFC"/>
    <w:rsid w:val="00032826"/>
    <w:rsid w:val="00036299"/>
    <w:rsid w:val="00044476"/>
    <w:rsid w:val="00045AD7"/>
    <w:rsid w:val="000512B5"/>
    <w:rsid w:val="000528E2"/>
    <w:rsid w:val="00054348"/>
    <w:rsid w:val="000567F1"/>
    <w:rsid w:val="000578C9"/>
    <w:rsid w:val="00060602"/>
    <w:rsid w:val="000653CC"/>
    <w:rsid w:val="0006573D"/>
    <w:rsid w:val="00067B6A"/>
    <w:rsid w:val="00071392"/>
    <w:rsid w:val="000741D5"/>
    <w:rsid w:val="00076DBE"/>
    <w:rsid w:val="000849CB"/>
    <w:rsid w:val="00085B05"/>
    <w:rsid w:val="00085F00"/>
    <w:rsid w:val="00086F18"/>
    <w:rsid w:val="00092E26"/>
    <w:rsid w:val="00095D3E"/>
    <w:rsid w:val="000970B4"/>
    <w:rsid w:val="000A2C13"/>
    <w:rsid w:val="000A30DC"/>
    <w:rsid w:val="000A5A56"/>
    <w:rsid w:val="000A75DB"/>
    <w:rsid w:val="000B15BC"/>
    <w:rsid w:val="000B3112"/>
    <w:rsid w:val="000C0ABC"/>
    <w:rsid w:val="000C6B23"/>
    <w:rsid w:val="000C7296"/>
    <w:rsid w:val="000D1310"/>
    <w:rsid w:val="000D1B02"/>
    <w:rsid w:val="000D3C72"/>
    <w:rsid w:val="000D650E"/>
    <w:rsid w:val="000D6FE9"/>
    <w:rsid w:val="000E0C1A"/>
    <w:rsid w:val="000E1402"/>
    <w:rsid w:val="000E2F3D"/>
    <w:rsid w:val="000E2FDC"/>
    <w:rsid w:val="000E54B2"/>
    <w:rsid w:val="000E6492"/>
    <w:rsid w:val="000E6656"/>
    <w:rsid w:val="000E684F"/>
    <w:rsid w:val="000E7B31"/>
    <w:rsid w:val="000F1DEC"/>
    <w:rsid w:val="000F7E33"/>
    <w:rsid w:val="00101181"/>
    <w:rsid w:val="0010258B"/>
    <w:rsid w:val="00111868"/>
    <w:rsid w:val="001121EA"/>
    <w:rsid w:val="00113C17"/>
    <w:rsid w:val="001161CB"/>
    <w:rsid w:val="00116CC5"/>
    <w:rsid w:val="00117017"/>
    <w:rsid w:val="00117ABF"/>
    <w:rsid w:val="00124686"/>
    <w:rsid w:val="00130943"/>
    <w:rsid w:val="00132335"/>
    <w:rsid w:val="001325BE"/>
    <w:rsid w:val="0013690D"/>
    <w:rsid w:val="00141329"/>
    <w:rsid w:val="00146017"/>
    <w:rsid w:val="00153110"/>
    <w:rsid w:val="00153866"/>
    <w:rsid w:val="00154D5B"/>
    <w:rsid w:val="00156C71"/>
    <w:rsid w:val="00164AC5"/>
    <w:rsid w:val="00164B92"/>
    <w:rsid w:val="001667CF"/>
    <w:rsid w:val="00171741"/>
    <w:rsid w:val="00172A83"/>
    <w:rsid w:val="00176812"/>
    <w:rsid w:val="001801CB"/>
    <w:rsid w:val="0018157C"/>
    <w:rsid w:val="00184E3C"/>
    <w:rsid w:val="00185E45"/>
    <w:rsid w:val="00186271"/>
    <w:rsid w:val="0019068D"/>
    <w:rsid w:val="00192221"/>
    <w:rsid w:val="00195DAA"/>
    <w:rsid w:val="001979BB"/>
    <w:rsid w:val="001A21DD"/>
    <w:rsid w:val="001A25A5"/>
    <w:rsid w:val="001A36B8"/>
    <w:rsid w:val="001A4177"/>
    <w:rsid w:val="001A4B0A"/>
    <w:rsid w:val="001A6E5B"/>
    <w:rsid w:val="001B1639"/>
    <w:rsid w:val="001B5660"/>
    <w:rsid w:val="001B6FDD"/>
    <w:rsid w:val="001B7221"/>
    <w:rsid w:val="001C07F9"/>
    <w:rsid w:val="001C107B"/>
    <w:rsid w:val="001C120B"/>
    <w:rsid w:val="001C40EB"/>
    <w:rsid w:val="001C7812"/>
    <w:rsid w:val="001C7D2C"/>
    <w:rsid w:val="001D3D2C"/>
    <w:rsid w:val="001D40F4"/>
    <w:rsid w:val="001D5A2C"/>
    <w:rsid w:val="001E635F"/>
    <w:rsid w:val="001E716B"/>
    <w:rsid w:val="001E73A2"/>
    <w:rsid w:val="001F2DCF"/>
    <w:rsid w:val="001F4840"/>
    <w:rsid w:val="00201B0D"/>
    <w:rsid w:val="00203D6E"/>
    <w:rsid w:val="00206682"/>
    <w:rsid w:val="00207D21"/>
    <w:rsid w:val="00210C79"/>
    <w:rsid w:val="002130C9"/>
    <w:rsid w:val="00214D80"/>
    <w:rsid w:val="00216DFC"/>
    <w:rsid w:val="00233CBB"/>
    <w:rsid w:val="002341E9"/>
    <w:rsid w:val="002408C0"/>
    <w:rsid w:val="002415F2"/>
    <w:rsid w:val="00241FBE"/>
    <w:rsid w:val="00251A98"/>
    <w:rsid w:val="00254413"/>
    <w:rsid w:val="002546BF"/>
    <w:rsid w:val="0025708D"/>
    <w:rsid w:val="002618D4"/>
    <w:rsid w:val="002642D7"/>
    <w:rsid w:val="00270DF1"/>
    <w:rsid w:val="0027577A"/>
    <w:rsid w:val="0027691D"/>
    <w:rsid w:val="00277265"/>
    <w:rsid w:val="00284C26"/>
    <w:rsid w:val="00286BE8"/>
    <w:rsid w:val="002876B2"/>
    <w:rsid w:val="00291F09"/>
    <w:rsid w:val="00296966"/>
    <w:rsid w:val="00297BE9"/>
    <w:rsid w:val="002A1BA9"/>
    <w:rsid w:val="002A26D3"/>
    <w:rsid w:val="002A28AD"/>
    <w:rsid w:val="002A3EF9"/>
    <w:rsid w:val="002A5B88"/>
    <w:rsid w:val="002A746E"/>
    <w:rsid w:val="002B02F4"/>
    <w:rsid w:val="002B113A"/>
    <w:rsid w:val="002B64BF"/>
    <w:rsid w:val="002B7E29"/>
    <w:rsid w:val="002C2093"/>
    <w:rsid w:val="002C4164"/>
    <w:rsid w:val="002C6EB7"/>
    <w:rsid w:val="002C7149"/>
    <w:rsid w:val="002D0818"/>
    <w:rsid w:val="002D1FBA"/>
    <w:rsid w:val="002D28C4"/>
    <w:rsid w:val="002D2B6C"/>
    <w:rsid w:val="002D35B2"/>
    <w:rsid w:val="002D455F"/>
    <w:rsid w:val="002D5ECE"/>
    <w:rsid w:val="002E2779"/>
    <w:rsid w:val="002E5923"/>
    <w:rsid w:val="002E6A71"/>
    <w:rsid w:val="002E6ABD"/>
    <w:rsid w:val="002F07EE"/>
    <w:rsid w:val="002F0E3B"/>
    <w:rsid w:val="002F108E"/>
    <w:rsid w:val="002F77E3"/>
    <w:rsid w:val="00301E09"/>
    <w:rsid w:val="00302229"/>
    <w:rsid w:val="00303B2E"/>
    <w:rsid w:val="0031310C"/>
    <w:rsid w:val="00314D4C"/>
    <w:rsid w:val="0031600B"/>
    <w:rsid w:val="00320509"/>
    <w:rsid w:val="00321458"/>
    <w:rsid w:val="003232B5"/>
    <w:rsid w:val="00325BE2"/>
    <w:rsid w:val="00327E7E"/>
    <w:rsid w:val="00330174"/>
    <w:rsid w:val="00330DA8"/>
    <w:rsid w:val="003333CB"/>
    <w:rsid w:val="0033506F"/>
    <w:rsid w:val="00336A47"/>
    <w:rsid w:val="003412F2"/>
    <w:rsid w:val="00341AB2"/>
    <w:rsid w:val="0034348E"/>
    <w:rsid w:val="003451DD"/>
    <w:rsid w:val="00347037"/>
    <w:rsid w:val="00347274"/>
    <w:rsid w:val="0034733B"/>
    <w:rsid w:val="003474A1"/>
    <w:rsid w:val="0035069A"/>
    <w:rsid w:val="00352709"/>
    <w:rsid w:val="0035325B"/>
    <w:rsid w:val="003565A0"/>
    <w:rsid w:val="00356EF2"/>
    <w:rsid w:val="00356F86"/>
    <w:rsid w:val="00370814"/>
    <w:rsid w:val="0037131E"/>
    <w:rsid w:val="00372949"/>
    <w:rsid w:val="00374FA5"/>
    <w:rsid w:val="003752FD"/>
    <w:rsid w:val="00376B42"/>
    <w:rsid w:val="00376C61"/>
    <w:rsid w:val="00382659"/>
    <w:rsid w:val="00385A1F"/>
    <w:rsid w:val="00390FB6"/>
    <w:rsid w:val="00393296"/>
    <w:rsid w:val="00394E6D"/>
    <w:rsid w:val="003A3344"/>
    <w:rsid w:val="003A3479"/>
    <w:rsid w:val="003A3C74"/>
    <w:rsid w:val="003A5203"/>
    <w:rsid w:val="003A7E3A"/>
    <w:rsid w:val="003B43BA"/>
    <w:rsid w:val="003B4B49"/>
    <w:rsid w:val="003B733A"/>
    <w:rsid w:val="003C0995"/>
    <w:rsid w:val="003C237C"/>
    <w:rsid w:val="003C2B07"/>
    <w:rsid w:val="003C2B54"/>
    <w:rsid w:val="003C4E9F"/>
    <w:rsid w:val="003D1A44"/>
    <w:rsid w:val="003D23FB"/>
    <w:rsid w:val="003E321A"/>
    <w:rsid w:val="003E3E26"/>
    <w:rsid w:val="003E416E"/>
    <w:rsid w:val="003F07B1"/>
    <w:rsid w:val="003F1DE9"/>
    <w:rsid w:val="003F4C20"/>
    <w:rsid w:val="00400056"/>
    <w:rsid w:val="004049A8"/>
    <w:rsid w:val="00404FE2"/>
    <w:rsid w:val="0040572E"/>
    <w:rsid w:val="00411416"/>
    <w:rsid w:val="004122C6"/>
    <w:rsid w:val="004143CB"/>
    <w:rsid w:val="00416104"/>
    <w:rsid w:val="004173AD"/>
    <w:rsid w:val="00417565"/>
    <w:rsid w:val="00425054"/>
    <w:rsid w:val="00426BC7"/>
    <w:rsid w:val="00432622"/>
    <w:rsid w:val="00433536"/>
    <w:rsid w:val="004418D2"/>
    <w:rsid w:val="00442A80"/>
    <w:rsid w:val="00444910"/>
    <w:rsid w:val="00451B36"/>
    <w:rsid w:val="004531B8"/>
    <w:rsid w:val="00454E14"/>
    <w:rsid w:val="00455D3C"/>
    <w:rsid w:val="00457868"/>
    <w:rsid w:val="00463F09"/>
    <w:rsid w:val="004645F7"/>
    <w:rsid w:val="004665D0"/>
    <w:rsid w:val="004702BA"/>
    <w:rsid w:val="00472BAB"/>
    <w:rsid w:val="004735E0"/>
    <w:rsid w:val="0047395E"/>
    <w:rsid w:val="00473B9F"/>
    <w:rsid w:val="00473D8D"/>
    <w:rsid w:val="00473F00"/>
    <w:rsid w:val="00474126"/>
    <w:rsid w:val="00474757"/>
    <w:rsid w:val="00480992"/>
    <w:rsid w:val="004827AB"/>
    <w:rsid w:val="00483EBB"/>
    <w:rsid w:val="00484AD7"/>
    <w:rsid w:val="00493540"/>
    <w:rsid w:val="00497C7D"/>
    <w:rsid w:val="004A6DE9"/>
    <w:rsid w:val="004B40DF"/>
    <w:rsid w:val="004B46B8"/>
    <w:rsid w:val="004B6412"/>
    <w:rsid w:val="004B7F25"/>
    <w:rsid w:val="004C0B4B"/>
    <w:rsid w:val="004C1C18"/>
    <w:rsid w:val="004C556D"/>
    <w:rsid w:val="004D3B9F"/>
    <w:rsid w:val="004D45CB"/>
    <w:rsid w:val="004D5348"/>
    <w:rsid w:val="004D5632"/>
    <w:rsid w:val="004D59CD"/>
    <w:rsid w:val="004D7C39"/>
    <w:rsid w:val="004E22F7"/>
    <w:rsid w:val="004E5C87"/>
    <w:rsid w:val="004E6DA1"/>
    <w:rsid w:val="004F2284"/>
    <w:rsid w:val="004F27B2"/>
    <w:rsid w:val="004F3B4D"/>
    <w:rsid w:val="00502366"/>
    <w:rsid w:val="00502483"/>
    <w:rsid w:val="005108C9"/>
    <w:rsid w:val="00510D62"/>
    <w:rsid w:val="00513797"/>
    <w:rsid w:val="00513E0A"/>
    <w:rsid w:val="005162EB"/>
    <w:rsid w:val="00524FE9"/>
    <w:rsid w:val="00543EFA"/>
    <w:rsid w:val="00546FB3"/>
    <w:rsid w:val="00550CF9"/>
    <w:rsid w:val="00552A52"/>
    <w:rsid w:val="0055678E"/>
    <w:rsid w:val="00565C5F"/>
    <w:rsid w:val="00566EBC"/>
    <w:rsid w:val="005715BA"/>
    <w:rsid w:val="00573343"/>
    <w:rsid w:val="00573664"/>
    <w:rsid w:val="005752E2"/>
    <w:rsid w:val="00575F29"/>
    <w:rsid w:val="00576418"/>
    <w:rsid w:val="005779AE"/>
    <w:rsid w:val="005809D4"/>
    <w:rsid w:val="005817A2"/>
    <w:rsid w:val="00582C1D"/>
    <w:rsid w:val="00582CFC"/>
    <w:rsid w:val="0058316B"/>
    <w:rsid w:val="00585A74"/>
    <w:rsid w:val="00585EA6"/>
    <w:rsid w:val="00586C1D"/>
    <w:rsid w:val="00590C7F"/>
    <w:rsid w:val="00593AAE"/>
    <w:rsid w:val="00593F14"/>
    <w:rsid w:val="00594452"/>
    <w:rsid w:val="00594AF8"/>
    <w:rsid w:val="00594F75"/>
    <w:rsid w:val="005A2652"/>
    <w:rsid w:val="005A6A6A"/>
    <w:rsid w:val="005B29BD"/>
    <w:rsid w:val="005C2D06"/>
    <w:rsid w:val="005C3A4B"/>
    <w:rsid w:val="005C4531"/>
    <w:rsid w:val="005C4A6E"/>
    <w:rsid w:val="005D2EF6"/>
    <w:rsid w:val="005D6572"/>
    <w:rsid w:val="005E0B8E"/>
    <w:rsid w:val="005E1118"/>
    <w:rsid w:val="005E143C"/>
    <w:rsid w:val="005F1717"/>
    <w:rsid w:val="005F4AA5"/>
    <w:rsid w:val="005F5404"/>
    <w:rsid w:val="005F71E5"/>
    <w:rsid w:val="0060097A"/>
    <w:rsid w:val="00603B66"/>
    <w:rsid w:val="0060753B"/>
    <w:rsid w:val="0061161D"/>
    <w:rsid w:val="006153FB"/>
    <w:rsid w:val="0062139D"/>
    <w:rsid w:val="00621703"/>
    <w:rsid w:val="0062657C"/>
    <w:rsid w:val="00626923"/>
    <w:rsid w:val="00631516"/>
    <w:rsid w:val="00631B89"/>
    <w:rsid w:val="00633C74"/>
    <w:rsid w:val="0063554C"/>
    <w:rsid w:val="006367CA"/>
    <w:rsid w:val="006373AA"/>
    <w:rsid w:val="0064259E"/>
    <w:rsid w:val="006460C5"/>
    <w:rsid w:val="00647E37"/>
    <w:rsid w:val="00651466"/>
    <w:rsid w:val="00654485"/>
    <w:rsid w:val="00655666"/>
    <w:rsid w:val="00660081"/>
    <w:rsid w:val="00663E55"/>
    <w:rsid w:val="0066452A"/>
    <w:rsid w:val="0066613B"/>
    <w:rsid w:val="00666DB2"/>
    <w:rsid w:val="00671CFC"/>
    <w:rsid w:val="00675E4A"/>
    <w:rsid w:val="00676059"/>
    <w:rsid w:val="00677AAE"/>
    <w:rsid w:val="00681F88"/>
    <w:rsid w:val="00685BE4"/>
    <w:rsid w:val="00692FC2"/>
    <w:rsid w:val="00693CEF"/>
    <w:rsid w:val="00693FFC"/>
    <w:rsid w:val="00694925"/>
    <w:rsid w:val="00697343"/>
    <w:rsid w:val="006A1FFE"/>
    <w:rsid w:val="006A4A25"/>
    <w:rsid w:val="006A6F58"/>
    <w:rsid w:val="006A78CC"/>
    <w:rsid w:val="006A7F5B"/>
    <w:rsid w:val="006B2ACC"/>
    <w:rsid w:val="006B2EB1"/>
    <w:rsid w:val="006B7619"/>
    <w:rsid w:val="006C2E4F"/>
    <w:rsid w:val="006C5343"/>
    <w:rsid w:val="006C6723"/>
    <w:rsid w:val="006D045D"/>
    <w:rsid w:val="006D0CFB"/>
    <w:rsid w:val="006D2220"/>
    <w:rsid w:val="006D440A"/>
    <w:rsid w:val="006D4E25"/>
    <w:rsid w:val="006D6440"/>
    <w:rsid w:val="006D6EFC"/>
    <w:rsid w:val="006D7F63"/>
    <w:rsid w:val="006E0FFD"/>
    <w:rsid w:val="006E35D4"/>
    <w:rsid w:val="006E36E8"/>
    <w:rsid w:val="006E3B1E"/>
    <w:rsid w:val="006E5D4A"/>
    <w:rsid w:val="006E5E32"/>
    <w:rsid w:val="006F1BF4"/>
    <w:rsid w:val="006F41D0"/>
    <w:rsid w:val="006F7B07"/>
    <w:rsid w:val="0070596B"/>
    <w:rsid w:val="00705FBD"/>
    <w:rsid w:val="007076C1"/>
    <w:rsid w:val="00711154"/>
    <w:rsid w:val="00713DB6"/>
    <w:rsid w:val="00715A98"/>
    <w:rsid w:val="00716528"/>
    <w:rsid w:val="0072136D"/>
    <w:rsid w:val="00725E0E"/>
    <w:rsid w:val="0072615C"/>
    <w:rsid w:val="00730B89"/>
    <w:rsid w:val="00731E6A"/>
    <w:rsid w:val="007325E6"/>
    <w:rsid w:val="00736E4C"/>
    <w:rsid w:val="00740BBA"/>
    <w:rsid w:val="00740FC3"/>
    <w:rsid w:val="00745BD6"/>
    <w:rsid w:val="00751AF1"/>
    <w:rsid w:val="007542D1"/>
    <w:rsid w:val="00757EBE"/>
    <w:rsid w:val="00760035"/>
    <w:rsid w:val="00760184"/>
    <w:rsid w:val="00761531"/>
    <w:rsid w:val="00762E3B"/>
    <w:rsid w:val="00762F46"/>
    <w:rsid w:val="00764E15"/>
    <w:rsid w:val="00770FDB"/>
    <w:rsid w:val="007723AC"/>
    <w:rsid w:val="00772BA4"/>
    <w:rsid w:val="00773526"/>
    <w:rsid w:val="00776185"/>
    <w:rsid w:val="00781BBE"/>
    <w:rsid w:val="00784DAA"/>
    <w:rsid w:val="007858D6"/>
    <w:rsid w:val="007926FA"/>
    <w:rsid w:val="00792892"/>
    <w:rsid w:val="007964BC"/>
    <w:rsid w:val="0079723C"/>
    <w:rsid w:val="007A14A4"/>
    <w:rsid w:val="007A2FAF"/>
    <w:rsid w:val="007A4F1C"/>
    <w:rsid w:val="007A73C5"/>
    <w:rsid w:val="007B1E86"/>
    <w:rsid w:val="007B6361"/>
    <w:rsid w:val="007B7266"/>
    <w:rsid w:val="007C0E09"/>
    <w:rsid w:val="007C2DB9"/>
    <w:rsid w:val="007C474E"/>
    <w:rsid w:val="007C4D73"/>
    <w:rsid w:val="007D2893"/>
    <w:rsid w:val="007D2FD1"/>
    <w:rsid w:val="007E00E1"/>
    <w:rsid w:val="007E0820"/>
    <w:rsid w:val="007E14D8"/>
    <w:rsid w:val="007E5073"/>
    <w:rsid w:val="007E50DF"/>
    <w:rsid w:val="007E58DC"/>
    <w:rsid w:val="007E5CDE"/>
    <w:rsid w:val="007E72E4"/>
    <w:rsid w:val="007F1A41"/>
    <w:rsid w:val="007F43FC"/>
    <w:rsid w:val="007F4C33"/>
    <w:rsid w:val="007F63A5"/>
    <w:rsid w:val="007F670F"/>
    <w:rsid w:val="007F7B9E"/>
    <w:rsid w:val="0080284C"/>
    <w:rsid w:val="008122E5"/>
    <w:rsid w:val="00812A6B"/>
    <w:rsid w:val="00814E5D"/>
    <w:rsid w:val="0081615C"/>
    <w:rsid w:val="00817FE5"/>
    <w:rsid w:val="008205A8"/>
    <w:rsid w:val="00821F85"/>
    <w:rsid w:val="0082314D"/>
    <w:rsid w:val="00823A1D"/>
    <w:rsid w:val="00831544"/>
    <w:rsid w:val="00832899"/>
    <w:rsid w:val="00832AB9"/>
    <w:rsid w:val="00835DE7"/>
    <w:rsid w:val="00836375"/>
    <w:rsid w:val="008408A8"/>
    <w:rsid w:val="00841115"/>
    <w:rsid w:val="008439A0"/>
    <w:rsid w:val="0084430A"/>
    <w:rsid w:val="00844936"/>
    <w:rsid w:val="0084710C"/>
    <w:rsid w:val="00847530"/>
    <w:rsid w:val="00850EF0"/>
    <w:rsid w:val="00850F5A"/>
    <w:rsid w:val="0085160D"/>
    <w:rsid w:val="008553A7"/>
    <w:rsid w:val="0085691D"/>
    <w:rsid w:val="00863BE9"/>
    <w:rsid w:val="00864AFD"/>
    <w:rsid w:val="008668BC"/>
    <w:rsid w:val="00871406"/>
    <w:rsid w:val="0087196B"/>
    <w:rsid w:val="008727A3"/>
    <w:rsid w:val="008731C4"/>
    <w:rsid w:val="00873C97"/>
    <w:rsid w:val="00874B78"/>
    <w:rsid w:val="00875145"/>
    <w:rsid w:val="008772BB"/>
    <w:rsid w:val="00877875"/>
    <w:rsid w:val="00881474"/>
    <w:rsid w:val="008814D5"/>
    <w:rsid w:val="00890295"/>
    <w:rsid w:val="008902C4"/>
    <w:rsid w:val="00890A32"/>
    <w:rsid w:val="00890F87"/>
    <w:rsid w:val="00891164"/>
    <w:rsid w:val="00893C91"/>
    <w:rsid w:val="00895F9D"/>
    <w:rsid w:val="00896361"/>
    <w:rsid w:val="00897792"/>
    <w:rsid w:val="008A2DD8"/>
    <w:rsid w:val="008A3661"/>
    <w:rsid w:val="008A78CC"/>
    <w:rsid w:val="008B22A2"/>
    <w:rsid w:val="008B505E"/>
    <w:rsid w:val="008B60D7"/>
    <w:rsid w:val="008C259E"/>
    <w:rsid w:val="008C5B22"/>
    <w:rsid w:val="008C7F04"/>
    <w:rsid w:val="008D3665"/>
    <w:rsid w:val="008D560D"/>
    <w:rsid w:val="008D75B7"/>
    <w:rsid w:val="008D7F8C"/>
    <w:rsid w:val="008E26FB"/>
    <w:rsid w:val="008E4C91"/>
    <w:rsid w:val="008E5D1B"/>
    <w:rsid w:val="008E5F53"/>
    <w:rsid w:val="008E6596"/>
    <w:rsid w:val="008E70B4"/>
    <w:rsid w:val="008F1A25"/>
    <w:rsid w:val="008F27D5"/>
    <w:rsid w:val="008F3B80"/>
    <w:rsid w:val="008F4E6C"/>
    <w:rsid w:val="008F5476"/>
    <w:rsid w:val="00904D86"/>
    <w:rsid w:val="00906BDA"/>
    <w:rsid w:val="009120CD"/>
    <w:rsid w:val="00915703"/>
    <w:rsid w:val="0091600C"/>
    <w:rsid w:val="00916621"/>
    <w:rsid w:val="00916664"/>
    <w:rsid w:val="009173A8"/>
    <w:rsid w:val="00917A9F"/>
    <w:rsid w:val="00920E0D"/>
    <w:rsid w:val="009212E5"/>
    <w:rsid w:val="0092209E"/>
    <w:rsid w:val="00923B4F"/>
    <w:rsid w:val="009240DA"/>
    <w:rsid w:val="009247CF"/>
    <w:rsid w:val="00924BAD"/>
    <w:rsid w:val="00927236"/>
    <w:rsid w:val="00927615"/>
    <w:rsid w:val="009310D5"/>
    <w:rsid w:val="00932EF4"/>
    <w:rsid w:val="00935C24"/>
    <w:rsid w:val="00936CB1"/>
    <w:rsid w:val="00940BE8"/>
    <w:rsid w:val="0094145D"/>
    <w:rsid w:val="0094162D"/>
    <w:rsid w:val="00943154"/>
    <w:rsid w:val="0094761C"/>
    <w:rsid w:val="00947782"/>
    <w:rsid w:val="009544E4"/>
    <w:rsid w:val="0095642C"/>
    <w:rsid w:val="00960087"/>
    <w:rsid w:val="0096010B"/>
    <w:rsid w:val="00960A62"/>
    <w:rsid w:val="0096127A"/>
    <w:rsid w:val="00964790"/>
    <w:rsid w:val="00965E55"/>
    <w:rsid w:val="00966540"/>
    <w:rsid w:val="00970650"/>
    <w:rsid w:val="00971EB7"/>
    <w:rsid w:val="00972430"/>
    <w:rsid w:val="00975914"/>
    <w:rsid w:val="00981B8A"/>
    <w:rsid w:val="00984370"/>
    <w:rsid w:val="009907C3"/>
    <w:rsid w:val="00994D3F"/>
    <w:rsid w:val="00996081"/>
    <w:rsid w:val="009A10BB"/>
    <w:rsid w:val="009A10D1"/>
    <w:rsid w:val="009A11D5"/>
    <w:rsid w:val="009A461B"/>
    <w:rsid w:val="009A7CDD"/>
    <w:rsid w:val="009B0472"/>
    <w:rsid w:val="009B1511"/>
    <w:rsid w:val="009B4F59"/>
    <w:rsid w:val="009B5AA8"/>
    <w:rsid w:val="009B5F5D"/>
    <w:rsid w:val="009B7E08"/>
    <w:rsid w:val="009C61B2"/>
    <w:rsid w:val="009D081E"/>
    <w:rsid w:val="009D39CB"/>
    <w:rsid w:val="009D4A1B"/>
    <w:rsid w:val="009D4CFE"/>
    <w:rsid w:val="009D6956"/>
    <w:rsid w:val="009D7248"/>
    <w:rsid w:val="009E10C3"/>
    <w:rsid w:val="009E1AA2"/>
    <w:rsid w:val="009E48AB"/>
    <w:rsid w:val="009E50EF"/>
    <w:rsid w:val="009E54E7"/>
    <w:rsid w:val="009E6185"/>
    <w:rsid w:val="009F0A11"/>
    <w:rsid w:val="009F1219"/>
    <w:rsid w:val="009F5DB2"/>
    <w:rsid w:val="00A001D3"/>
    <w:rsid w:val="00A03F59"/>
    <w:rsid w:val="00A0553A"/>
    <w:rsid w:val="00A05EA6"/>
    <w:rsid w:val="00A065D2"/>
    <w:rsid w:val="00A1144A"/>
    <w:rsid w:val="00A115AC"/>
    <w:rsid w:val="00A12681"/>
    <w:rsid w:val="00A13417"/>
    <w:rsid w:val="00A15D30"/>
    <w:rsid w:val="00A174DC"/>
    <w:rsid w:val="00A21550"/>
    <w:rsid w:val="00A21625"/>
    <w:rsid w:val="00A245AE"/>
    <w:rsid w:val="00A24680"/>
    <w:rsid w:val="00A32CCD"/>
    <w:rsid w:val="00A351EB"/>
    <w:rsid w:val="00A36046"/>
    <w:rsid w:val="00A364AE"/>
    <w:rsid w:val="00A40A8B"/>
    <w:rsid w:val="00A4200D"/>
    <w:rsid w:val="00A45311"/>
    <w:rsid w:val="00A52E93"/>
    <w:rsid w:val="00A6094C"/>
    <w:rsid w:val="00A61B14"/>
    <w:rsid w:val="00A63EEB"/>
    <w:rsid w:val="00A6570D"/>
    <w:rsid w:val="00A66B6A"/>
    <w:rsid w:val="00A678ED"/>
    <w:rsid w:val="00A67E13"/>
    <w:rsid w:val="00A73602"/>
    <w:rsid w:val="00A76782"/>
    <w:rsid w:val="00A82638"/>
    <w:rsid w:val="00A83C20"/>
    <w:rsid w:val="00A842A3"/>
    <w:rsid w:val="00A8682B"/>
    <w:rsid w:val="00A86A92"/>
    <w:rsid w:val="00A87608"/>
    <w:rsid w:val="00A907F5"/>
    <w:rsid w:val="00A90B9A"/>
    <w:rsid w:val="00A949B8"/>
    <w:rsid w:val="00A94B16"/>
    <w:rsid w:val="00A95495"/>
    <w:rsid w:val="00A95BD0"/>
    <w:rsid w:val="00A9673D"/>
    <w:rsid w:val="00A9790E"/>
    <w:rsid w:val="00AA01DB"/>
    <w:rsid w:val="00AA134C"/>
    <w:rsid w:val="00AA2AD1"/>
    <w:rsid w:val="00AA32C2"/>
    <w:rsid w:val="00AA5B2E"/>
    <w:rsid w:val="00AA5C0C"/>
    <w:rsid w:val="00AB06D0"/>
    <w:rsid w:val="00AB2CD6"/>
    <w:rsid w:val="00AB42FB"/>
    <w:rsid w:val="00AB6809"/>
    <w:rsid w:val="00AB7274"/>
    <w:rsid w:val="00AB7551"/>
    <w:rsid w:val="00AC0C78"/>
    <w:rsid w:val="00AC0D30"/>
    <w:rsid w:val="00AC16B1"/>
    <w:rsid w:val="00AC2295"/>
    <w:rsid w:val="00AC2828"/>
    <w:rsid w:val="00AC604D"/>
    <w:rsid w:val="00AC6301"/>
    <w:rsid w:val="00AD0CB9"/>
    <w:rsid w:val="00AD2462"/>
    <w:rsid w:val="00AD5708"/>
    <w:rsid w:val="00AD612B"/>
    <w:rsid w:val="00AD62F4"/>
    <w:rsid w:val="00AD6F6D"/>
    <w:rsid w:val="00AD75C9"/>
    <w:rsid w:val="00AE44D2"/>
    <w:rsid w:val="00AE7931"/>
    <w:rsid w:val="00AF559C"/>
    <w:rsid w:val="00AF74CB"/>
    <w:rsid w:val="00B0099B"/>
    <w:rsid w:val="00B00A1A"/>
    <w:rsid w:val="00B01297"/>
    <w:rsid w:val="00B02E1F"/>
    <w:rsid w:val="00B0631E"/>
    <w:rsid w:val="00B12234"/>
    <w:rsid w:val="00B12FA2"/>
    <w:rsid w:val="00B12FC5"/>
    <w:rsid w:val="00B14D91"/>
    <w:rsid w:val="00B16645"/>
    <w:rsid w:val="00B166DB"/>
    <w:rsid w:val="00B170FB"/>
    <w:rsid w:val="00B17D0A"/>
    <w:rsid w:val="00B207F8"/>
    <w:rsid w:val="00B22522"/>
    <w:rsid w:val="00B23B77"/>
    <w:rsid w:val="00B25CFF"/>
    <w:rsid w:val="00B278B5"/>
    <w:rsid w:val="00B318D3"/>
    <w:rsid w:val="00B319BE"/>
    <w:rsid w:val="00B33E01"/>
    <w:rsid w:val="00B33F03"/>
    <w:rsid w:val="00B35132"/>
    <w:rsid w:val="00B3610F"/>
    <w:rsid w:val="00B375B9"/>
    <w:rsid w:val="00B379C5"/>
    <w:rsid w:val="00B4328A"/>
    <w:rsid w:val="00B51EF8"/>
    <w:rsid w:val="00B527C7"/>
    <w:rsid w:val="00B52F5E"/>
    <w:rsid w:val="00B5508C"/>
    <w:rsid w:val="00B5542C"/>
    <w:rsid w:val="00B57064"/>
    <w:rsid w:val="00B63814"/>
    <w:rsid w:val="00B639A9"/>
    <w:rsid w:val="00B66658"/>
    <w:rsid w:val="00B80258"/>
    <w:rsid w:val="00B809E2"/>
    <w:rsid w:val="00B80DFF"/>
    <w:rsid w:val="00B81270"/>
    <w:rsid w:val="00B82AD1"/>
    <w:rsid w:val="00B86716"/>
    <w:rsid w:val="00B86AF5"/>
    <w:rsid w:val="00B87733"/>
    <w:rsid w:val="00B87A0A"/>
    <w:rsid w:val="00B903FE"/>
    <w:rsid w:val="00B9042E"/>
    <w:rsid w:val="00B923C4"/>
    <w:rsid w:val="00B93132"/>
    <w:rsid w:val="00B93161"/>
    <w:rsid w:val="00B9420E"/>
    <w:rsid w:val="00B94B6B"/>
    <w:rsid w:val="00B94DC9"/>
    <w:rsid w:val="00BA2D88"/>
    <w:rsid w:val="00BA5E18"/>
    <w:rsid w:val="00BA6A11"/>
    <w:rsid w:val="00BA6ADF"/>
    <w:rsid w:val="00BA7B6E"/>
    <w:rsid w:val="00BB04D1"/>
    <w:rsid w:val="00BB2317"/>
    <w:rsid w:val="00BB3102"/>
    <w:rsid w:val="00BB554B"/>
    <w:rsid w:val="00BC0A69"/>
    <w:rsid w:val="00BC2055"/>
    <w:rsid w:val="00BC3E33"/>
    <w:rsid w:val="00BD0589"/>
    <w:rsid w:val="00BD0628"/>
    <w:rsid w:val="00BD0FB3"/>
    <w:rsid w:val="00BD2BB6"/>
    <w:rsid w:val="00BD326E"/>
    <w:rsid w:val="00BD748B"/>
    <w:rsid w:val="00BE11B6"/>
    <w:rsid w:val="00BE162E"/>
    <w:rsid w:val="00BE34FB"/>
    <w:rsid w:val="00BE3BC1"/>
    <w:rsid w:val="00BE59E5"/>
    <w:rsid w:val="00BE6A52"/>
    <w:rsid w:val="00BE6FAF"/>
    <w:rsid w:val="00BE7963"/>
    <w:rsid w:val="00BF1BF9"/>
    <w:rsid w:val="00BF2673"/>
    <w:rsid w:val="00BF3069"/>
    <w:rsid w:val="00BF3241"/>
    <w:rsid w:val="00BF44DF"/>
    <w:rsid w:val="00BF5BAE"/>
    <w:rsid w:val="00BF6574"/>
    <w:rsid w:val="00BF6BF7"/>
    <w:rsid w:val="00C00D15"/>
    <w:rsid w:val="00C021E1"/>
    <w:rsid w:val="00C03774"/>
    <w:rsid w:val="00C05D59"/>
    <w:rsid w:val="00C06049"/>
    <w:rsid w:val="00C10143"/>
    <w:rsid w:val="00C1111F"/>
    <w:rsid w:val="00C12DDD"/>
    <w:rsid w:val="00C16B56"/>
    <w:rsid w:val="00C25314"/>
    <w:rsid w:val="00C3216D"/>
    <w:rsid w:val="00C368B2"/>
    <w:rsid w:val="00C36F46"/>
    <w:rsid w:val="00C40D2A"/>
    <w:rsid w:val="00C509B1"/>
    <w:rsid w:val="00C5152F"/>
    <w:rsid w:val="00C565DF"/>
    <w:rsid w:val="00C7040B"/>
    <w:rsid w:val="00C71314"/>
    <w:rsid w:val="00C71936"/>
    <w:rsid w:val="00C7247C"/>
    <w:rsid w:val="00C74CF7"/>
    <w:rsid w:val="00C805FE"/>
    <w:rsid w:val="00C81315"/>
    <w:rsid w:val="00C833E7"/>
    <w:rsid w:val="00C853E1"/>
    <w:rsid w:val="00C854A7"/>
    <w:rsid w:val="00C91A39"/>
    <w:rsid w:val="00C91DB9"/>
    <w:rsid w:val="00C92640"/>
    <w:rsid w:val="00C93807"/>
    <w:rsid w:val="00C943F9"/>
    <w:rsid w:val="00C9457F"/>
    <w:rsid w:val="00CA031A"/>
    <w:rsid w:val="00CA1E28"/>
    <w:rsid w:val="00CA3653"/>
    <w:rsid w:val="00CA5C5B"/>
    <w:rsid w:val="00CB15E8"/>
    <w:rsid w:val="00CB1FB8"/>
    <w:rsid w:val="00CB2E4D"/>
    <w:rsid w:val="00CB6AAC"/>
    <w:rsid w:val="00CC0CBF"/>
    <w:rsid w:val="00CC0DA0"/>
    <w:rsid w:val="00CC3018"/>
    <w:rsid w:val="00CD1821"/>
    <w:rsid w:val="00CD1AF5"/>
    <w:rsid w:val="00CD1CC3"/>
    <w:rsid w:val="00CD3F6C"/>
    <w:rsid w:val="00CD71BF"/>
    <w:rsid w:val="00CE17F5"/>
    <w:rsid w:val="00CE1AC1"/>
    <w:rsid w:val="00CE28E3"/>
    <w:rsid w:val="00CE3E65"/>
    <w:rsid w:val="00CE7C2C"/>
    <w:rsid w:val="00CF1285"/>
    <w:rsid w:val="00CF5492"/>
    <w:rsid w:val="00D0383F"/>
    <w:rsid w:val="00D0536F"/>
    <w:rsid w:val="00D21FA2"/>
    <w:rsid w:val="00D23783"/>
    <w:rsid w:val="00D23BA6"/>
    <w:rsid w:val="00D26039"/>
    <w:rsid w:val="00D34865"/>
    <w:rsid w:val="00D377FF"/>
    <w:rsid w:val="00D44E98"/>
    <w:rsid w:val="00D461B2"/>
    <w:rsid w:val="00D472FF"/>
    <w:rsid w:val="00D5594F"/>
    <w:rsid w:val="00D602D7"/>
    <w:rsid w:val="00D60CE7"/>
    <w:rsid w:val="00D6306E"/>
    <w:rsid w:val="00D65D7E"/>
    <w:rsid w:val="00D66474"/>
    <w:rsid w:val="00D67E18"/>
    <w:rsid w:val="00D67E63"/>
    <w:rsid w:val="00D71C05"/>
    <w:rsid w:val="00D751FC"/>
    <w:rsid w:val="00D819EE"/>
    <w:rsid w:val="00D82112"/>
    <w:rsid w:val="00D844AB"/>
    <w:rsid w:val="00D84EB1"/>
    <w:rsid w:val="00D85301"/>
    <w:rsid w:val="00D900B9"/>
    <w:rsid w:val="00D92392"/>
    <w:rsid w:val="00D927DC"/>
    <w:rsid w:val="00D93846"/>
    <w:rsid w:val="00D93BFD"/>
    <w:rsid w:val="00D976E1"/>
    <w:rsid w:val="00DA2828"/>
    <w:rsid w:val="00DA3361"/>
    <w:rsid w:val="00DA4D2C"/>
    <w:rsid w:val="00DA6246"/>
    <w:rsid w:val="00DA7B2A"/>
    <w:rsid w:val="00DA7BD7"/>
    <w:rsid w:val="00DA7FEC"/>
    <w:rsid w:val="00DB0A2A"/>
    <w:rsid w:val="00DB1D10"/>
    <w:rsid w:val="00DB38CB"/>
    <w:rsid w:val="00DB3F4B"/>
    <w:rsid w:val="00DB4642"/>
    <w:rsid w:val="00DB5258"/>
    <w:rsid w:val="00DB5419"/>
    <w:rsid w:val="00DB5BC0"/>
    <w:rsid w:val="00DB6973"/>
    <w:rsid w:val="00DB6DCC"/>
    <w:rsid w:val="00DC278B"/>
    <w:rsid w:val="00DC34B3"/>
    <w:rsid w:val="00DC3905"/>
    <w:rsid w:val="00DC3A2F"/>
    <w:rsid w:val="00DC4FAB"/>
    <w:rsid w:val="00DC53CB"/>
    <w:rsid w:val="00DC6441"/>
    <w:rsid w:val="00DC7463"/>
    <w:rsid w:val="00DC7E5B"/>
    <w:rsid w:val="00DC7E8B"/>
    <w:rsid w:val="00DD4261"/>
    <w:rsid w:val="00DD4970"/>
    <w:rsid w:val="00DD69EB"/>
    <w:rsid w:val="00DE1857"/>
    <w:rsid w:val="00DE1C60"/>
    <w:rsid w:val="00DE3D6A"/>
    <w:rsid w:val="00DE4B29"/>
    <w:rsid w:val="00DE56C6"/>
    <w:rsid w:val="00DE6806"/>
    <w:rsid w:val="00DF0032"/>
    <w:rsid w:val="00DF14B7"/>
    <w:rsid w:val="00DF3406"/>
    <w:rsid w:val="00DF5439"/>
    <w:rsid w:val="00DF76D8"/>
    <w:rsid w:val="00E00F67"/>
    <w:rsid w:val="00E02AC5"/>
    <w:rsid w:val="00E05820"/>
    <w:rsid w:val="00E172B3"/>
    <w:rsid w:val="00E178F4"/>
    <w:rsid w:val="00E23888"/>
    <w:rsid w:val="00E25F67"/>
    <w:rsid w:val="00E277EE"/>
    <w:rsid w:val="00E279CB"/>
    <w:rsid w:val="00E30C6D"/>
    <w:rsid w:val="00E310E0"/>
    <w:rsid w:val="00E32415"/>
    <w:rsid w:val="00E32EFC"/>
    <w:rsid w:val="00E35717"/>
    <w:rsid w:val="00E3598D"/>
    <w:rsid w:val="00E41377"/>
    <w:rsid w:val="00E45713"/>
    <w:rsid w:val="00E50317"/>
    <w:rsid w:val="00E5224F"/>
    <w:rsid w:val="00E54E36"/>
    <w:rsid w:val="00E561EB"/>
    <w:rsid w:val="00E575C7"/>
    <w:rsid w:val="00E70573"/>
    <w:rsid w:val="00E7070C"/>
    <w:rsid w:val="00E72321"/>
    <w:rsid w:val="00E73353"/>
    <w:rsid w:val="00E74327"/>
    <w:rsid w:val="00E81196"/>
    <w:rsid w:val="00E8270B"/>
    <w:rsid w:val="00E84BA3"/>
    <w:rsid w:val="00E9049A"/>
    <w:rsid w:val="00E92014"/>
    <w:rsid w:val="00E9204A"/>
    <w:rsid w:val="00E925C4"/>
    <w:rsid w:val="00E932CA"/>
    <w:rsid w:val="00E95301"/>
    <w:rsid w:val="00E97710"/>
    <w:rsid w:val="00EA1932"/>
    <w:rsid w:val="00EA234B"/>
    <w:rsid w:val="00EB3EE9"/>
    <w:rsid w:val="00EB4C99"/>
    <w:rsid w:val="00EB51B1"/>
    <w:rsid w:val="00EB5C38"/>
    <w:rsid w:val="00EC4ACE"/>
    <w:rsid w:val="00EC6790"/>
    <w:rsid w:val="00ED1DA9"/>
    <w:rsid w:val="00ED4F47"/>
    <w:rsid w:val="00ED5B69"/>
    <w:rsid w:val="00EE2A51"/>
    <w:rsid w:val="00EE2DD9"/>
    <w:rsid w:val="00EE30C3"/>
    <w:rsid w:val="00EE37F3"/>
    <w:rsid w:val="00EE4196"/>
    <w:rsid w:val="00EE447A"/>
    <w:rsid w:val="00EE5F7E"/>
    <w:rsid w:val="00EE7452"/>
    <w:rsid w:val="00EF0F3F"/>
    <w:rsid w:val="00EF187E"/>
    <w:rsid w:val="00EF380D"/>
    <w:rsid w:val="00EF7580"/>
    <w:rsid w:val="00F01D92"/>
    <w:rsid w:val="00F068D8"/>
    <w:rsid w:val="00F06DC6"/>
    <w:rsid w:val="00F102F0"/>
    <w:rsid w:val="00F11C44"/>
    <w:rsid w:val="00F14CA3"/>
    <w:rsid w:val="00F21B7A"/>
    <w:rsid w:val="00F2286E"/>
    <w:rsid w:val="00F25448"/>
    <w:rsid w:val="00F2557A"/>
    <w:rsid w:val="00F26318"/>
    <w:rsid w:val="00F27BAD"/>
    <w:rsid w:val="00F36600"/>
    <w:rsid w:val="00F44AB0"/>
    <w:rsid w:val="00F45ACB"/>
    <w:rsid w:val="00F46D3D"/>
    <w:rsid w:val="00F47FF5"/>
    <w:rsid w:val="00F51D8C"/>
    <w:rsid w:val="00F57644"/>
    <w:rsid w:val="00F57855"/>
    <w:rsid w:val="00F60A26"/>
    <w:rsid w:val="00F61B90"/>
    <w:rsid w:val="00F65A65"/>
    <w:rsid w:val="00F65D2E"/>
    <w:rsid w:val="00F66AE2"/>
    <w:rsid w:val="00F70E58"/>
    <w:rsid w:val="00F71DB8"/>
    <w:rsid w:val="00F77A4F"/>
    <w:rsid w:val="00F8097A"/>
    <w:rsid w:val="00F81B8B"/>
    <w:rsid w:val="00F8262F"/>
    <w:rsid w:val="00F82721"/>
    <w:rsid w:val="00F8286E"/>
    <w:rsid w:val="00F83FEC"/>
    <w:rsid w:val="00F84F87"/>
    <w:rsid w:val="00F85DAE"/>
    <w:rsid w:val="00F92A61"/>
    <w:rsid w:val="00F92FAE"/>
    <w:rsid w:val="00F93975"/>
    <w:rsid w:val="00F95BB1"/>
    <w:rsid w:val="00F96139"/>
    <w:rsid w:val="00FA016A"/>
    <w:rsid w:val="00FA1221"/>
    <w:rsid w:val="00FA1E32"/>
    <w:rsid w:val="00FA4B83"/>
    <w:rsid w:val="00FA69AD"/>
    <w:rsid w:val="00FA6F75"/>
    <w:rsid w:val="00FA761D"/>
    <w:rsid w:val="00FB1D96"/>
    <w:rsid w:val="00FB2437"/>
    <w:rsid w:val="00FB2A2B"/>
    <w:rsid w:val="00FB3FD4"/>
    <w:rsid w:val="00FC05F7"/>
    <w:rsid w:val="00FC0A70"/>
    <w:rsid w:val="00FC0B5E"/>
    <w:rsid w:val="00FC3245"/>
    <w:rsid w:val="00FC3329"/>
    <w:rsid w:val="00FC5B8B"/>
    <w:rsid w:val="00FC6553"/>
    <w:rsid w:val="00FC7F3D"/>
    <w:rsid w:val="00FD04C2"/>
    <w:rsid w:val="00FD0F01"/>
    <w:rsid w:val="00FD163F"/>
    <w:rsid w:val="00FD2D8D"/>
    <w:rsid w:val="00FD5561"/>
    <w:rsid w:val="00FD613D"/>
    <w:rsid w:val="00FE235D"/>
    <w:rsid w:val="00FE5092"/>
    <w:rsid w:val="00FE7C87"/>
    <w:rsid w:val="00FF0331"/>
    <w:rsid w:val="00FF0EB8"/>
    <w:rsid w:val="00FF281F"/>
    <w:rsid w:val="00FF7515"/>
    <w:rsid w:val="00FF7C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shapedefaults>
    <o:shapelayout v:ext="edit">
      <o:idmap v:ext="edit" data="2"/>
    </o:shapelayout>
  </w:shapeDefaults>
  <w:decimalSymbol w:val="."/>
  <w:listSeparator w:val=","/>
  <w14:docId w14:val="35F4D43F"/>
  <w15:chartTrackingRefBased/>
  <w15:docId w15:val="{67564FDF-C47C-8543-A654-A35FAD95DA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uiPriority="51"/>
    <w:lsdException w:name="Smart Hyperlink" w:uiPriority="52"/>
    <w:lsdException w:name="Hashtag" w:uiPriority="46"/>
    <w:lsdException w:name="Unresolved Mention" w:uiPriority="47"/>
    <w:lsdException w:name="Smart Link" w:uiPriority="48"/>
  </w:latentStyles>
  <w:style w:type="paragraph" w:default="1" w:styleId="Normal">
    <w:name w:val="Normal"/>
    <w:qFormat/>
    <w:rsid w:val="00A63EEB"/>
    <w:pPr>
      <w:spacing w:before="120" w:after="240"/>
    </w:pPr>
    <w:rPr>
      <w:rFonts w:ascii="Arial" w:hAnsi="Arial"/>
      <w:szCs w:val="24"/>
    </w:rPr>
  </w:style>
  <w:style w:type="paragraph" w:styleId="Heading1">
    <w:name w:val="heading 1"/>
    <w:basedOn w:val="Normal"/>
    <w:next w:val="Normal"/>
    <w:link w:val="Heading1Char"/>
    <w:qFormat/>
    <w:rsid w:val="004827AB"/>
    <w:pPr>
      <w:keepNext/>
      <w:spacing w:before="240" w:after="120"/>
      <w:outlineLvl w:val="0"/>
    </w:pPr>
    <w:rPr>
      <w:b/>
      <w:bCs/>
      <w:color w:val="365F91"/>
      <w:sz w:val="22"/>
    </w:rPr>
  </w:style>
  <w:style w:type="paragraph" w:styleId="Heading2">
    <w:name w:val="heading 2"/>
    <w:basedOn w:val="Normal"/>
    <w:next w:val="Normal"/>
    <w:qFormat/>
    <w:pPr>
      <w:keepNext/>
      <w:spacing w:line="360" w:lineRule="auto"/>
      <w:outlineLvl w:val="1"/>
    </w:pPr>
    <w:rPr>
      <w:rFonts w:ascii="Albertus Extra Bold" w:hAnsi="Albertus Extra Bold"/>
      <w:b/>
      <w:bCs/>
    </w:rPr>
  </w:style>
  <w:style w:type="paragraph" w:styleId="Heading3">
    <w:name w:val="heading 3"/>
    <w:basedOn w:val="Normal"/>
    <w:next w:val="Normal"/>
    <w:qFormat/>
    <w:pPr>
      <w:keepNext/>
      <w:autoSpaceDE w:val="0"/>
      <w:autoSpaceDN w:val="0"/>
      <w:adjustRightInd w:val="0"/>
      <w:outlineLvl w:val="2"/>
    </w:pPr>
    <w:rPr>
      <w:rFonts w:cs="Arial"/>
      <w:b/>
      <w:bCs/>
      <w:sz w:val="22"/>
      <w:szCs w:val="16"/>
    </w:rPr>
  </w:style>
  <w:style w:type="paragraph" w:styleId="Heading4">
    <w:name w:val="heading 4"/>
    <w:basedOn w:val="Normal"/>
    <w:next w:val="Normal"/>
    <w:qFormat/>
    <w:pPr>
      <w:keepNext/>
      <w:outlineLvl w:val="3"/>
    </w:pPr>
    <w:rPr>
      <w:rFonts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BE59E5"/>
    <w:rPr>
      <w:b/>
      <w:bCs/>
      <w:color w:val="365F91"/>
      <w:sz w:val="28"/>
    </w:rPr>
  </w:style>
  <w:style w:type="character" w:styleId="Hyperlink">
    <w:name w:val="Hyperlink"/>
    <w:rPr>
      <w:color w:val="0000FF"/>
      <w:u w:val="single"/>
    </w:rPr>
  </w:style>
  <w:style w:type="character" w:styleId="FollowedHyperlink">
    <w:name w:val="FollowedHyperlink"/>
    <w:rPr>
      <w:color w:val="800080"/>
      <w:u w:val="single"/>
    </w:rPr>
  </w:style>
  <w:style w:type="paragraph" w:styleId="BodyTextIndent">
    <w:name w:val="Body Text Indent"/>
    <w:basedOn w:val="Normal"/>
    <w:pPr>
      <w:tabs>
        <w:tab w:val="left" w:pos="540"/>
      </w:tabs>
      <w:ind w:left="900"/>
    </w:pPr>
    <w:rPr>
      <w:b/>
      <w:bCs/>
      <w:color w:val="FF0000"/>
      <w:szCs w:val="16"/>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rPr>
      <w:lang w:val="x-none" w:eastAsia="x-none"/>
    </w:rPr>
  </w:style>
  <w:style w:type="character" w:styleId="PageNumber">
    <w:name w:val="page number"/>
    <w:basedOn w:val="DefaultParagraphFont"/>
  </w:style>
  <w:style w:type="paragraph" w:styleId="BodyTextIndent2">
    <w:name w:val="Body Text Indent 2"/>
    <w:basedOn w:val="Normal"/>
    <w:pPr>
      <w:ind w:left="2880" w:hanging="2160"/>
    </w:pPr>
  </w:style>
  <w:style w:type="paragraph" w:styleId="FootnoteText">
    <w:name w:val="footnote text"/>
    <w:basedOn w:val="Normal"/>
    <w:semiHidden/>
    <w:rPr>
      <w:szCs w:val="20"/>
    </w:rPr>
  </w:style>
  <w:style w:type="character" w:styleId="FootnoteReference">
    <w:name w:val="footnote reference"/>
    <w:semiHidden/>
    <w:rPr>
      <w:vertAlign w:val="superscript"/>
    </w:rPr>
  </w:style>
  <w:style w:type="paragraph" w:styleId="BodyTextIndent3">
    <w:name w:val="Body Text Indent 3"/>
    <w:basedOn w:val="Normal"/>
    <w:pPr>
      <w:ind w:left="360"/>
    </w:pPr>
  </w:style>
  <w:style w:type="paragraph" w:styleId="BalloonText">
    <w:name w:val="Balloon Text"/>
    <w:basedOn w:val="Normal"/>
    <w:semiHidden/>
    <w:rsid w:val="002F2656"/>
    <w:rPr>
      <w:rFonts w:ascii="Tahoma" w:hAnsi="Tahoma" w:cs="Tahoma"/>
      <w:sz w:val="16"/>
      <w:szCs w:val="16"/>
    </w:rPr>
  </w:style>
  <w:style w:type="table" w:styleId="TableGrid">
    <w:name w:val="Table Grid"/>
    <w:basedOn w:val="TableNormal"/>
    <w:rsid w:val="00881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8817E9"/>
    <w:rPr>
      <w:sz w:val="16"/>
      <w:szCs w:val="16"/>
    </w:rPr>
  </w:style>
  <w:style w:type="paragraph" w:styleId="CommentText">
    <w:name w:val="annotation text"/>
    <w:basedOn w:val="Normal"/>
    <w:link w:val="CommentTextChar"/>
    <w:rsid w:val="008817E9"/>
    <w:rPr>
      <w:szCs w:val="20"/>
    </w:rPr>
  </w:style>
  <w:style w:type="character" w:customStyle="1" w:styleId="CommentTextChar">
    <w:name w:val="Comment Text Char"/>
    <w:basedOn w:val="DefaultParagraphFont"/>
    <w:link w:val="CommentText"/>
    <w:rsid w:val="008817E9"/>
  </w:style>
  <w:style w:type="paragraph" w:styleId="CommentSubject">
    <w:name w:val="annotation subject"/>
    <w:basedOn w:val="CommentText"/>
    <w:next w:val="CommentText"/>
    <w:link w:val="CommentSubjectChar"/>
    <w:rsid w:val="008817E9"/>
    <w:rPr>
      <w:b/>
      <w:bCs/>
      <w:lang w:val="x-none" w:eastAsia="x-none"/>
    </w:rPr>
  </w:style>
  <w:style w:type="character" w:customStyle="1" w:styleId="CommentSubjectChar">
    <w:name w:val="Comment Subject Char"/>
    <w:link w:val="CommentSubject"/>
    <w:rsid w:val="008817E9"/>
    <w:rPr>
      <w:b/>
      <w:bCs/>
    </w:rPr>
  </w:style>
  <w:style w:type="paragraph" w:customStyle="1" w:styleId="ColorfulShading-Accent11">
    <w:name w:val="Colorful Shading - Accent 11"/>
    <w:hidden/>
    <w:uiPriority w:val="99"/>
    <w:semiHidden/>
    <w:rsid w:val="008817E9"/>
    <w:rPr>
      <w:sz w:val="24"/>
      <w:szCs w:val="24"/>
    </w:rPr>
  </w:style>
  <w:style w:type="character" w:customStyle="1" w:styleId="FooterChar">
    <w:name w:val="Footer Char"/>
    <w:link w:val="Footer"/>
    <w:uiPriority w:val="99"/>
    <w:rsid w:val="00D04420"/>
    <w:rPr>
      <w:sz w:val="24"/>
      <w:szCs w:val="24"/>
    </w:rPr>
  </w:style>
  <w:style w:type="character" w:styleId="Emphasis">
    <w:name w:val="Emphasis"/>
    <w:qFormat/>
    <w:rsid w:val="00F26318"/>
    <w:rPr>
      <w:rFonts w:ascii="Arial" w:hAnsi="Arial"/>
      <w:b w:val="0"/>
      <w:i/>
      <w:iCs/>
      <w:color w:val="auto"/>
      <w:sz w:val="16"/>
    </w:rPr>
  </w:style>
  <w:style w:type="character" w:styleId="Strong">
    <w:name w:val="Strong"/>
    <w:qFormat/>
    <w:rsid w:val="00DA3361"/>
    <w:rPr>
      <w:b/>
      <w:bCs/>
    </w:rPr>
  </w:style>
  <w:style w:type="character" w:customStyle="1" w:styleId="PlainTable31">
    <w:name w:val="Plain Table 31"/>
    <w:aliases w:val="Subhead black"/>
    <w:uiPriority w:val="19"/>
    <w:qFormat/>
    <w:rsid w:val="00BE59E5"/>
    <w:rPr>
      <w:rFonts w:ascii="Arial" w:hAnsi="Arial"/>
      <w:b/>
      <w:i w:val="0"/>
      <w:iCs/>
      <w:color w:val="auto"/>
      <w:sz w:val="20"/>
    </w:rPr>
  </w:style>
  <w:style w:type="paragraph" w:styleId="Subtitle">
    <w:name w:val="Subtitle"/>
    <w:basedOn w:val="Normal"/>
    <w:next w:val="Normal"/>
    <w:link w:val="SubtitleChar"/>
    <w:qFormat/>
    <w:rsid w:val="00BE59E5"/>
    <w:pPr>
      <w:numPr>
        <w:ilvl w:val="1"/>
      </w:numPr>
    </w:pPr>
    <w:rPr>
      <w:iCs/>
      <w:spacing w:val="15"/>
      <w:sz w:val="28"/>
    </w:rPr>
  </w:style>
  <w:style w:type="character" w:customStyle="1" w:styleId="SubtitleChar">
    <w:name w:val="Subtitle Char"/>
    <w:link w:val="Subtitle"/>
    <w:rsid w:val="00BE59E5"/>
    <w:rPr>
      <w:rFonts w:ascii="Arial" w:eastAsia="Times New Roman" w:hAnsi="Arial" w:cs="Times New Roman"/>
      <w:iCs/>
      <w:spacing w:val="15"/>
      <w:sz w:val="28"/>
      <w:szCs w:val="24"/>
    </w:rPr>
  </w:style>
  <w:style w:type="paragraph" w:customStyle="1" w:styleId="CollateralIdentifier">
    <w:name w:val="Collateral Identifier"/>
    <w:basedOn w:val="Normal"/>
    <w:qFormat/>
    <w:rsid w:val="00AF74CB"/>
    <w:pPr>
      <w:framePr w:hSpace="180" w:wrap="around" w:vAnchor="text" w:hAnchor="page" w:x="2492" w:y="-47"/>
      <w:suppressOverlap/>
      <w:jc w:val="center"/>
    </w:pPr>
    <w:rPr>
      <w:rFonts w:ascii="Calibri Light" w:hAnsi="Calibri Light" w:cs="Calibri Light (Headings)"/>
      <w:spacing w:val="80"/>
      <w:sz w:val="24"/>
    </w:rPr>
  </w:style>
  <w:style w:type="paragraph" w:customStyle="1" w:styleId="Header1">
    <w:name w:val="Header1"/>
    <w:basedOn w:val="Normal"/>
    <w:qFormat/>
    <w:rsid w:val="00AF74CB"/>
    <w:rPr>
      <w:rFonts w:ascii="Arial Black" w:hAnsi="Arial Black" w:cs="Arial"/>
      <w:b/>
      <w:spacing w:val="-4"/>
      <w:sz w:val="32"/>
      <w:szCs w:val="32"/>
    </w:rPr>
  </w:style>
  <w:style w:type="paragraph" w:customStyle="1" w:styleId="Body">
    <w:name w:val="Body"/>
    <w:basedOn w:val="Normal"/>
    <w:qFormat/>
    <w:rsid w:val="00F27BAD"/>
    <w:pPr>
      <w:spacing w:before="240"/>
    </w:pPr>
  </w:style>
  <w:style w:type="paragraph" w:customStyle="1" w:styleId="copyright">
    <w:name w:val="copyright"/>
    <w:basedOn w:val="Normal"/>
    <w:uiPriority w:val="99"/>
    <w:rsid w:val="00F27BAD"/>
    <w:pPr>
      <w:autoSpaceDE w:val="0"/>
      <w:autoSpaceDN w:val="0"/>
      <w:adjustRightInd w:val="0"/>
      <w:spacing w:before="0" w:after="0" w:line="160" w:lineRule="atLeast"/>
      <w:textAlignment w:val="center"/>
    </w:pPr>
    <w:rPr>
      <w:rFonts w:ascii="Avenir Next W1G" w:hAnsi="Avenir Next W1G" w:cs="Avenir Next W1G"/>
      <w:color w:val="000000"/>
      <w:spacing w:val="-4"/>
      <w:sz w:val="14"/>
      <w:szCs w:val="14"/>
    </w:rPr>
  </w:style>
  <w:style w:type="paragraph" w:styleId="NormalWeb">
    <w:name w:val="Normal (Web)"/>
    <w:basedOn w:val="Normal"/>
    <w:uiPriority w:val="99"/>
    <w:unhideWhenUsed/>
    <w:rsid w:val="004735E0"/>
    <w:pPr>
      <w:spacing w:before="100" w:beforeAutospacing="1" w:after="100" w:afterAutospacing="1"/>
    </w:pPr>
    <w:rPr>
      <w:rFonts w:ascii="Times New Roman" w:hAnsi="Times New Roman"/>
      <w:sz w:val="24"/>
    </w:rPr>
  </w:style>
  <w:style w:type="paragraph" w:styleId="ListParagraph">
    <w:name w:val="List Paragraph"/>
    <w:basedOn w:val="Normal"/>
    <w:uiPriority w:val="34"/>
    <w:qFormat/>
    <w:rsid w:val="00CA031A"/>
    <w:pPr>
      <w:spacing w:before="0" w:after="0"/>
      <w:ind w:left="720"/>
      <w:contextualSpacing/>
    </w:pPr>
    <w:rPr>
      <w:rFonts w:ascii="Cambria" w:eastAsia="MS Mincho" w:hAnsi="Cambria"/>
      <w:sz w:val="24"/>
    </w:rPr>
  </w:style>
  <w:style w:type="paragraph" w:styleId="Revision">
    <w:name w:val="Revision"/>
    <w:hidden/>
    <w:uiPriority w:val="99"/>
    <w:semiHidden/>
    <w:rsid w:val="00A245AE"/>
    <w:rPr>
      <w:rFonts w:ascii="Arial" w:hAnsi="Arial"/>
      <w:szCs w:val="24"/>
    </w:rPr>
  </w:style>
  <w:style w:type="character" w:styleId="UnresolvedMention">
    <w:name w:val="Unresolved Mention"/>
    <w:basedOn w:val="DefaultParagraphFont"/>
    <w:uiPriority w:val="47"/>
    <w:rsid w:val="0003159D"/>
    <w:rPr>
      <w:color w:val="605E5C"/>
      <w:shd w:val="clear" w:color="auto" w:fill="E1DFDD"/>
    </w:rPr>
  </w:style>
  <w:style w:type="character" w:customStyle="1" w:styleId="Heading1Char">
    <w:name w:val="Heading 1 Char"/>
    <w:basedOn w:val="DefaultParagraphFont"/>
    <w:link w:val="Heading1"/>
    <w:rsid w:val="001F2DCF"/>
    <w:rPr>
      <w:rFonts w:ascii="Arial" w:hAnsi="Arial"/>
      <w:b/>
      <w:bCs/>
      <w:color w:val="365F91"/>
      <w:sz w:val="22"/>
      <w:szCs w:val="24"/>
    </w:rPr>
  </w:style>
  <w:style w:type="character" w:customStyle="1" w:styleId="TitleChar">
    <w:name w:val="Title Char"/>
    <w:basedOn w:val="DefaultParagraphFont"/>
    <w:link w:val="Title"/>
    <w:rsid w:val="00513E0A"/>
    <w:rPr>
      <w:rFonts w:ascii="Arial" w:hAnsi="Arial"/>
      <w:b/>
      <w:bCs/>
      <w:color w:val="365F91"/>
      <w:sz w:val="28"/>
      <w:szCs w:val="24"/>
    </w:rPr>
  </w:style>
  <w:style w:type="character" w:styleId="PlaceholderText">
    <w:name w:val="Placeholder Text"/>
    <w:basedOn w:val="DefaultParagraphFont"/>
    <w:uiPriority w:val="99"/>
    <w:semiHidden/>
    <w:rsid w:val="002341E9"/>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3567293">
      <w:bodyDiv w:val="1"/>
      <w:marLeft w:val="0"/>
      <w:marRight w:val="0"/>
      <w:marTop w:val="0"/>
      <w:marBottom w:val="0"/>
      <w:divBdr>
        <w:top w:val="none" w:sz="0" w:space="0" w:color="auto"/>
        <w:left w:val="none" w:sz="0" w:space="0" w:color="auto"/>
        <w:bottom w:val="none" w:sz="0" w:space="0" w:color="auto"/>
        <w:right w:val="none" w:sz="0" w:space="0" w:color="auto"/>
      </w:divBdr>
      <w:divsChild>
        <w:div w:id="507409501">
          <w:marLeft w:val="0"/>
          <w:marRight w:val="0"/>
          <w:marTop w:val="0"/>
          <w:marBottom w:val="0"/>
          <w:divBdr>
            <w:top w:val="none" w:sz="0" w:space="0" w:color="auto"/>
            <w:left w:val="none" w:sz="0" w:space="0" w:color="auto"/>
            <w:bottom w:val="none" w:sz="0" w:space="0" w:color="auto"/>
            <w:right w:val="none" w:sz="0" w:space="0" w:color="auto"/>
          </w:divBdr>
          <w:divsChild>
            <w:div w:id="1717005213">
              <w:marLeft w:val="0"/>
              <w:marRight w:val="0"/>
              <w:marTop w:val="0"/>
              <w:marBottom w:val="0"/>
              <w:divBdr>
                <w:top w:val="none" w:sz="0" w:space="0" w:color="auto"/>
                <w:left w:val="none" w:sz="0" w:space="0" w:color="auto"/>
                <w:bottom w:val="none" w:sz="0" w:space="0" w:color="auto"/>
                <w:right w:val="none" w:sz="0" w:space="0" w:color="auto"/>
              </w:divBdr>
              <w:divsChild>
                <w:div w:id="133446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alaru\Downloads\158835-JMP-Academic-Case-Study-template-upd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2D19F7-DFC1-0748-BF29-EB3EC0F657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C:\Users\lalaru\Downloads\158835-JMP-Academic-Case-Study-template-update.dot</Template>
  <TotalTime>246</TotalTime>
  <Pages>6</Pages>
  <Words>866</Words>
  <Characters>4940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Delis—I</vt:lpstr>
    </vt:vector>
  </TitlesOfParts>
  <Company>cob-ucd</Company>
  <LinksUpToDate>false</LinksUpToDate>
  <CharactersWithSpaces>5795</CharactersWithSpaces>
  <SharedDoc>false</SharedDoc>
  <HLinks>
    <vt:vector size="6" baseType="variant">
      <vt:variant>
        <vt:i4>4915284</vt:i4>
      </vt:variant>
      <vt:variant>
        <vt:i4>-1</vt:i4>
      </vt:variant>
      <vt:variant>
        <vt:i4>1029</vt:i4>
      </vt:variant>
      <vt:variant>
        <vt:i4>4</vt:i4>
      </vt:variant>
      <vt:variant>
        <vt:lpwstr>https://www.jmp.com/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Delis—I</dc:title>
  <dc:subject/>
  <dc:creator>Microsoft Office User</dc:creator>
  <cp:keywords/>
  <cp:lastModifiedBy>Kevin Potcner</cp:lastModifiedBy>
  <cp:revision>111</cp:revision>
  <cp:lastPrinted>2025-02-22T02:13:00Z</cp:lastPrinted>
  <dcterms:created xsi:type="dcterms:W3CDTF">2025-02-21T23:14:00Z</dcterms:created>
  <dcterms:modified xsi:type="dcterms:W3CDTF">2025-07-21T20:36:00Z</dcterms:modified>
</cp:coreProperties>
</file>